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38D" w:rsidRPr="0049538D" w:rsidRDefault="0049538D" w:rsidP="0049538D">
      <w:pPr>
        <w:ind w:left="5103"/>
        <w:jc w:val="right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УТВЕРЖДЕНО</w:t>
      </w:r>
    </w:p>
    <w:p w:rsidR="0049538D" w:rsidRPr="0049538D" w:rsidRDefault="0049538D" w:rsidP="0049538D">
      <w:pPr>
        <w:ind w:left="5103"/>
        <w:jc w:val="right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указом</w:t>
      </w:r>
    </w:p>
    <w:p w:rsidR="0049538D" w:rsidRPr="0049538D" w:rsidRDefault="0049538D" w:rsidP="0049538D">
      <w:pPr>
        <w:ind w:left="5812" w:firstLine="0"/>
        <w:jc w:val="right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Губернатора области</w:t>
      </w:r>
      <w:r w:rsidRPr="0049538D">
        <w:rPr>
          <w:rFonts w:eastAsia="Calibri" w:cs="Times New Roman"/>
          <w:szCs w:val="28"/>
        </w:rPr>
        <w:br/>
      </w:r>
      <w:proofErr w:type="gramStart"/>
      <w:r w:rsidRPr="0049538D">
        <w:rPr>
          <w:rFonts w:eastAsia="Calibri" w:cs="Times New Roman"/>
          <w:szCs w:val="28"/>
        </w:rPr>
        <w:t>от</w:t>
      </w:r>
      <w:proofErr w:type="gramEnd"/>
      <w:r w:rsidR="006176BE">
        <w:rPr>
          <w:rFonts w:eastAsia="Calibri" w:cs="Times New Roman"/>
          <w:szCs w:val="28"/>
        </w:rPr>
        <w:t xml:space="preserve"> </w:t>
      </w:r>
      <w:r w:rsidRPr="0049538D">
        <w:rPr>
          <w:rFonts w:eastAsia="Calibri" w:cs="Times New Roman"/>
          <w:szCs w:val="28"/>
        </w:rPr>
        <w:t>_________ № ___</w:t>
      </w:r>
    </w:p>
    <w:p w:rsidR="0049538D" w:rsidRPr="0049538D" w:rsidRDefault="0049538D" w:rsidP="0049538D">
      <w:pPr>
        <w:ind w:firstLine="0"/>
        <w:jc w:val="center"/>
        <w:rPr>
          <w:rFonts w:eastAsia="Calibri" w:cs="Times New Roman"/>
          <w:b/>
          <w:szCs w:val="28"/>
        </w:rPr>
      </w:pPr>
    </w:p>
    <w:p w:rsidR="0049538D" w:rsidRPr="0049538D" w:rsidRDefault="0049538D" w:rsidP="0049538D">
      <w:pPr>
        <w:ind w:firstLine="0"/>
        <w:jc w:val="center"/>
        <w:rPr>
          <w:rFonts w:eastAsia="Calibri" w:cs="Times New Roman"/>
          <w:b/>
          <w:szCs w:val="28"/>
        </w:rPr>
      </w:pPr>
    </w:p>
    <w:p w:rsidR="0049538D" w:rsidRPr="0049538D" w:rsidRDefault="0049538D" w:rsidP="0049538D">
      <w:pPr>
        <w:ind w:firstLine="0"/>
        <w:jc w:val="center"/>
        <w:rPr>
          <w:rFonts w:eastAsia="Calibri" w:cs="Times New Roman"/>
          <w:b/>
          <w:bCs/>
          <w:szCs w:val="28"/>
        </w:rPr>
      </w:pPr>
      <w:r w:rsidRPr="0049538D">
        <w:rPr>
          <w:rFonts w:eastAsia="Calibri" w:cs="Times New Roman"/>
          <w:b/>
          <w:bCs/>
          <w:szCs w:val="28"/>
        </w:rPr>
        <w:t>ПОЛОЖЕНИЕ</w:t>
      </w:r>
    </w:p>
    <w:p w:rsidR="0049538D" w:rsidRPr="0049538D" w:rsidRDefault="0049538D" w:rsidP="0049538D">
      <w:pPr>
        <w:ind w:firstLine="0"/>
        <w:jc w:val="center"/>
        <w:rPr>
          <w:rFonts w:eastAsia="Calibri" w:cs="Times New Roman"/>
          <w:b/>
          <w:bCs/>
          <w:szCs w:val="28"/>
        </w:rPr>
      </w:pPr>
      <w:r w:rsidRPr="0049538D">
        <w:rPr>
          <w:rFonts w:eastAsia="Calibri" w:cs="Times New Roman"/>
          <w:b/>
          <w:bCs/>
          <w:szCs w:val="28"/>
        </w:rPr>
        <w:t>о порядке реализации губернаторского проекта</w:t>
      </w:r>
    </w:p>
    <w:p w:rsidR="0049538D" w:rsidRPr="0049538D" w:rsidRDefault="0049538D" w:rsidP="0049538D">
      <w:pPr>
        <w:ind w:firstLine="0"/>
        <w:jc w:val="center"/>
        <w:rPr>
          <w:rFonts w:eastAsia="Calibri" w:cs="Times New Roman"/>
          <w:b/>
          <w:szCs w:val="28"/>
        </w:rPr>
      </w:pPr>
      <w:r w:rsidRPr="0049538D">
        <w:rPr>
          <w:rFonts w:eastAsia="Calibri" w:cs="Times New Roman"/>
          <w:b/>
          <w:bCs/>
          <w:szCs w:val="28"/>
        </w:rPr>
        <w:t>«Решаем вместе!»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1. Настоящее Положение определяет принципы и механизмы решения </w:t>
      </w:r>
      <w:r w:rsidRPr="00874B73">
        <w:rPr>
          <w:rFonts w:eastAsia="Calibri" w:cs="Times New Roman"/>
          <w:szCs w:val="28"/>
        </w:rPr>
        <w:t>органами местного самоуправления муниципальных образований</w:t>
      </w:r>
      <w:r w:rsidRPr="0049538D">
        <w:rPr>
          <w:rFonts w:eastAsia="Calibri" w:cs="Times New Roman"/>
          <w:szCs w:val="28"/>
        </w:rPr>
        <w:t xml:space="preserve"> Ярославской области вопросов местного значения при участии жителей Ярославской области посредством реализации губернаторского проекта «Решаем вместе!» (далее – губернаторский проект).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2. В Положении используются следующие термины: 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proofErr w:type="gramStart"/>
      <w:r w:rsidRPr="0049538D">
        <w:rPr>
          <w:rFonts w:eastAsia="Calibri" w:cs="Times New Roman"/>
          <w:szCs w:val="28"/>
        </w:rPr>
        <w:t>- инициативное бюджетирование – механизм расходования бюджетных средств на решение проблем местного значения при участии жителей Ярославской области;</w:t>
      </w:r>
      <w:proofErr w:type="gramEnd"/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proofErr w:type="gramStart"/>
      <w:r w:rsidRPr="0049538D">
        <w:rPr>
          <w:rFonts w:eastAsia="Calibri" w:cs="Times New Roman"/>
          <w:szCs w:val="28"/>
        </w:rPr>
        <w:t>- проект инициативного бюджетирования – мероприятие, направленное на решение пробле</w:t>
      </w:r>
      <w:r w:rsidRPr="00B421FE">
        <w:rPr>
          <w:rFonts w:eastAsia="Calibri" w:cs="Times New Roman"/>
          <w:szCs w:val="28"/>
        </w:rPr>
        <w:t>м</w:t>
      </w:r>
      <w:r w:rsidR="00B421FE" w:rsidRPr="00B421FE">
        <w:rPr>
          <w:rFonts w:eastAsia="Calibri" w:cs="Times New Roman"/>
          <w:szCs w:val="28"/>
        </w:rPr>
        <w:t>ы</w:t>
      </w:r>
      <w:r w:rsidRPr="0049538D">
        <w:rPr>
          <w:rFonts w:eastAsia="Calibri" w:cs="Times New Roman"/>
          <w:szCs w:val="28"/>
        </w:rPr>
        <w:t xml:space="preserve"> местного значения при участии жителей Ярославской области и реализуемое в рамках подпрограмм и основных мероприятий государственных программ Ярославской области, а также муниципальных программ, в соответствии с требованиями настоящего Положения и нормативных правовых актов Ярославской области;</w:t>
      </w:r>
      <w:proofErr w:type="gramEnd"/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- инициативная группа жителей Ярославской области – </w:t>
      </w:r>
      <w:proofErr w:type="spellStart"/>
      <w:r w:rsidRPr="0049538D">
        <w:rPr>
          <w:rFonts w:eastAsia="Calibri" w:cs="Times New Roman"/>
          <w:szCs w:val="28"/>
        </w:rPr>
        <w:t>самоорганизованное</w:t>
      </w:r>
      <w:proofErr w:type="spellEnd"/>
      <w:r w:rsidRPr="0049538D">
        <w:rPr>
          <w:rFonts w:eastAsia="Calibri" w:cs="Times New Roman"/>
          <w:szCs w:val="28"/>
        </w:rPr>
        <w:t xml:space="preserve"> объединение жителей Ярославской области на основе общности интересов с целью решения проблемы местного значения, посредством реализации проекта инициативного бюджетирования;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- инициатор проекта инициативного бюджетирования – депутат Ярославской областной Думы или глава администрации муниципального образования области или житель Ярославской области, представляющие интересы инициативной группы жителей Ярославской области при подготовке паспорта проекта инициативного бюджетирования и вынесении проекта инициативного бюджетирования на конкурсный отбор;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- паспорт проекта инициативного бюджетирования – документ, содержащий ключевые характеристики проекта инициативного бюджетирования и описание ожидаемого эффекта от его реализации.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3. Целью губернаторского проекта является активизация участия жителей Ярославской области в решении проблем местного значения и формировании комфортных условий их проживания.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4. Задачами губернаторского проекта являются: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- решение социально значимых проблем местного значения;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- повышение эффективности расходования бюджетных средств;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lastRenderedPageBreak/>
        <w:t>- усиление взаимодействия органов местного самоуправления муниципальных образований Ярославской области и жителей Ярославской области;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- рост </w:t>
      </w:r>
      <w:proofErr w:type="gramStart"/>
      <w:r w:rsidRPr="0049538D">
        <w:rPr>
          <w:rFonts w:eastAsia="Calibri" w:cs="Times New Roman"/>
          <w:szCs w:val="28"/>
        </w:rPr>
        <w:t>уровня информационной открытости деятельности органов местного самоуправления</w:t>
      </w:r>
      <w:proofErr w:type="gramEnd"/>
      <w:r w:rsidRPr="0049538D">
        <w:rPr>
          <w:rFonts w:eastAsia="Calibri" w:cs="Times New Roman"/>
          <w:szCs w:val="28"/>
        </w:rPr>
        <w:t xml:space="preserve"> муниципальных образований области;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- повышение качества решения вопросов местного значения органами местного самоуправления муниципальных образований области;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- усиление контроля со стороны населения за исполнением полномочий органов местного самоуправления муниципальных образований области;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- рост удовлетворенности населения качеством работы органов местного самоуправления муниципальных образований области.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5. Принципами губернаторского проекта являются:</w:t>
      </w:r>
    </w:p>
    <w:p w:rsidR="0049538D" w:rsidRPr="0049538D" w:rsidRDefault="006176BE" w:rsidP="0049538D">
      <w:pPr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- </w:t>
      </w:r>
      <w:r w:rsidR="0049538D" w:rsidRPr="0049538D">
        <w:rPr>
          <w:rFonts w:eastAsia="Calibri" w:cs="Times New Roman"/>
          <w:szCs w:val="28"/>
        </w:rPr>
        <w:t xml:space="preserve">отбор проектов </w:t>
      </w:r>
      <w:proofErr w:type="gramStart"/>
      <w:r w:rsidR="0049538D" w:rsidRPr="0049538D">
        <w:rPr>
          <w:rFonts w:eastAsia="Calibri" w:cs="Times New Roman"/>
          <w:szCs w:val="28"/>
        </w:rPr>
        <w:t>инициативного</w:t>
      </w:r>
      <w:proofErr w:type="gramEnd"/>
      <w:r w:rsidR="0049538D" w:rsidRPr="0049538D">
        <w:rPr>
          <w:rFonts w:eastAsia="Calibri" w:cs="Times New Roman"/>
          <w:szCs w:val="28"/>
        </w:rPr>
        <w:t xml:space="preserve"> бюджетирования на конкурсной основе;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- равная доступность для жителей Ярославской области проектов </w:t>
      </w:r>
      <w:proofErr w:type="gramStart"/>
      <w:r w:rsidRPr="0049538D">
        <w:rPr>
          <w:rFonts w:eastAsia="Calibri" w:cs="Times New Roman"/>
          <w:szCs w:val="28"/>
        </w:rPr>
        <w:t>инициативного</w:t>
      </w:r>
      <w:proofErr w:type="gramEnd"/>
      <w:r w:rsidRPr="0049538D">
        <w:rPr>
          <w:rFonts w:eastAsia="Calibri" w:cs="Times New Roman"/>
          <w:szCs w:val="28"/>
        </w:rPr>
        <w:t xml:space="preserve"> бюджетирования;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- открытость и гласность процесса реализации проектов инициативного бюджетирования.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6. Организационное обеспечение реализации губернаторского проекта осуществляет проектный офис губернаторского проекта, формируемый ассоциацией «Совет муниципальных образований Ярославской области» и действующий в соответствии с положением, приведенным в приложении 1 к настоящему Положению.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9019E5">
        <w:rPr>
          <w:rFonts w:eastAsia="Calibri" w:cs="Times New Roman"/>
          <w:szCs w:val="28"/>
        </w:rPr>
        <w:t xml:space="preserve">7. Обсуждение и оценку </w:t>
      </w:r>
      <w:r w:rsidR="009019E5" w:rsidRPr="009019E5">
        <w:rPr>
          <w:rFonts w:eastAsia="Calibri" w:cs="Times New Roman"/>
          <w:szCs w:val="28"/>
        </w:rPr>
        <w:t xml:space="preserve">проектов инициативного бюджетирования </w:t>
      </w:r>
      <w:r w:rsidRPr="009019E5">
        <w:rPr>
          <w:rFonts w:eastAsia="Calibri" w:cs="Times New Roman"/>
          <w:szCs w:val="28"/>
        </w:rPr>
        <w:t>проводят общественные комиссии по реализации губернаторского проекта (далее – общественные комиссии), формируемые в городских округах и муниципальных районах области из представителей органов местного самоуправления муниципальных образований области, депутатов Ярославской областной Думы, представителей политических партий и движений, общественных организаций, иных заинтересованных лиц.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Типовой регламент работы общественной комиссии, приведен в приложении 2 к настоящему Положению.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8. Для конкурсного отбора проектов инициативного бюджетирования и координации реализации губернаторского проекта образуется межведомственная комиссия по реализации губернаторского проекта </w:t>
      </w:r>
      <w:r>
        <w:rPr>
          <w:rFonts w:eastAsia="Calibri" w:cs="Times New Roman"/>
          <w:szCs w:val="28"/>
        </w:rPr>
        <w:br/>
      </w:r>
      <w:r w:rsidRPr="0049538D">
        <w:rPr>
          <w:rFonts w:eastAsia="Calibri" w:cs="Times New Roman"/>
          <w:szCs w:val="28"/>
        </w:rPr>
        <w:t>(далее – межведомственная комиссия).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Регламент работы межведомственной комиссии, приведен в приложении 3 к настоящему Положению.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9. Исполнителями губернаторского проекта являются органы исполнительной власти области, структурные подразделения Правительства области, органы местного самоуправления муниципальных образований области, реализующие проекты инициативного бюджетирования. 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10. Реализация губернаторского проекта выполняется следующими этапами: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lastRenderedPageBreak/>
        <w:t>- распространение информации о начале реализации губернаторского проекта;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- формирование проектов </w:t>
      </w:r>
      <w:proofErr w:type="gramStart"/>
      <w:r w:rsidRPr="0049538D">
        <w:rPr>
          <w:rFonts w:eastAsia="Calibri" w:cs="Times New Roman"/>
          <w:szCs w:val="28"/>
        </w:rPr>
        <w:t>инициативного</w:t>
      </w:r>
      <w:proofErr w:type="gramEnd"/>
      <w:r w:rsidRPr="0049538D">
        <w:rPr>
          <w:rFonts w:eastAsia="Calibri" w:cs="Times New Roman"/>
          <w:szCs w:val="28"/>
        </w:rPr>
        <w:t xml:space="preserve"> бюджетирования;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- проведение конкурсного отбора проектов инициативного бюджетирования;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- исполнение проектов </w:t>
      </w:r>
      <w:proofErr w:type="gramStart"/>
      <w:r w:rsidRPr="0049538D">
        <w:rPr>
          <w:rFonts w:eastAsia="Calibri" w:cs="Times New Roman"/>
          <w:szCs w:val="28"/>
        </w:rPr>
        <w:t>инициативного</w:t>
      </w:r>
      <w:proofErr w:type="gramEnd"/>
      <w:r w:rsidRPr="0049538D">
        <w:rPr>
          <w:rFonts w:eastAsia="Calibri" w:cs="Times New Roman"/>
          <w:szCs w:val="28"/>
        </w:rPr>
        <w:t xml:space="preserve"> бюджетирования;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- распространение информации об итогах реализации губернаторского проекта.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График реализации губернаторского проекта (даты наступления контрольных событий) утверждается распоряжением Губернатора области.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11. Проект инициативного бюджетирования </w:t>
      </w:r>
      <w:proofErr w:type="gramStart"/>
      <w:r w:rsidRPr="0049538D">
        <w:rPr>
          <w:rFonts w:eastAsia="Calibri" w:cs="Times New Roman"/>
          <w:szCs w:val="28"/>
        </w:rPr>
        <w:t>формируется и отбирается</w:t>
      </w:r>
      <w:proofErr w:type="gramEnd"/>
      <w:r w:rsidRPr="0049538D">
        <w:rPr>
          <w:rFonts w:eastAsia="Calibri" w:cs="Times New Roman"/>
          <w:szCs w:val="28"/>
        </w:rPr>
        <w:t xml:space="preserve"> с учетом мнения жителей Ярославской области, выражаемого посредством голосования на одном из следующих мероприятий: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- </w:t>
      </w:r>
      <w:proofErr w:type="gramStart"/>
      <w:r w:rsidRPr="0049538D">
        <w:rPr>
          <w:rFonts w:eastAsia="Calibri" w:cs="Times New Roman"/>
          <w:szCs w:val="28"/>
        </w:rPr>
        <w:t>собрании</w:t>
      </w:r>
      <w:proofErr w:type="gramEnd"/>
      <w:r w:rsidRPr="0049538D">
        <w:rPr>
          <w:rFonts w:eastAsia="Calibri" w:cs="Times New Roman"/>
          <w:szCs w:val="28"/>
        </w:rPr>
        <w:t xml:space="preserve"> жителей Ярославской области;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- встрече депутата Ярославской областной Думы с избирателями;</w:t>
      </w:r>
    </w:p>
    <w:p w:rsidR="0049538D" w:rsidRPr="0049538D" w:rsidRDefault="006176BE" w:rsidP="0049538D">
      <w:pPr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proofErr w:type="gramStart"/>
      <w:r w:rsidR="0049538D" w:rsidRPr="0049538D">
        <w:rPr>
          <w:rFonts w:eastAsia="Calibri" w:cs="Times New Roman"/>
          <w:szCs w:val="28"/>
        </w:rPr>
        <w:t>общем</w:t>
      </w:r>
      <w:proofErr w:type="gramEnd"/>
      <w:r w:rsidR="0049538D" w:rsidRPr="0049538D">
        <w:rPr>
          <w:rFonts w:eastAsia="Calibri" w:cs="Times New Roman"/>
          <w:szCs w:val="28"/>
        </w:rPr>
        <w:t xml:space="preserve"> собрании собственников помещений в многоквартирном доме.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12. Результат голосования жителей Ярославской области (решение жителей Ярославской области) оформляется протоколом.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13. Решением жителей Ярославской области создается инициативная группа жителей Ярославской области, задачами которой являются: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- подготовка предложений по формированию паспорта проекта инициативного бюджетирования;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- согласование проекта инициативного бюджетирования;</w:t>
      </w:r>
    </w:p>
    <w:p w:rsidR="0049538D" w:rsidRPr="0049538D" w:rsidRDefault="006176BE" w:rsidP="0049538D">
      <w:pPr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49538D" w:rsidRPr="0049538D">
        <w:rPr>
          <w:rFonts w:eastAsia="Calibri" w:cs="Times New Roman"/>
          <w:szCs w:val="28"/>
        </w:rPr>
        <w:t>участие в сборе средств на софинансирование реализации проекта инициативного бюджетирования;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- содействие реализации проекта инициативного бюджетирования, в том числе путем внесения нефинансового вклада в его исполнение (безвозмездное выполнение работ, предоставление материалов и оборудования);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-</w:t>
      </w:r>
      <w:r w:rsidR="006176BE">
        <w:rPr>
          <w:rFonts w:eastAsia="Calibri" w:cs="Times New Roman"/>
          <w:szCs w:val="28"/>
        </w:rPr>
        <w:t> </w:t>
      </w:r>
      <w:r w:rsidRPr="0049538D">
        <w:rPr>
          <w:rFonts w:eastAsia="Calibri" w:cs="Times New Roman"/>
          <w:szCs w:val="28"/>
        </w:rPr>
        <w:t>участие в приемке результатов проекта инициативного бюджетирования.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14. Паспорт проекта инициативного бюджетирования формируется в соответствии с формой, приведенной в приложении 4 к настоящему Положению.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15. Участие проекта инициативного бюджетирования в конкурсном отборе носит заявительный характер. 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Для участия в конкурсном отборе паспорт проекта инициативного бюджетирования подается инициатором проекта инициативного бюджетирования в проектный офис губернаторского проекта в сроки, установленные графиком реализации губернаторского проекта. 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16.</w:t>
      </w:r>
      <w:r w:rsidR="006176BE">
        <w:rPr>
          <w:rFonts w:eastAsia="Calibri" w:cs="Times New Roman"/>
          <w:szCs w:val="28"/>
        </w:rPr>
        <w:t> </w:t>
      </w:r>
      <w:r w:rsidRPr="0049538D">
        <w:rPr>
          <w:rFonts w:eastAsia="Calibri" w:cs="Times New Roman"/>
          <w:szCs w:val="28"/>
        </w:rPr>
        <w:t>Результаты отбора проектов инициативного бюджетирования утверждаются межведомственной комиссией в соответствии с положением о порядке конкурсного отбора проектов инициативного бюджетирования, который приведен в приложении 5 к настоящему Положению.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lastRenderedPageBreak/>
        <w:t xml:space="preserve">17. Источниками финансирования проектов инициативного бюджетирования являются средства федерального и областного бюджета, местных бюджетов, жителей Ярославской области, индивидуальных предпринимателей и юридических лиц. 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18. Средства федерального и областного бюджетов на реализацию проектов инициативного бюджетирования перечисляются в местные бюджеты в форме субсидий или иных межбюджетных трансфертов.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19. Средства жителей Ярославской области, индивидуальных предпринимателей и юридических лиц на реализацию проектов инициативного бюджетирования перечисляются в местные бюджеты в форме безвозмездных поступлений (добровольных пожертвований). 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20. Жители Ярославской области участвуют в мониторинге реализации проектов инициативного бюджетирования, который организуется проектным офисом губернаторского проекта в информационно-телекоммуникационной сети «Интернет».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21. Инициативная группа жителей Ярославской области привлекается администрацией муниципального образования области, реализующей проект инициативного бюджетирования, к приемке результатов проекта инициативного бюджетирования. 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Приемка результатов проекта инициативного бюджетирования оформляется актом в соответствии с формой, приведенной в приложении 6 к настоящему Положению.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22. </w:t>
      </w:r>
      <w:proofErr w:type="gramStart"/>
      <w:r w:rsidRPr="0049538D">
        <w:rPr>
          <w:rFonts w:eastAsia="Calibri" w:cs="Times New Roman"/>
          <w:szCs w:val="28"/>
        </w:rPr>
        <w:t>Контроль за</w:t>
      </w:r>
      <w:proofErr w:type="gramEnd"/>
      <w:r w:rsidRPr="0049538D">
        <w:rPr>
          <w:rFonts w:eastAsia="Calibri" w:cs="Times New Roman"/>
          <w:szCs w:val="28"/>
        </w:rPr>
        <w:t xml:space="preserve"> реализацией проектов инициативного бюджетирования, целевым и эффективным расходованием бюджетных средств осуществляют межведомственная комиссия, общественные комиссии и исполнители губернаторского проекта.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 xml:space="preserve">23. Общественный </w:t>
      </w:r>
      <w:proofErr w:type="gramStart"/>
      <w:r w:rsidRPr="0049538D">
        <w:rPr>
          <w:rFonts w:eastAsia="Calibri" w:cs="Times New Roman"/>
          <w:szCs w:val="28"/>
        </w:rPr>
        <w:t>контроль за</w:t>
      </w:r>
      <w:proofErr w:type="gramEnd"/>
      <w:r w:rsidRPr="0049538D">
        <w:rPr>
          <w:rFonts w:eastAsia="Calibri" w:cs="Times New Roman"/>
          <w:szCs w:val="28"/>
        </w:rPr>
        <w:t xml:space="preserve"> реализацией губернаторского проекта осуществляют Общественная Палата Ярославской области, общественные советы при органах исполнительной власти Ярославской области.</w:t>
      </w:r>
    </w:p>
    <w:p w:rsidR="0049538D" w:rsidRPr="0049538D" w:rsidRDefault="0049538D" w:rsidP="0049538D">
      <w:pPr>
        <w:jc w:val="both"/>
        <w:rPr>
          <w:rFonts w:eastAsia="Calibri" w:cs="Times New Roman"/>
          <w:szCs w:val="28"/>
        </w:rPr>
      </w:pPr>
      <w:r w:rsidRPr="0049538D">
        <w:rPr>
          <w:rFonts w:eastAsia="Calibri" w:cs="Times New Roman"/>
          <w:szCs w:val="28"/>
        </w:rPr>
        <w:t>К проведению общественного контроля привлекаются инициативные группы жителей Ярославской области.</w:t>
      </w:r>
    </w:p>
    <w:p w:rsidR="00C35BFC" w:rsidRDefault="00C35BFC" w:rsidP="0049538D"/>
    <w:p w:rsidR="00DF35CE" w:rsidRDefault="00DF35CE" w:rsidP="0049538D">
      <w:pPr>
        <w:sectPr w:rsidR="00DF35CE" w:rsidSect="00C35BF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566" w:bottom="1134" w:left="1985" w:header="709" w:footer="709" w:gutter="0"/>
          <w:pgNumType w:start="1"/>
          <w:cols w:space="708"/>
          <w:titlePg/>
          <w:docGrid w:linePitch="360"/>
        </w:sectPr>
      </w:pPr>
    </w:p>
    <w:p w:rsidR="00DF35CE" w:rsidRPr="004202DF" w:rsidRDefault="00DF35CE" w:rsidP="00DF35CE">
      <w:pPr>
        <w:ind w:left="7088" w:firstLine="0"/>
        <w:jc w:val="both"/>
      </w:pPr>
      <w:r w:rsidRPr="004202DF">
        <w:lastRenderedPageBreak/>
        <w:t>Приложение 1</w:t>
      </w:r>
    </w:p>
    <w:p w:rsidR="00DF35CE" w:rsidRPr="004202DF" w:rsidRDefault="00DF35CE" w:rsidP="00DF35CE">
      <w:pPr>
        <w:ind w:left="7088" w:firstLine="0"/>
        <w:jc w:val="both"/>
      </w:pPr>
      <w:r w:rsidRPr="004202DF">
        <w:t>к Положению</w:t>
      </w:r>
    </w:p>
    <w:p w:rsidR="00DF35CE" w:rsidRPr="004202DF" w:rsidRDefault="00DF35CE" w:rsidP="00DF35CE">
      <w:pPr>
        <w:jc w:val="both"/>
      </w:pPr>
    </w:p>
    <w:p w:rsidR="00DF35CE" w:rsidRPr="004202DF" w:rsidRDefault="00DF35CE" w:rsidP="00DF35CE">
      <w:pPr>
        <w:jc w:val="both"/>
      </w:pPr>
    </w:p>
    <w:p w:rsidR="00DF35CE" w:rsidRPr="004202DF" w:rsidRDefault="00DF35CE" w:rsidP="00DF35CE">
      <w:pPr>
        <w:ind w:firstLine="0"/>
        <w:jc w:val="center"/>
        <w:rPr>
          <w:b/>
        </w:rPr>
      </w:pPr>
      <w:r w:rsidRPr="004202DF">
        <w:rPr>
          <w:b/>
        </w:rPr>
        <w:t>ПОЛОЖЕНИЕ</w:t>
      </w:r>
    </w:p>
    <w:p w:rsidR="00DF35CE" w:rsidRPr="004202DF" w:rsidRDefault="00DF35CE" w:rsidP="00DF35CE">
      <w:pPr>
        <w:ind w:firstLine="0"/>
        <w:jc w:val="center"/>
        <w:rPr>
          <w:b/>
        </w:rPr>
      </w:pPr>
      <w:r w:rsidRPr="004202DF">
        <w:rPr>
          <w:b/>
        </w:rPr>
        <w:t>о проектном офисе губернаторского проекта</w:t>
      </w:r>
    </w:p>
    <w:p w:rsidR="00DF35CE" w:rsidRPr="004202DF" w:rsidRDefault="00DF35CE" w:rsidP="00DF35CE">
      <w:pPr>
        <w:ind w:firstLine="0"/>
        <w:jc w:val="center"/>
        <w:rPr>
          <w:b/>
        </w:rPr>
      </w:pPr>
      <w:r w:rsidRPr="004202DF">
        <w:rPr>
          <w:b/>
        </w:rPr>
        <w:t>«Решаем вместе!»</w:t>
      </w:r>
    </w:p>
    <w:p w:rsidR="00DF35CE" w:rsidRPr="004202DF" w:rsidRDefault="00DF35CE" w:rsidP="00DF35CE">
      <w:pPr>
        <w:jc w:val="both"/>
      </w:pPr>
    </w:p>
    <w:p w:rsidR="00DF35CE" w:rsidRPr="004202DF" w:rsidRDefault="00DF35CE" w:rsidP="00DF35CE">
      <w:pPr>
        <w:jc w:val="both"/>
      </w:pPr>
      <w:r w:rsidRPr="004202DF">
        <w:t>1. Проектный офис губернаторского проекта «Решаем вместе!» (далее – проектный офис) формируется ассоциацией «Совет муниципальных образований Ярославской области» с целью организационного сопровождения губернаторского проекта «Решаем вместе!» (далее – губернаторского проекта).</w:t>
      </w:r>
    </w:p>
    <w:p w:rsidR="00DF35CE" w:rsidRPr="004202DF" w:rsidRDefault="00DF35CE" w:rsidP="00DF35CE">
      <w:pPr>
        <w:jc w:val="both"/>
      </w:pPr>
      <w:r w:rsidRPr="004202DF">
        <w:t>2. Компетенцией проектного офиса является:</w:t>
      </w:r>
    </w:p>
    <w:p w:rsidR="00DF35CE" w:rsidRPr="004202DF" w:rsidRDefault="00DF35CE" w:rsidP="00DF35CE">
      <w:pPr>
        <w:jc w:val="both"/>
      </w:pPr>
      <w:r w:rsidRPr="004202DF">
        <w:t>- оказание содействия инициативным группам жителей Ярославской области, инициаторам проектов инициативного бюджетирования;</w:t>
      </w:r>
    </w:p>
    <w:p w:rsidR="00DF35CE" w:rsidRPr="004202DF" w:rsidRDefault="00DF35CE" w:rsidP="00DF35CE">
      <w:pPr>
        <w:jc w:val="both"/>
      </w:pPr>
      <w:r w:rsidRPr="004202DF">
        <w:t>- участие в организации мероприятий по учету мнения жителей Ярославской области, в том числе собраний жителей;</w:t>
      </w:r>
    </w:p>
    <w:p w:rsidR="00DF35CE" w:rsidRPr="004202DF" w:rsidRDefault="00DF35CE" w:rsidP="00DF35CE">
      <w:pPr>
        <w:jc w:val="both"/>
      </w:pPr>
      <w:r w:rsidRPr="004202DF">
        <w:t>- прием паспортов проектов инициативного бюджетирования и  организация конкурсного отбора проектов инициативного бюджетирования;</w:t>
      </w:r>
    </w:p>
    <w:p w:rsidR="00DF35CE" w:rsidRPr="004202DF" w:rsidRDefault="00DF35CE" w:rsidP="00DF35CE">
      <w:pPr>
        <w:jc w:val="both"/>
      </w:pPr>
      <w:r w:rsidRPr="004202DF">
        <w:t xml:space="preserve">- ведение информационных систем по учету проектов </w:t>
      </w:r>
      <w:proofErr w:type="gramStart"/>
      <w:r w:rsidRPr="004202DF">
        <w:t>инициативного</w:t>
      </w:r>
      <w:proofErr w:type="gramEnd"/>
      <w:r w:rsidRPr="004202DF">
        <w:t xml:space="preserve"> бюджетирования;</w:t>
      </w:r>
    </w:p>
    <w:p w:rsidR="00DF35CE" w:rsidRPr="004202DF" w:rsidRDefault="000A7D38" w:rsidP="00DF35CE">
      <w:pPr>
        <w:jc w:val="both"/>
      </w:pPr>
      <w:r>
        <w:t xml:space="preserve">- </w:t>
      </w:r>
      <w:r w:rsidR="00DF35CE" w:rsidRPr="004202DF">
        <w:t xml:space="preserve">сбор информации о реализации проектов </w:t>
      </w:r>
      <w:proofErr w:type="gramStart"/>
      <w:r w:rsidR="00DF35CE" w:rsidRPr="004202DF">
        <w:t>инициативного</w:t>
      </w:r>
      <w:proofErr w:type="gramEnd"/>
      <w:r w:rsidR="00DF35CE" w:rsidRPr="004202DF">
        <w:t xml:space="preserve"> бюджетирования;</w:t>
      </w:r>
    </w:p>
    <w:p w:rsidR="00DF35CE" w:rsidRPr="004202DF" w:rsidRDefault="00DF35CE" w:rsidP="00DF35CE">
      <w:pPr>
        <w:jc w:val="both"/>
      </w:pPr>
      <w:r w:rsidRPr="004202DF">
        <w:t>- организация мониторинга жителями Ярославской области реализации проектов инициативного бюджетирования в информационно-телекоммуникационной сети «Интернет»;</w:t>
      </w:r>
    </w:p>
    <w:p w:rsidR="00DF35CE" w:rsidRPr="004202DF" w:rsidRDefault="00DF35CE" w:rsidP="00DF35CE">
      <w:pPr>
        <w:jc w:val="both"/>
      </w:pPr>
      <w:r w:rsidRPr="004202DF">
        <w:t>- формирование сводной информации об итогах реализации губернаторского проекта.</w:t>
      </w:r>
    </w:p>
    <w:p w:rsidR="00DF35CE" w:rsidRPr="004202DF" w:rsidRDefault="00DF35CE" w:rsidP="00DF35CE">
      <w:pPr>
        <w:jc w:val="both"/>
      </w:pPr>
      <w:r w:rsidRPr="004202DF">
        <w:t>3. Проектный офис вправе:</w:t>
      </w:r>
    </w:p>
    <w:p w:rsidR="00DF35CE" w:rsidRPr="004202DF" w:rsidRDefault="00DF35CE" w:rsidP="00DF35CE">
      <w:pPr>
        <w:jc w:val="both"/>
      </w:pPr>
      <w:r w:rsidRPr="004202DF">
        <w:t xml:space="preserve">- </w:t>
      </w:r>
      <w:proofErr w:type="gramStart"/>
      <w:r w:rsidRPr="004202DF">
        <w:t>запрашивать и получать</w:t>
      </w:r>
      <w:proofErr w:type="gramEnd"/>
      <w:r w:rsidRPr="004202DF">
        <w:t xml:space="preserve"> от органов государственной власти и органов местного самоуправления муниципальных образований области, а также иных организаций информацию и материалы, необходимые для его деятельности;</w:t>
      </w:r>
    </w:p>
    <w:p w:rsidR="00DF35CE" w:rsidRPr="004202DF" w:rsidRDefault="00DF35CE" w:rsidP="00DF35CE">
      <w:pPr>
        <w:jc w:val="both"/>
      </w:pPr>
      <w:r w:rsidRPr="004202DF">
        <w:t>- давать разъяснения по вопросам, входящим в компетенцию проектного офиса;</w:t>
      </w:r>
    </w:p>
    <w:p w:rsidR="00DF35CE" w:rsidRPr="004202DF" w:rsidRDefault="00DF35CE" w:rsidP="00DF35CE">
      <w:pPr>
        <w:jc w:val="both"/>
      </w:pPr>
      <w:r w:rsidRPr="004202DF">
        <w:t>- привлекать на договорной основе к выполнению работ (оказанию услуг), входящих в компетенцию проектного офиса, сторонние организации или экспертов;</w:t>
      </w:r>
    </w:p>
    <w:p w:rsidR="00DF35CE" w:rsidRPr="004202DF" w:rsidRDefault="00DF35CE" w:rsidP="00DF35CE">
      <w:pPr>
        <w:jc w:val="both"/>
      </w:pPr>
      <w:r w:rsidRPr="004202DF">
        <w:t>- направлять представителей для участия в совещаниях или иных мероприятиях, на которых рассматриваются вопросы, входящие в компетенцию проектного офиса.</w:t>
      </w:r>
    </w:p>
    <w:p w:rsidR="00DF35CE" w:rsidRPr="004202DF" w:rsidRDefault="00DF35CE" w:rsidP="00DF35CE">
      <w:pPr>
        <w:jc w:val="both"/>
      </w:pPr>
      <w:r w:rsidRPr="004202DF">
        <w:t>4. Состав проектного офиса включает руководителя и сотрудников проектного офиса.</w:t>
      </w:r>
    </w:p>
    <w:p w:rsidR="00DF35CE" w:rsidRPr="004202DF" w:rsidRDefault="00DF35CE" w:rsidP="00DF35CE">
      <w:pPr>
        <w:jc w:val="both"/>
      </w:pPr>
      <w:r w:rsidRPr="004202DF">
        <w:lastRenderedPageBreak/>
        <w:t>5. Руководитель проектного офиса организует деятельность проектного офиса, внедрение и развитие инициативного бюджетирования на территории Ярославской области.</w:t>
      </w:r>
    </w:p>
    <w:p w:rsidR="00DF35CE" w:rsidRPr="004202DF" w:rsidRDefault="00DF35CE" w:rsidP="00DF35CE">
      <w:pPr>
        <w:jc w:val="both"/>
      </w:pPr>
      <w:r w:rsidRPr="004202DF">
        <w:t>6. Сотрудники проектного офиса выполняют задачи проектного офиса в соответствии с обязанностями, распределенными между ними руководителем проектного офиса.</w:t>
      </w:r>
    </w:p>
    <w:p w:rsidR="00DF35CE" w:rsidRPr="004202DF" w:rsidRDefault="00DF35CE" w:rsidP="00DF35CE">
      <w:pPr>
        <w:jc w:val="both"/>
      </w:pPr>
      <w:r w:rsidRPr="004202DF">
        <w:t xml:space="preserve">7. Деятельность </w:t>
      </w:r>
      <w:r w:rsidR="000A7D38">
        <w:t xml:space="preserve">проектного офиса финансируется </w:t>
      </w:r>
      <w:r w:rsidRPr="004202DF">
        <w:t>средствами областного бюджета в порядке, установленном постановлением Правительства области от 25.03.2013 № 287-п «Об утверждении Порядка предоставления субсидии ассоциации «Совет муниципальных образований Ярославской области» на организацию межмуниципального сотрудничества».</w:t>
      </w:r>
    </w:p>
    <w:p w:rsidR="00DF35CE" w:rsidRPr="004202DF" w:rsidRDefault="00DF35CE" w:rsidP="00DF35CE">
      <w:pPr>
        <w:jc w:val="both"/>
      </w:pPr>
      <w:r w:rsidRPr="004202DF">
        <w:t xml:space="preserve">8. </w:t>
      </w:r>
      <w:proofErr w:type="gramStart"/>
      <w:r w:rsidRPr="004202DF">
        <w:t>Контроль за</w:t>
      </w:r>
      <w:proofErr w:type="gramEnd"/>
      <w:r w:rsidRPr="004202DF">
        <w:t xml:space="preserve"> работой проектного офиса осуществляет межведомственная комиссия по реализации губернаторского проекта.</w:t>
      </w:r>
    </w:p>
    <w:p w:rsidR="00DF35CE" w:rsidRDefault="00DF35CE" w:rsidP="0049538D"/>
    <w:p w:rsidR="00DF35CE" w:rsidRDefault="00DF35CE" w:rsidP="0049538D">
      <w:pPr>
        <w:sectPr w:rsidR="00DF35CE" w:rsidSect="00C35BFC">
          <w:headerReference w:type="default" r:id="rId17"/>
          <w:pgSz w:w="11906" w:h="16838"/>
          <w:pgMar w:top="1134" w:right="566" w:bottom="1134" w:left="1985" w:header="709" w:footer="709" w:gutter="0"/>
          <w:pgNumType w:start="1"/>
          <w:cols w:space="708"/>
          <w:titlePg/>
          <w:docGrid w:linePitch="360"/>
        </w:sectPr>
      </w:pPr>
    </w:p>
    <w:p w:rsidR="00DF35CE" w:rsidRPr="004202DF" w:rsidRDefault="00DF35CE" w:rsidP="00DF35CE">
      <w:pPr>
        <w:ind w:left="7088" w:firstLine="0"/>
        <w:jc w:val="both"/>
      </w:pPr>
      <w:r w:rsidRPr="004202DF">
        <w:lastRenderedPageBreak/>
        <w:t>Приложение 2</w:t>
      </w:r>
    </w:p>
    <w:p w:rsidR="00DF35CE" w:rsidRPr="004202DF" w:rsidRDefault="00DF35CE" w:rsidP="00DF35CE">
      <w:pPr>
        <w:ind w:left="7088" w:firstLine="0"/>
        <w:jc w:val="both"/>
      </w:pPr>
      <w:r w:rsidRPr="004202DF">
        <w:t>к Положению</w:t>
      </w:r>
    </w:p>
    <w:p w:rsidR="00DF35CE" w:rsidRPr="004202DF" w:rsidRDefault="00DF35CE" w:rsidP="00DF35CE">
      <w:pPr>
        <w:jc w:val="both"/>
      </w:pPr>
    </w:p>
    <w:p w:rsidR="00DF35CE" w:rsidRPr="004202DF" w:rsidRDefault="00DF35CE" w:rsidP="00DF35CE">
      <w:pPr>
        <w:jc w:val="both"/>
      </w:pPr>
    </w:p>
    <w:p w:rsidR="00DF35CE" w:rsidRPr="004202DF" w:rsidRDefault="00DF35CE" w:rsidP="00DF35CE">
      <w:pPr>
        <w:ind w:firstLine="0"/>
        <w:jc w:val="center"/>
        <w:rPr>
          <w:b/>
        </w:rPr>
      </w:pPr>
      <w:r w:rsidRPr="004202DF">
        <w:rPr>
          <w:b/>
        </w:rPr>
        <w:t>ТИПОВОЙ РЕГЛАМЕНТ</w:t>
      </w:r>
    </w:p>
    <w:p w:rsidR="00DF35CE" w:rsidRPr="004202DF" w:rsidRDefault="00DF35CE" w:rsidP="00DF35CE">
      <w:pPr>
        <w:ind w:firstLine="0"/>
        <w:jc w:val="center"/>
        <w:rPr>
          <w:b/>
        </w:rPr>
      </w:pPr>
      <w:r w:rsidRPr="004202DF">
        <w:rPr>
          <w:b/>
        </w:rPr>
        <w:t>работы общественной комиссии</w:t>
      </w:r>
    </w:p>
    <w:p w:rsidR="00DF35CE" w:rsidRPr="004202DF" w:rsidRDefault="00DF35CE" w:rsidP="00DF35CE">
      <w:pPr>
        <w:ind w:firstLine="0"/>
        <w:jc w:val="center"/>
        <w:rPr>
          <w:b/>
        </w:rPr>
      </w:pPr>
      <w:r w:rsidRPr="004202DF">
        <w:rPr>
          <w:b/>
        </w:rPr>
        <w:t>по реализации губернаторского проекта «Решаем вместе!»</w:t>
      </w:r>
    </w:p>
    <w:p w:rsidR="00DF35CE" w:rsidRPr="004202DF" w:rsidRDefault="00DF35CE" w:rsidP="00DF35CE">
      <w:pPr>
        <w:jc w:val="both"/>
      </w:pPr>
    </w:p>
    <w:p w:rsidR="00DF35CE" w:rsidRPr="004202DF" w:rsidRDefault="00DF35CE" w:rsidP="00DF35CE">
      <w:pPr>
        <w:jc w:val="both"/>
      </w:pPr>
      <w:r w:rsidRPr="004202DF">
        <w:t xml:space="preserve">1. Настоящий Регламент определяет функции, порядок формирования и организации работы общественной комиссии по реализации губернаторского проекта «Решаем вместе!» (далее – </w:t>
      </w:r>
      <w:r w:rsidR="00EC20C3" w:rsidRPr="00EC20C3">
        <w:t>общественн</w:t>
      </w:r>
      <w:r w:rsidR="00EC20C3">
        <w:t>ая</w:t>
      </w:r>
      <w:r w:rsidR="00EC20C3" w:rsidRPr="00EC20C3">
        <w:t xml:space="preserve"> </w:t>
      </w:r>
      <w:r w:rsidRPr="004202DF">
        <w:t xml:space="preserve">комиссия). </w:t>
      </w:r>
    </w:p>
    <w:p w:rsidR="00DF35CE" w:rsidRPr="004202DF" w:rsidRDefault="00DF35CE" w:rsidP="00DF35CE">
      <w:pPr>
        <w:jc w:val="both"/>
      </w:pPr>
      <w:r w:rsidRPr="004202DF">
        <w:t xml:space="preserve">2. </w:t>
      </w:r>
      <w:r w:rsidR="00EC20C3">
        <w:t>О</w:t>
      </w:r>
      <w:r w:rsidR="00EC20C3" w:rsidRPr="00EC20C3">
        <w:t>бщественн</w:t>
      </w:r>
      <w:r w:rsidR="00EC20C3">
        <w:t>ая</w:t>
      </w:r>
      <w:r w:rsidR="00EC20C3" w:rsidRPr="00EC20C3">
        <w:t xml:space="preserve"> </w:t>
      </w:r>
      <w:r w:rsidR="00EC20C3">
        <w:t>к</w:t>
      </w:r>
      <w:r w:rsidR="00EC20C3" w:rsidRPr="004202DF">
        <w:t>омисси</w:t>
      </w:r>
      <w:r w:rsidR="00EC20C3">
        <w:t>я</w:t>
      </w:r>
      <w:r w:rsidRPr="004202DF">
        <w:t xml:space="preserve"> осуществляет деятельность на территории городского округа, муниципального района области.</w:t>
      </w:r>
    </w:p>
    <w:p w:rsidR="00DF35CE" w:rsidRPr="004202DF" w:rsidRDefault="00DF35CE" w:rsidP="00DF35CE">
      <w:pPr>
        <w:jc w:val="both"/>
      </w:pPr>
      <w:r w:rsidRPr="004202DF">
        <w:t xml:space="preserve">3. Функциями </w:t>
      </w:r>
      <w:r w:rsidR="00EC20C3" w:rsidRPr="00EC20C3">
        <w:t>общественн</w:t>
      </w:r>
      <w:r w:rsidR="00EC20C3">
        <w:t>ой</w:t>
      </w:r>
      <w:r w:rsidR="00EC20C3" w:rsidRPr="00EC20C3">
        <w:t xml:space="preserve"> </w:t>
      </w:r>
      <w:r w:rsidRPr="004202DF">
        <w:t>комиссии являются:</w:t>
      </w:r>
    </w:p>
    <w:p w:rsidR="00DF35CE" w:rsidRPr="004202DF" w:rsidRDefault="00DF35CE" w:rsidP="00DF35CE">
      <w:pPr>
        <w:jc w:val="both"/>
      </w:pPr>
      <w:r w:rsidRPr="004202DF">
        <w:t xml:space="preserve">- </w:t>
      </w:r>
      <w:r w:rsidR="000C28F2">
        <w:t>координация</w:t>
      </w:r>
      <w:r w:rsidRPr="004202DF">
        <w:t xml:space="preserve"> взаимодействия с жителями Ярославской области по выбору и обсуждению проектов инициативного бюджетирования;</w:t>
      </w:r>
    </w:p>
    <w:p w:rsidR="00DF35CE" w:rsidRDefault="00DF35CE" w:rsidP="00DF35CE">
      <w:pPr>
        <w:jc w:val="both"/>
      </w:pPr>
      <w:r w:rsidRPr="004202DF">
        <w:t xml:space="preserve">- рассмотрение проектов </w:t>
      </w:r>
      <w:proofErr w:type="gramStart"/>
      <w:r w:rsidRPr="004202DF">
        <w:t>инициативного</w:t>
      </w:r>
      <w:proofErr w:type="gramEnd"/>
      <w:r w:rsidRPr="004202DF">
        <w:t xml:space="preserve"> бюджетирования;</w:t>
      </w:r>
    </w:p>
    <w:p w:rsidR="00C070F5" w:rsidRPr="004202DF" w:rsidRDefault="00C070F5" w:rsidP="00DF35CE">
      <w:pPr>
        <w:jc w:val="both"/>
      </w:pPr>
      <w:r>
        <w:t xml:space="preserve">- выдача рекомендаций по доработке проектов </w:t>
      </w:r>
      <w:proofErr w:type="gramStart"/>
      <w:r>
        <w:t>инициативного</w:t>
      </w:r>
      <w:proofErr w:type="gramEnd"/>
      <w:r>
        <w:t xml:space="preserve"> бюджетирования или их направлении на конкурсный отбор;</w:t>
      </w:r>
    </w:p>
    <w:p w:rsidR="00DF35CE" w:rsidRPr="004202DF" w:rsidRDefault="00DF35CE" w:rsidP="00DF35CE">
      <w:pPr>
        <w:jc w:val="both"/>
      </w:pPr>
      <w:r w:rsidRPr="004202DF">
        <w:t>-</w:t>
      </w:r>
      <w:r w:rsidR="00264629">
        <w:t> </w:t>
      </w:r>
      <w:r w:rsidRPr="004202DF">
        <w:t>оказание содействия инициаторам проектов инициативного бюджетирования</w:t>
      </w:r>
      <w:r w:rsidR="002E1FF3">
        <w:t xml:space="preserve"> </w:t>
      </w:r>
      <w:r w:rsidR="009019E5">
        <w:t>по организации</w:t>
      </w:r>
      <w:r w:rsidR="002E1FF3">
        <w:t xml:space="preserve"> взаимодействи</w:t>
      </w:r>
      <w:r w:rsidR="009019E5">
        <w:t>я</w:t>
      </w:r>
      <w:r w:rsidR="002E1FF3">
        <w:t xml:space="preserve"> с</w:t>
      </w:r>
      <w:r w:rsidRPr="004202DF">
        <w:t xml:space="preserve"> проектн</w:t>
      </w:r>
      <w:r w:rsidR="002E1FF3">
        <w:t>ым</w:t>
      </w:r>
      <w:r w:rsidRPr="004202DF">
        <w:t xml:space="preserve"> офис</w:t>
      </w:r>
      <w:r w:rsidR="002E1FF3">
        <w:t>ом</w:t>
      </w:r>
      <w:r w:rsidRPr="004202DF">
        <w:t xml:space="preserve"> губернаторского проекта «Решаем вместе!» (далее </w:t>
      </w:r>
      <w:r w:rsidR="00845373">
        <w:rPr>
          <w:rFonts w:cs="Times New Roman"/>
        </w:rPr>
        <w:t>–</w:t>
      </w:r>
      <w:r w:rsidRPr="004202DF">
        <w:t xml:space="preserve"> губернаторский проект);</w:t>
      </w:r>
    </w:p>
    <w:p w:rsidR="00DF35CE" w:rsidRPr="004202DF" w:rsidRDefault="00DF35CE" w:rsidP="00DF35CE">
      <w:pPr>
        <w:jc w:val="both"/>
      </w:pPr>
      <w:r w:rsidRPr="004202DF">
        <w:t>- координация реализации проектов инициативного бюджетирования и исполнителей губернаторского проекта;</w:t>
      </w:r>
    </w:p>
    <w:p w:rsidR="00DF35CE" w:rsidRPr="004202DF" w:rsidRDefault="00DF35CE" w:rsidP="00DF35CE">
      <w:pPr>
        <w:jc w:val="both"/>
      </w:pPr>
      <w:r w:rsidRPr="004202DF">
        <w:t xml:space="preserve">- обеспечение </w:t>
      </w:r>
      <w:proofErr w:type="gramStart"/>
      <w:r w:rsidRPr="004202DF">
        <w:t>контроля за</w:t>
      </w:r>
      <w:proofErr w:type="gramEnd"/>
      <w:r w:rsidRPr="004202DF">
        <w:t xml:space="preserve"> выполнением проектов инициативного бюджетирования;</w:t>
      </w:r>
    </w:p>
    <w:p w:rsidR="00DF35CE" w:rsidRPr="004202DF" w:rsidRDefault="00DF35CE" w:rsidP="00DF35CE">
      <w:pPr>
        <w:jc w:val="both"/>
      </w:pPr>
      <w:r w:rsidRPr="004202DF">
        <w:t>-</w:t>
      </w:r>
      <w:r w:rsidR="00264629">
        <w:t> </w:t>
      </w:r>
      <w:r w:rsidRPr="004202DF">
        <w:t xml:space="preserve">формирование рекомендаций по развитию </w:t>
      </w:r>
      <w:proofErr w:type="gramStart"/>
      <w:r w:rsidRPr="004202DF">
        <w:t>инициативного</w:t>
      </w:r>
      <w:proofErr w:type="gramEnd"/>
      <w:r w:rsidRPr="004202DF">
        <w:t xml:space="preserve"> бюджетирования на территории Ярославской области.</w:t>
      </w:r>
    </w:p>
    <w:p w:rsidR="00DF35CE" w:rsidRPr="004202DF" w:rsidRDefault="00DF35CE" w:rsidP="00DF35CE">
      <w:pPr>
        <w:jc w:val="both"/>
      </w:pPr>
      <w:r>
        <w:t>4</w:t>
      </w:r>
      <w:r w:rsidRPr="004202DF">
        <w:t>. </w:t>
      </w:r>
      <w:r w:rsidR="00EC20C3">
        <w:t>О</w:t>
      </w:r>
      <w:r w:rsidR="00EC20C3" w:rsidRPr="00EC20C3">
        <w:t>бщественн</w:t>
      </w:r>
      <w:r w:rsidR="00EC20C3">
        <w:t>ая</w:t>
      </w:r>
      <w:r w:rsidR="00EC20C3" w:rsidRPr="00EC20C3">
        <w:t xml:space="preserve"> </w:t>
      </w:r>
      <w:r w:rsidR="00EC20C3">
        <w:t>к</w:t>
      </w:r>
      <w:r w:rsidRPr="004202DF">
        <w:t>омисси</w:t>
      </w:r>
      <w:r w:rsidR="00EC20C3">
        <w:t>я</w:t>
      </w:r>
      <w:r w:rsidRPr="004202DF">
        <w:t xml:space="preserve"> состоит из председателя, заместителя председателя и членов комиссии. </w:t>
      </w:r>
    </w:p>
    <w:p w:rsidR="00DF35CE" w:rsidRPr="004202DF" w:rsidRDefault="00DF35CE" w:rsidP="00DF35CE">
      <w:pPr>
        <w:jc w:val="both"/>
      </w:pPr>
      <w:r>
        <w:t>5</w:t>
      </w:r>
      <w:r w:rsidRPr="004202DF">
        <w:t xml:space="preserve">. Состав </w:t>
      </w:r>
      <w:r w:rsidR="00EC20C3" w:rsidRPr="00EC20C3">
        <w:t>общественн</w:t>
      </w:r>
      <w:r w:rsidR="00EC20C3">
        <w:t>ой</w:t>
      </w:r>
      <w:r w:rsidR="00EC20C3" w:rsidRPr="00EC20C3">
        <w:t xml:space="preserve"> </w:t>
      </w:r>
      <w:r w:rsidRPr="004202DF">
        <w:t>комиссии утверждается постановлением администрации городского округа, муниципального района.</w:t>
      </w:r>
    </w:p>
    <w:p w:rsidR="00DF35CE" w:rsidRPr="004202DF" w:rsidRDefault="00DF35CE" w:rsidP="00DF35CE">
      <w:pPr>
        <w:jc w:val="both"/>
      </w:pPr>
      <w:r>
        <w:t>6</w:t>
      </w:r>
      <w:r w:rsidRPr="004202DF">
        <w:t xml:space="preserve">. Заседание </w:t>
      </w:r>
      <w:r w:rsidR="00EC20C3" w:rsidRPr="009019E5">
        <w:rPr>
          <w:rFonts w:eastAsia="Calibri" w:cs="Times New Roman"/>
          <w:szCs w:val="28"/>
        </w:rPr>
        <w:t>общественн</w:t>
      </w:r>
      <w:r w:rsidR="00EC20C3">
        <w:rPr>
          <w:rFonts w:eastAsia="Calibri" w:cs="Times New Roman"/>
          <w:szCs w:val="28"/>
        </w:rPr>
        <w:t>ой</w:t>
      </w:r>
      <w:r w:rsidR="00EC20C3" w:rsidRPr="004202DF">
        <w:t xml:space="preserve"> </w:t>
      </w:r>
      <w:r w:rsidRPr="004202DF">
        <w:t xml:space="preserve">комиссии проводит председатель комиссии, в отсутствие председателя – заместитель председателя </w:t>
      </w:r>
      <w:bookmarkStart w:id="0" w:name="_GoBack"/>
      <w:bookmarkEnd w:id="0"/>
      <w:r w:rsidRPr="004202DF">
        <w:t>комиссии</w:t>
      </w:r>
      <w:r w:rsidRPr="004202DF">
        <w:rPr>
          <w:color w:val="00B050"/>
        </w:rPr>
        <w:t>.</w:t>
      </w:r>
    </w:p>
    <w:p w:rsidR="00DF35CE" w:rsidRPr="004202DF" w:rsidRDefault="00DF35CE" w:rsidP="00DF35CE">
      <w:pPr>
        <w:jc w:val="both"/>
      </w:pPr>
      <w:r w:rsidRPr="004202DF">
        <w:t xml:space="preserve">Заседание </w:t>
      </w:r>
      <w:r w:rsidR="00EC20C3" w:rsidRPr="00EC20C3">
        <w:t>общественн</w:t>
      </w:r>
      <w:r w:rsidR="00EC20C3">
        <w:t>ой</w:t>
      </w:r>
      <w:r w:rsidR="00EC20C3" w:rsidRPr="00EC20C3">
        <w:t xml:space="preserve"> </w:t>
      </w:r>
      <w:r w:rsidRPr="004202DF">
        <w:t>комиссии считается правомочным, если в нем участвуют более половины от общего числа ее членов.</w:t>
      </w:r>
    </w:p>
    <w:p w:rsidR="00DF35CE" w:rsidRPr="004202DF" w:rsidRDefault="00DF35CE" w:rsidP="00DF35CE">
      <w:pPr>
        <w:jc w:val="both"/>
      </w:pPr>
      <w:r>
        <w:t>7</w:t>
      </w:r>
      <w:r w:rsidRPr="004202DF">
        <w:t xml:space="preserve">. Решения </w:t>
      </w:r>
      <w:r w:rsidR="00EC20C3" w:rsidRPr="00EC20C3">
        <w:t>общественн</w:t>
      </w:r>
      <w:r w:rsidR="00EC20C3">
        <w:t>ой</w:t>
      </w:r>
      <w:r w:rsidR="00EC20C3" w:rsidRPr="00EC20C3">
        <w:t xml:space="preserve"> </w:t>
      </w:r>
      <w:r w:rsidRPr="004202DF">
        <w:t xml:space="preserve">комиссии принимаются большинством голосов от числа присутствующих на заседании членов комиссии. В случае равенства голосов решающим является голос председательствующего на заседании </w:t>
      </w:r>
      <w:r w:rsidR="00EC20C3" w:rsidRPr="009019E5">
        <w:rPr>
          <w:rFonts w:eastAsia="Calibri" w:cs="Times New Roman"/>
          <w:szCs w:val="28"/>
        </w:rPr>
        <w:t>общественн</w:t>
      </w:r>
      <w:r w:rsidR="00EC20C3">
        <w:rPr>
          <w:rFonts w:eastAsia="Calibri" w:cs="Times New Roman"/>
          <w:szCs w:val="28"/>
        </w:rPr>
        <w:t>ой</w:t>
      </w:r>
      <w:r w:rsidR="00EC20C3" w:rsidRPr="004202DF">
        <w:t xml:space="preserve"> </w:t>
      </w:r>
      <w:r w:rsidRPr="004202DF">
        <w:t>комиссии.</w:t>
      </w:r>
    </w:p>
    <w:p w:rsidR="00DF35CE" w:rsidRPr="004202DF" w:rsidRDefault="00DF35CE" w:rsidP="00DF35CE">
      <w:pPr>
        <w:jc w:val="both"/>
      </w:pPr>
      <w:r w:rsidRPr="004202DF">
        <w:t xml:space="preserve">Решения </w:t>
      </w:r>
      <w:r w:rsidR="00EC20C3" w:rsidRPr="009019E5">
        <w:rPr>
          <w:rFonts w:eastAsia="Calibri" w:cs="Times New Roman"/>
          <w:szCs w:val="28"/>
        </w:rPr>
        <w:t>общественн</w:t>
      </w:r>
      <w:r w:rsidR="00EC20C3">
        <w:rPr>
          <w:rFonts w:eastAsia="Calibri" w:cs="Times New Roman"/>
          <w:szCs w:val="28"/>
        </w:rPr>
        <w:t>ой</w:t>
      </w:r>
      <w:r w:rsidR="00EC20C3" w:rsidRPr="004202DF">
        <w:t xml:space="preserve"> </w:t>
      </w:r>
      <w:r w:rsidRPr="004202DF">
        <w:t xml:space="preserve">комиссии оформляются протоколами, которые подписывает председательствующий на заседании </w:t>
      </w:r>
      <w:r w:rsidR="00EC20C3" w:rsidRPr="009019E5">
        <w:rPr>
          <w:rFonts w:eastAsia="Calibri" w:cs="Times New Roman"/>
          <w:szCs w:val="28"/>
        </w:rPr>
        <w:t>общественн</w:t>
      </w:r>
      <w:r w:rsidR="00EC20C3">
        <w:rPr>
          <w:rFonts w:eastAsia="Calibri" w:cs="Times New Roman"/>
          <w:szCs w:val="28"/>
        </w:rPr>
        <w:t>ой</w:t>
      </w:r>
      <w:r w:rsidR="00EC20C3" w:rsidRPr="004202DF">
        <w:t xml:space="preserve"> </w:t>
      </w:r>
      <w:r w:rsidRPr="004202DF">
        <w:t xml:space="preserve">комиссии. </w:t>
      </w:r>
    </w:p>
    <w:p w:rsidR="00DF35CE" w:rsidRPr="004202DF" w:rsidRDefault="00DF35CE" w:rsidP="00DF35CE">
      <w:pPr>
        <w:jc w:val="both"/>
      </w:pPr>
      <w:r>
        <w:t>8</w:t>
      </w:r>
      <w:r w:rsidRPr="004202DF">
        <w:t xml:space="preserve">. Протоколы </w:t>
      </w:r>
      <w:r w:rsidR="00EC20C3" w:rsidRPr="009019E5">
        <w:rPr>
          <w:rFonts w:eastAsia="Calibri" w:cs="Times New Roman"/>
          <w:szCs w:val="28"/>
        </w:rPr>
        <w:t>общественн</w:t>
      </w:r>
      <w:r w:rsidR="00EC20C3">
        <w:rPr>
          <w:rFonts w:eastAsia="Calibri" w:cs="Times New Roman"/>
          <w:szCs w:val="28"/>
        </w:rPr>
        <w:t>ой</w:t>
      </w:r>
      <w:r w:rsidR="00EC20C3" w:rsidRPr="004202DF">
        <w:t xml:space="preserve"> </w:t>
      </w:r>
      <w:r w:rsidRPr="004202DF">
        <w:t>комиссии в семидневный срок после подписания размещаются в информационно-телекоммуникационной сети «Интернет».</w:t>
      </w:r>
    </w:p>
    <w:p w:rsidR="00DF35CE" w:rsidRPr="004202DF" w:rsidRDefault="00DF35CE" w:rsidP="00DF35CE">
      <w:pPr>
        <w:jc w:val="both"/>
      </w:pPr>
      <w:r>
        <w:lastRenderedPageBreak/>
        <w:t>9</w:t>
      </w:r>
      <w:r w:rsidRPr="004202DF">
        <w:t>. </w:t>
      </w:r>
      <w:r w:rsidR="00EC20C3">
        <w:t>О</w:t>
      </w:r>
      <w:r w:rsidR="00EC20C3" w:rsidRPr="009019E5">
        <w:rPr>
          <w:rFonts w:eastAsia="Calibri" w:cs="Times New Roman"/>
          <w:szCs w:val="28"/>
        </w:rPr>
        <w:t>бщественн</w:t>
      </w:r>
      <w:r w:rsidR="00EC20C3">
        <w:rPr>
          <w:rFonts w:eastAsia="Calibri" w:cs="Times New Roman"/>
          <w:szCs w:val="28"/>
        </w:rPr>
        <w:t>ая</w:t>
      </w:r>
      <w:r w:rsidR="00EC20C3" w:rsidRPr="004202DF">
        <w:t xml:space="preserve"> </w:t>
      </w:r>
      <w:r w:rsidR="00EC20C3">
        <w:t>к</w:t>
      </w:r>
      <w:r w:rsidRPr="004202DF">
        <w:t>омисси</w:t>
      </w:r>
      <w:r w:rsidR="00EC20C3">
        <w:t>я</w:t>
      </w:r>
      <w:r w:rsidRPr="004202DF">
        <w:t xml:space="preserve"> в пределах своей компетенции вправе </w:t>
      </w:r>
      <w:proofErr w:type="gramStart"/>
      <w:r w:rsidRPr="004202DF">
        <w:t>запрашивать и получать</w:t>
      </w:r>
      <w:proofErr w:type="gramEnd"/>
      <w:r w:rsidRPr="004202DF">
        <w:t xml:space="preserve"> от администраций поселений, входящих в состав муниципального района, а также иных организаций документы и информацию, необходимые для ее деятельности.</w:t>
      </w:r>
    </w:p>
    <w:p w:rsidR="00DF35CE" w:rsidRDefault="00DF35CE" w:rsidP="009E34A7">
      <w:pPr>
        <w:jc w:val="both"/>
      </w:pPr>
      <w:r>
        <w:t>10</w:t>
      </w:r>
      <w:r w:rsidRPr="004202DF">
        <w:t xml:space="preserve">. Организация деятельности </w:t>
      </w:r>
      <w:r w:rsidR="00EC20C3" w:rsidRPr="009019E5">
        <w:rPr>
          <w:rFonts w:eastAsia="Calibri" w:cs="Times New Roman"/>
          <w:szCs w:val="28"/>
        </w:rPr>
        <w:t>общественн</w:t>
      </w:r>
      <w:r w:rsidR="00EC20C3">
        <w:rPr>
          <w:rFonts w:eastAsia="Calibri" w:cs="Times New Roman"/>
          <w:szCs w:val="28"/>
        </w:rPr>
        <w:t>ой</w:t>
      </w:r>
      <w:r w:rsidR="00EC20C3" w:rsidRPr="004202DF">
        <w:t xml:space="preserve"> </w:t>
      </w:r>
      <w:r w:rsidRPr="004202DF">
        <w:t>комиссии возлагается на администрацию городского округа, муниципального района</w:t>
      </w:r>
      <w:r w:rsidR="00EC20C3">
        <w:t xml:space="preserve"> области</w:t>
      </w:r>
      <w:r w:rsidRPr="004202DF">
        <w:t>.</w:t>
      </w:r>
    </w:p>
    <w:p w:rsidR="00845373" w:rsidRDefault="00845373" w:rsidP="00DF35CE"/>
    <w:p w:rsidR="00C80625" w:rsidRDefault="00C80625" w:rsidP="00DF35CE">
      <w:pPr>
        <w:sectPr w:rsidR="00C80625" w:rsidSect="00C35BFC">
          <w:pgSz w:w="11906" w:h="16838"/>
          <w:pgMar w:top="1134" w:right="566" w:bottom="1134" w:left="1985" w:header="709" w:footer="709" w:gutter="0"/>
          <w:pgNumType w:start="1"/>
          <w:cols w:space="708"/>
          <w:titlePg/>
          <w:docGrid w:linePitch="360"/>
        </w:sectPr>
      </w:pPr>
    </w:p>
    <w:p w:rsidR="00C80625" w:rsidRPr="004202DF" w:rsidRDefault="00C80625" w:rsidP="00C80625">
      <w:pPr>
        <w:ind w:left="7088" w:firstLine="0"/>
        <w:jc w:val="both"/>
      </w:pPr>
      <w:r w:rsidRPr="004202DF">
        <w:lastRenderedPageBreak/>
        <w:t>Приложение 3</w:t>
      </w:r>
    </w:p>
    <w:p w:rsidR="00C80625" w:rsidRPr="004202DF" w:rsidRDefault="00C80625" w:rsidP="00C80625">
      <w:pPr>
        <w:ind w:left="7088" w:firstLine="0"/>
        <w:jc w:val="both"/>
      </w:pPr>
      <w:r w:rsidRPr="004202DF">
        <w:t>к Положению</w:t>
      </w:r>
    </w:p>
    <w:p w:rsidR="00C80625" w:rsidRPr="004202DF" w:rsidRDefault="00C80625" w:rsidP="00C80625">
      <w:pPr>
        <w:ind w:firstLine="0"/>
        <w:jc w:val="center"/>
        <w:rPr>
          <w:b/>
        </w:rPr>
      </w:pPr>
    </w:p>
    <w:p w:rsidR="00C80625" w:rsidRPr="004202DF" w:rsidRDefault="00C80625" w:rsidP="00C80625">
      <w:pPr>
        <w:ind w:firstLine="0"/>
        <w:jc w:val="center"/>
        <w:rPr>
          <w:b/>
        </w:rPr>
      </w:pPr>
    </w:p>
    <w:p w:rsidR="00C80625" w:rsidRPr="004202DF" w:rsidRDefault="00C80625" w:rsidP="00C80625">
      <w:pPr>
        <w:ind w:firstLine="0"/>
        <w:jc w:val="center"/>
        <w:rPr>
          <w:b/>
        </w:rPr>
      </w:pPr>
      <w:r w:rsidRPr="004202DF">
        <w:rPr>
          <w:b/>
        </w:rPr>
        <w:t>РЕГЛАМЕНТ</w:t>
      </w:r>
    </w:p>
    <w:p w:rsidR="00C80625" w:rsidRPr="004202DF" w:rsidRDefault="00C80625" w:rsidP="00C80625">
      <w:pPr>
        <w:ind w:firstLine="0"/>
        <w:jc w:val="center"/>
        <w:rPr>
          <w:b/>
        </w:rPr>
      </w:pPr>
      <w:r w:rsidRPr="004202DF">
        <w:rPr>
          <w:b/>
        </w:rPr>
        <w:t xml:space="preserve">работы межведомственной комиссии </w:t>
      </w:r>
    </w:p>
    <w:p w:rsidR="00C80625" w:rsidRPr="004202DF" w:rsidRDefault="00C80625" w:rsidP="00C80625">
      <w:pPr>
        <w:ind w:firstLine="0"/>
        <w:jc w:val="center"/>
        <w:rPr>
          <w:b/>
        </w:rPr>
      </w:pPr>
      <w:r w:rsidRPr="004202DF">
        <w:rPr>
          <w:b/>
        </w:rPr>
        <w:t>по реализации губернаторского проекта «Решаем вместе!»</w:t>
      </w:r>
    </w:p>
    <w:p w:rsidR="00C80625" w:rsidRPr="004202DF" w:rsidRDefault="00C80625" w:rsidP="00C80625">
      <w:pPr>
        <w:ind w:firstLine="0"/>
        <w:jc w:val="center"/>
      </w:pPr>
    </w:p>
    <w:p w:rsidR="00C80625" w:rsidRPr="004202DF" w:rsidRDefault="00C80625" w:rsidP="00C80625">
      <w:pPr>
        <w:jc w:val="both"/>
      </w:pPr>
      <w:r w:rsidRPr="004202DF">
        <w:t xml:space="preserve">1. Настоящий Регламент определяет функции, порядок формирования и организации работы межведомственной комиссии по реализации губернаторского проекта «Решаем вместе!» (далее – </w:t>
      </w:r>
      <w:r w:rsidR="001A6A8E" w:rsidRPr="001A6A8E">
        <w:t xml:space="preserve">межведомственная </w:t>
      </w:r>
      <w:r w:rsidRPr="004202DF">
        <w:t>комиссия).</w:t>
      </w:r>
    </w:p>
    <w:p w:rsidR="00C80625" w:rsidRPr="004202DF" w:rsidRDefault="00C80625" w:rsidP="00C80625">
      <w:pPr>
        <w:jc w:val="both"/>
      </w:pPr>
      <w:r w:rsidRPr="004202DF">
        <w:t xml:space="preserve">2. Функциями </w:t>
      </w:r>
      <w:r w:rsidR="001A6A8E" w:rsidRPr="001A6A8E">
        <w:t>межведомственн</w:t>
      </w:r>
      <w:r w:rsidR="001A6A8E">
        <w:t>ой</w:t>
      </w:r>
      <w:r w:rsidR="001A6A8E" w:rsidRPr="001A6A8E">
        <w:t xml:space="preserve"> </w:t>
      </w:r>
      <w:r w:rsidRPr="004202DF">
        <w:t>комиссии являются:</w:t>
      </w:r>
    </w:p>
    <w:p w:rsidR="00C80625" w:rsidRPr="004202DF" w:rsidRDefault="00C80625" w:rsidP="00C80625">
      <w:pPr>
        <w:jc w:val="both"/>
      </w:pPr>
      <w:r w:rsidRPr="004202DF">
        <w:t>-</w:t>
      </w:r>
      <w:r w:rsidR="00264629">
        <w:t> </w:t>
      </w:r>
      <w:r w:rsidRPr="004202DF">
        <w:t>утверждение результатов конкурсного отбора проектов инициативного бюджетирования;</w:t>
      </w:r>
    </w:p>
    <w:p w:rsidR="00C80625" w:rsidRPr="004202DF" w:rsidRDefault="00C80625" w:rsidP="00C80625">
      <w:pPr>
        <w:jc w:val="both"/>
      </w:pPr>
      <w:r w:rsidRPr="004202DF">
        <w:t xml:space="preserve">- подготовка предложений Правительству области о распределении бюджетных средств, предусмотренных на реализацию проектов инициативного бюджетирования, между муниципальными образованиями области, подпрограммами и основными мероприятиями государственных программ Ярославской области; </w:t>
      </w:r>
    </w:p>
    <w:p w:rsidR="00C80625" w:rsidRPr="004202DF" w:rsidRDefault="00C80625" w:rsidP="00C80625">
      <w:pPr>
        <w:jc w:val="both"/>
      </w:pPr>
      <w:r w:rsidRPr="004202DF">
        <w:t>-</w:t>
      </w:r>
      <w:r w:rsidR="00264629">
        <w:t> </w:t>
      </w:r>
      <w:r w:rsidRPr="004202DF">
        <w:t xml:space="preserve">организация </w:t>
      </w:r>
      <w:proofErr w:type="gramStart"/>
      <w:r w:rsidRPr="004202DF">
        <w:t>контроля за</w:t>
      </w:r>
      <w:proofErr w:type="gramEnd"/>
      <w:r w:rsidRPr="004202DF">
        <w:t xml:space="preserve"> исполнением проектов инициативного бюджетирования и результатами работ;</w:t>
      </w:r>
    </w:p>
    <w:p w:rsidR="00C80625" w:rsidRPr="004202DF" w:rsidRDefault="00C80625" w:rsidP="00C80625">
      <w:pPr>
        <w:jc w:val="both"/>
      </w:pPr>
      <w:r w:rsidRPr="004202DF">
        <w:t xml:space="preserve">- рассмотрение и утверждение отчетной информации об итогах реализации проектов </w:t>
      </w:r>
      <w:proofErr w:type="gramStart"/>
      <w:r w:rsidRPr="004202DF">
        <w:t>инициативного</w:t>
      </w:r>
      <w:proofErr w:type="gramEnd"/>
      <w:r w:rsidRPr="004202DF">
        <w:t xml:space="preserve"> бюджетирования;</w:t>
      </w:r>
    </w:p>
    <w:p w:rsidR="00C80625" w:rsidRPr="004202DF" w:rsidRDefault="00C80625" w:rsidP="00C80625">
      <w:pPr>
        <w:jc w:val="both"/>
      </w:pPr>
      <w:r w:rsidRPr="004202DF">
        <w:t xml:space="preserve">- информирование жителей Ярославской области о ходе и итогах реализации губернаторского проекта «Решаем вместе!». </w:t>
      </w:r>
    </w:p>
    <w:p w:rsidR="00C80625" w:rsidRPr="004202DF" w:rsidRDefault="00C80625" w:rsidP="00C80625">
      <w:pPr>
        <w:jc w:val="both"/>
      </w:pPr>
      <w:r w:rsidRPr="004202DF">
        <w:t>3. </w:t>
      </w:r>
      <w:r w:rsidR="001A6A8E">
        <w:t>М</w:t>
      </w:r>
      <w:r w:rsidR="001A6A8E" w:rsidRPr="001A6A8E">
        <w:t xml:space="preserve">ежведомственная </w:t>
      </w:r>
      <w:r w:rsidR="001A6A8E">
        <w:t>к</w:t>
      </w:r>
      <w:r w:rsidRPr="004202DF">
        <w:t xml:space="preserve">омиссия в пределах своих функций вправе </w:t>
      </w:r>
      <w:proofErr w:type="gramStart"/>
      <w:r w:rsidRPr="004202DF">
        <w:t>запрашивать и получать</w:t>
      </w:r>
      <w:proofErr w:type="gramEnd"/>
      <w:r w:rsidRPr="004202DF">
        <w:t xml:space="preserve"> от органов государственной власти и органов местного самоуправления муниципальных образований области, а также иных организаций документы и информацию, необходимые для его деятельности.</w:t>
      </w:r>
    </w:p>
    <w:p w:rsidR="00C80625" w:rsidRPr="004202DF" w:rsidRDefault="00C80625" w:rsidP="00C80625">
      <w:pPr>
        <w:jc w:val="both"/>
      </w:pPr>
      <w:r w:rsidRPr="004202DF">
        <w:t>4. </w:t>
      </w:r>
      <w:r w:rsidR="001A6A8E">
        <w:t>М</w:t>
      </w:r>
      <w:r w:rsidR="001A6A8E" w:rsidRPr="001A6A8E">
        <w:t xml:space="preserve">ежведомственная </w:t>
      </w:r>
      <w:r w:rsidR="001A6A8E">
        <w:t>к</w:t>
      </w:r>
      <w:r w:rsidRPr="004202DF">
        <w:t xml:space="preserve">омиссия состоит из председателя, заместителя председателя и членов комиссии. </w:t>
      </w:r>
    </w:p>
    <w:p w:rsidR="00C80625" w:rsidRPr="004202DF" w:rsidRDefault="00C80625" w:rsidP="00C80625">
      <w:pPr>
        <w:jc w:val="both"/>
      </w:pPr>
      <w:r w:rsidRPr="004202DF">
        <w:t xml:space="preserve">5. Состав </w:t>
      </w:r>
      <w:r w:rsidR="001A6A8E" w:rsidRPr="0049538D">
        <w:rPr>
          <w:rFonts w:eastAsia="Calibri" w:cs="Times New Roman"/>
          <w:szCs w:val="28"/>
        </w:rPr>
        <w:t>межведомственн</w:t>
      </w:r>
      <w:r w:rsidR="001A6A8E">
        <w:rPr>
          <w:rFonts w:eastAsia="Calibri" w:cs="Times New Roman"/>
          <w:szCs w:val="28"/>
        </w:rPr>
        <w:t>ой</w:t>
      </w:r>
      <w:r w:rsidR="001A6A8E" w:rsidRPr="0049538D">
        <w:rPr>
          <w:rFonts w:eastAsia="Calibri" w:cs="Times New Roman"/>
          <w:szCs w:val="28"/>
        </w:rPr>
        <w:t xml:space="preserve"> </w:t>
      </w:r>
      <w:r w:rsidRPr="004202DF">
        <w:t>комиссии утверждается указом Губернатора области.</w:t>
      </w:r>
    </w:p>
    <w:p w:rsidR="00C80625" w:rsidRPr="004202DF" w:rsidRDefault="00C80625" w:rsidP="00C80625">
      <w:pPr>
        <w:jc w:val="both"/>
      </w:pPr>
      <w:r w:rsidRPr="004202DF">
        <w:t>6.</w:t>
      </w:r>
      <w:r w:rsidR="00264629">
        <w:t> </w:t>
      </w:r>
      <w:r w:rsidRPr="004202DF">
        <w:t xml:space="preserve">Заседание </w:t>
      </w:r>
      <w:r w:rsidR="001A6A8E" w:rsidRPr="001A6A8E">
        <w:t>межведомственн</w:t>
      </w:r>
      <w:r w:rsidR="001A6A8E">
        <w:t>ой</w:t>
      </w:r>
      <w:r w:rsidR="001A6A8E" w:rsidRPr="001A6A8E">
        <w:t xml:space="preserve"> </w:t>
      </w:r>
      <w:r w:rsidRPr="004202DF">
        <w:t>комиссии проводит председатель, в отсутствие председателя – заместитель председателя комиссии</w:t>
      </w:r>
      <w:r w:rsidRPr="004202DF">
        <w:rPr>
          <w:color w:val="00B050"/>
        </w:rPr>
        <w:t>.</w:t>
      </w:r>
    </w:p>
    <w:p w:rsidR="00C80625" w:rsidRPr="004202DF" w:rsidRDefault="00C80625" w:rsidP="00C80625">
      <w:pPr>
        <w:jc w:val="both"/>
      </w:pPr>
      <w:r w:rsidRPr="004202DF">
        <w:t xml:space="preserve">Заседание </w:t>
      </w:r>
      <w:r w:rsidR="001A6A8E" w:rsidRPr="001A6A8E">
        <w:t>межведомственн</w:t>
      </w:r>
      <w:r w:rsidR="001A6A8E">
        <w:t>ой</w:t>
      </w:r>
      <w:r w:rsidR="001A6A8E" w:rsidRPr="001A6A8E">
        <w:t xml:space="preserve"> </w:t>
      </w:r>
      <w:r w:rsidRPr="004202DF">
        <w:t>комиссии считается правомочным, если в нем участвуют более половины от общего числа его членов.</w:t>
      </w:r>
    </w:p>
    <w:p w:rsidR="00C80625" w:rsidRPr="004202DF" w:rsidRDefault="00C80625" w:rsidP="00C80625">
      <w:pPr>
        <w:jc w:val="both"/>
      </w:pPr>
      <w:r w:rsidRPr="004202DF">
        <w:t xml:space="preserve">7. Решения </w:t>
      </w:r>
      <w:r w:rsidR="001A6A8E" w:rsidRPr="001A6A8E">
        <w:t>межведомственн</w:t>
      </w:r>
      <w:r w:rsidR="001A6A8E">
        <w:t>ой</w:t>
      </w:r>
      <w:r w:rsidR="001A6A8E" w:rsidRPr="001A6A8E">
        <w:t xml:space="preserve"> </w:t>
      </w:r>
      <w:r w:rsidRPr="004202DF">
        <w:t>комиссии принимаются большинством голосов от числа присутствующих на заседании членов комиссии. В случае равенства голосов решающим является голос председательствующего на заседании.</w:t>
      </w:r>
    </w:p>
    <w:p w:rsidR="00C80625" w:rsidRPr="004202DF" w:rsidRDefault="00C80625" w:rsidP="00C80625">
      <w:pPr>
        <w:jc w:val="both"/>
      </w:pPr>
      <w:r w:rsidRPr="004202DF">
        <w:t>8.</w:t>
      </w:r>
      <w:r w:rsidR="00264629">
        <w:t xml:space="preserve"> </w:t>
      </w:r>
      <w:r w:rsidRPr="004202DF">
        <w:t xml:space="preserve">Решения </w:t>
      </w:r>
      <w:r w:rsidR="00EC20C3" w:rsidRPr="00EC20C3">
        <w:t>межведомственн</w:t>
      </w:r>
      <w:r w:rsidR="00EC20C3">
        <w:t>ой</w:t>
      </w:r>
      <w:r w:rsidR="00EC20C3" w:rsidRPr="00EC20C3">
        <w:t xml:space="preserve"> </w:t>
      </w:r>
      <w:r w:rsidRPr="004202DF">
        <w:t>комиссии оформляются протоколами, которые подписывает председательствующий на заседании.</w:t>
      </w:r>
    </w:p>
    <w:p w:rsidR="00C80625" w:rsidRPr="004202DF" w:rsidRDefault="00C80625" w:rsidP="00C80625">
      <w:pPr>
        <w:jc w:val="both"/>
      </w:pPr>
      <w:r w:rsidRPr="004202DF">
        <w:lastRenderedPageBreak/>
        <w:t>9.</w:t>
      </w:r>
      <w:r w:rsidR="00264629">
        <w:t> </w:t>
      </w:r>
      <w:r w:rsidRPr="004202DF">
        <w:t xml:space="preserve">По предложению проектного офиса губернаторского проекта «Решаем вместе!» на заседание </w:t>
      </w:r>
      <w:r w:rsidR="00EC20C3" w:rsidRPr="00EC20C3">
        <w:t>межведомственн</w:t>
      </w:r>
      <w:r w:rsidR="00EC20C3">
        <w:t>ой</w:t>
      </w:r>
      <w:r w:rsidR="00EC20C3" w:rsidRPr="00EC20C3">
        <w:t xml:space="preserve"> </w:t>
      </w:r>
      <w:r w:rsidRPr="004202DF">
        <w:t>комиссии приглашается инициатор проекта инициативного бюджетирования.</w:t>
      </w:r>
    </w:p>
    <w:p w:rsidR="00C80625" w:rsidRPr="004202DF" w:rsidRDefault="00C80625" w:rsidP="00C80625">
      <w:pPr>
        <w:jc w:val="both"/>
      </w:pPr>
      <w:r w:rsidRPr="004202DF">
        <w:t xml:space="preserve">10. Протоколы </w:t>
      </w:r>
      <w:r w:rsidR="00EC20C3" w:rsidRPr="00EC20C3">
        <w:t>межведомственн</w:t>
      </w:r>
      <w:r w:rsidR="00EC20C3">
        <w:t>ой</w:t>
      </w:r>
      <w:r w:rsidR="00EC20C3" w:rsidRPr="00EC20C3">
        <w:t xml:space="preserve"> </w:t>
      </w:r>
      <w:r w:rsidRPr="004202DF">
        <w:t>комиссии в семидневный срок после подписания направляются инициаторам проекта инициативного бюджетирования, исполнителю проекта инициативного бюджетирования и размещаются в информационно-телекоммуникационной сети «Интернет».</w:t>
      </w:r>
    </w:p>
    <w:p w:rsidR="00C80625" w:rsidRPr="004202DF" w:rsidRDefault="00C80625" w:rsidP="00C80625">
      <w:pPr>
        <w:jc w:val="both"/>
      </w:pPr>
      <w:r w:rsidRPr="004202DF">
        <w:t xml:space="preserve">11. Организация деятельности </w:t>
      </w:r>
      <w:r w:rsidR="00EC20C3" w:rsidRPr="00EC20C3">
        <w:t>межведомственн</w:t>
      </w:r>
      <w:r w:rsidR="00EC20C3">
        <w:t>ой</w:t>
      </w:r>
      <w:r w:rsidR="00EC20C3" w:rsidRPr="00EC20C3">
        <w:t xml:space="preserve"> </w:t>
      </w:r>
      <w:r w:rsidRPr="004202DF">
        <w:t>комиссии по отбору проектов возлагается на проектный офис губернаторского проекта «Решаем вместе!».</w:t>
      </w:r>
    </w:p>
    <w:p w:rsidR="00845373" w:rsidRDefault="00845373" w:rsidP="00DF35CE"/>
    <w:p w:rsidR="00C80625" w:rsidRDefault="00C80625" w:rsidP="00DF35CE"/>
    <w:p w:rsidR="00C80625" w:rsidRDefault="00C80625" w:rsidP="00DF35CE">
      <w:pPr>
        <w:sectPr w:rsidR="00C80625" w:rsidSect="00C35BFC">
          <w:pgSz w:w="11906" w:h="16838"/>
          <w:pgMar w:top="1134" w:right="566" w:bottom="1134" w:left="1985" w:header="709" w:footer="709" w:gutter="0"/>
          <w:pgNumType w:start="1"/>
          <w:cols w:space="708"/>
          <w:titlePg/>
          <w:docGrid w:linePitch="360"/>
        </w:sectPr>
      </w:pPr>
    </w:p>
    <w:p w:rsidR="00C80625" w:rsidRPr="004202DF" w:rsidRDefault="00C80625" w:rsidP="00C80625">
      <w:pPr>
        <w:tabs>
          <w:tab w:val="left" w:pos="5670"/>
        </w:tabs>
        <w:ind w:left="11907" w:firstLine="0"/>
      </w:pPr>
      <w:r w:rsidRPr="004202DF">
        <w:lastRenderedPageBreak/>
        <w:t>Приложение 4</w:t>
      </w:r>
    </w:p>
    <w:p w:rsidR="00C80625" w:rsidRPr="004202DF" w:rsidRDefault="00C80625" w:rsidP="00C80625">
      <w:pPr>
        <w:ind w:left="11907" w:firstLine="0"/>
        <w:jc w:val="both"/>
      </w:pPr>
      <w:r w:rsidRPr="004202DF">
        <w:t>к Положению</w:t>
      </w:r>
    </w:p>
    <w:p w:rsidR="00C80625" w:rsidRPr="004202DF" w:rsidRDefault="00C80625" w:rsidP="00C80625">
      <w:pPr>
        <w:tabs>
          <w:tab w:val="left" w:pos="5670"/>
        </w:tabs>
        <w:ind w:left="11907" w:firstLine="0"/>
      </w:pPr>
    </w:p>
    <w:p w:rsidR="00C80625" w:rsidRPr="004202DF" w:rsidRDefault="00C80625" w:rsidP="00C80625">
      <w:pPr>
        <w:tabs>
          <w:tab w:val="left" w:pos="5670"/>
        </w:tabs>
        <w:ind w:left="11907" w:firstLine="0"/>
      </w:pPr>
      <w:r w:rsidRPr="004202DF">
        <w:t>Форма</w:t>
      </w:r>
    </w:p>
    <w:p w:rsidR="00C80625" w:rsidRPr="004202DF" w:rsidRDefault="00C80625" w:rsidP="00C80625"/>
    <w:p w:rsidR="00C80625" w:rsidRPr="004202DF" w:rsidRDefault="00C80625" w:rsidP="00C80625"/>
    <w:p w:rsidR="00C80625" w:rsidRPr="004202DF" w:rsidRDefault="00C80625" w:rsidP="00C80625">
      <w:pPr>
        <w:tabs>
          <w:tab w:val="left" w:pos="0"/>
        </w:tabs>
        <w:ind w:firstLine="0"/>
        <w:jc w:val="center"/>
        <w:rPr>
          <w:b/>
        </w:rPr>
      </w:pPr>
      <w:r w:rsidRPr="004202DF">
        <w:rPr>
          <w:b/>
        </w:rPr>
        <w:t>ПАСПОРТ</w:t>
      </w:r>
    </w:p>
    <w:p w:rsidR="00C80625" w:rsidRPr="004202DF" w:rsidRDefault="00C80625" w:rsidP="00C80625">
      <w:pPr>
        <w:ind w:firstLine="0"/>
        <w:jc w:val="center"/>
        <w:rPr>
          <w:b/>
        </w:rPr>
      </w:pPr>
      <w:r w:rsidRPr="004202DF">
        <w:rPr>
          <w:b/>
        </w:rPr>
        <w:t>проекта инициативного бюджетирования</w:t>
      </w:r>
    </w:p>
    <w:p w:rsidR="00C80625" w:rsidRPr="004202DF" w:rsidRDefault="00C80625" w:rsidP="00C80625">
      <w:pPr>
        <w:ind w:firstLine="0"/>
        <w:jc w:val="center"/>
        <w:rPr>
          <w:sz w:val="24"/>
          <w:szCs w:val="24"/>
        </w:rPr>
      </w:pPr>
    </w:p>
    <w:p w:rsidR="00C80625" w:rsidRPr="004202DF" w:rsidRDefault="00C80625" w:rsidP="00C80625">
      <w:pPr>
        <w:ind w:firstLine="0"/>
        <w:jc w:val="center"/>
        <w:rPr>
          <w:sz w:val="24"/>
          <w:szCs w:val="24"/>
        </w:rPr>
      </w:pPr>
    </w:p>
    <w:p w:rsidR="00C80625" w:rsidRPr="004202DF" w:rsidRDefault="00C80625" w:rsidP="00C80625">
      <w:pPr>
        <w:ind w:firstLine="0"/>
        <w:jc w:val="both"/>
      </w:pPr>
      <w:r w:rsidRPr="004202DF">
        <w:t>1. Название проекта инициативного бюджетирования (далее – проект): ___________________</w:t>
      </w:r>
      <w:r w:rsidR="00DD36E2">
        <w:t>_______________________________</w:t>
      </w:r>
    </w:p>
    <w:p w:rsidR="00C80625" w:rsidRPr="004202DF" w:rsidRDefault="00C80625" w:rsidP="00C80625">
      <w:pPr>
        <w:ind w:firstLine="0"/>
        <w:jc w:val="both"/>
      </w:pPr>
      <w:r w:rsidRPr="004202DF">
        <w:t>________________________________________________________________________________________________________________</w:t>
      </w:r>
    </w:p>
    <w:p w:rsidR="00C80625" w:rsidRPr="004202DF" w:rsidRDefault="00C80625" w:rsidP="00C80625">
      <w:pPr>
        <w:ind w:firstLine="0"/>
        <w:jc w:val="both"/>
      </w:pPr>
      <w:r w:rsidRPr="004202DF">
        <w:t xml:space="preserve">2. Место реализации проекта: </w:t>
      </w:r>
    </w:p>
    <w:p w:rsidR="00C80625" w:rsidRPr="004202DF" w:rsidRDefault="00C80625" w:rsidP="00C80625">
      <w:pPr>
        <w:ind w:firstLine="0"/>
        <w:jc w:val="both"/>
      </w:pPr>
      <w:r w:rsidRPr="004202DF">
        <w:t>2.1. Городской округ или муниципальный район: _____________________________________________________________________</w:t>
      </w:r>
    </w:p>
    <w:p w:rsidR="00C80625" w:rsidRPr="004202DF" w:rsidRDefault="00C80625" w:rsidP="00C80625">
      <w:pPr>
        <w:ind w:firstLine="0"/>
        <w:jc w:val="both"/>
      </w:pPr>
      <w:r w:rsidRPr="004202DF">
        <w:t>2.2. Внутригородской район или поселение: __________________________________________________________________________</w:t>
      </w:r>
    </w:p>
    <w:p w:rsidR="00C80625" w:rsidRPr="004202DF" w:rsidRDefault="00C80625" w:rsidP="00C80625">
      <w:pPr>
        <w:ind w:firstLine="0"/>
        <w:jc w:val="both"/>
      </w:pPr>
      <w:r w:rsidRPr="004202DF">
        <w:t>2.3. Населенный пункт, улица, номер дома: __________________________________________________________________________</w:t>
      </w:r>
    </w:p>
    <w:p w:rsidR="00C80625" w:rsidRPr="004202DF" w:rsidRDefault="00C80625" w:rsidP="00C80625">
      <w:pPr>
        <w:ind w:firstLine="0"/>
        <w:jc w:val="both"/>
        <w:rPr>
          <w:color w:val="FF0000"/>
        </w:rPr>
      </w:pPr>
      <w:r w:rsidRPr="004202DF">
        <w:t>2.4. Количество жителей муниципального образования или внутригородского района, микрора</w:t>
      </w:r>
      <w:r w:rsidR="00DD36E2">
        <w:t>йона: _________________________</w:t>
      </w:r>
    </w:p>
    <w:p w:rsidR="00C80625" w:rsidRPr="004202DF" w:rsidRDefault="00C80625" w:rsidP="00C80625">
      <w:pPr>
        <w:ind w:firstLine="0"/>
        <w:jc w:val="both"/>
      </w:pPr>
      <w:r w:rsidRPr="004202DF">
        <w:t>3. Описание проекта:</w:t>
      </w:r>
    </w:p>
    <w:p w:rsidR="00C80625" w:rsidRPr="004202DF" w:rsidRDefault="00C80625" w:rsidP="00C80625">
      <w:pPr>
        <w:ind w:firstLine="0"/>
        <w:jc w:val="both"/>
      </w:pPr>
      <w:r w:rsidRPr="004202DF">
        <w:t>3.1. Вопрос местного значения на решение, которого направлен проект: __________________________________________________</w:t>
      </w:r>
    </w:p>
    <w:p w:rsidR="00C80625" w:rsidRPr="004202DF" w:rsidRDefault="00C80625" w:rsidP="00C80625">
      <w:pPr>
        <w:ind w:firstLine="0"/>
        <w:jc w:val="both"/>
      </w:pPr>
      <w:r w:rsidRPr="004202DF">
        <w:t>________________________________________________________________________________________________________________</w:t>
      </w:r>
    </w:p>
    <w:p w:rsidR="00C80625" w:rsidRPr="004202DF" w:rsidRDefault="00C80625" w:rsidP="00C80625">
      <w:pPr>
        <w:ind w:firstLine="0"/>
        <w:jc w:val="both"/>
      </w:pPr>
      <w:r w:rsidRPr="004202DF">
        <w:t>3.2. Описание проблемы, на решение которой направлен проект, текущее состояние объекта: _______________________________</w:t>
      </w:r>
    </w:p>
    <w:p w:rsidR="00C80625" w:rsidRPr="004202DF" w:rsidRDefault="00C80625" w:rsidP="00C80625">
      <w:pPr>
        <w:ind w:firstLine="0"/>
        <w:jc w:val="both"/>
      </w:pPr>
      <w:r w:rsidRPr="004202DF">
        <w:t xml:space="preserve">________________________________________________________________________________________________________________ </w:t>
      </w:r>
    </w:p>
    <w:p w:rsidR="00C80625" w:rsidRPr="004202DF" w:rsidRDefault="00C80625" w:rsidP="00C80625">
      <w:pPr>
        <w:ind w:firstLine="0"/>
        <w:jc w:val="both"/>
      </w:pPr>
      <w:r w:rsidRPr="004202DF">
        <w:t>3.3. Описание ожидаемых последствий реализации проекта, состояния объекта после реализации проекта:_____________________ _________________________________________________________________________________________________________</w:t>
      </w:r>
    </w:p>
    <w:p w:rsidR="00C80625" w:rsidRPr="004202DF" w:rsidRDefault="00C80625" w:rsidP="00C80625">
      <w:pPr>
        <w:ind w:firstLine="0"/>
        <w:jc w:val="both"/>
      </w:pPr>
      <w:r w:rsidRPr="004202DF">
        <w:t>________________________________________________________________________________________________________________</w:t>
      </w:r>
      <w:r w:rsidRPr="004202DF">
        <w:rPr>
          <w:bCs/>
          <w:color w:val="000000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C80625" w:rsidRPr="004202DF" w:rsidRDefault="00C80625" w:rsidP="00C80625">
      <w:pPr>
        <w:ind w:firstLine="0"/>
        <w:jc w:val="both"/>
        <w:rPr>
          <w:bCs/>
          <w:color w:val="000000"/>
          <w:lang w:eastAsia="ru-RU"/>
        </w:rPr>
      </w:pPr>
      <w:r w:rsidRPr="004202DF">
        <w:rPr>
          <w:bCs/>
          <w:color w:val="000000"/>
          <w:lang w:eastAsia="ru-RU"/>
        </w:rPr>
        <w:t xml:space="preserve">3.4. Количество благополучателей, в непосредственных </w:t>
      </w:r>
      <w:proofErr w:type="gramStart"/>
      <w:r w:rsidRPr="004202DF">
        <w:rPr>
          <w:bCs/>
          <w:color w:val="000000"/>
          <w:lang w:eastAsia="ru-RU"/>
        </w:rPr>
        <w:t>интересах</w:t>
      </w:r>
      <w:proofErr w:type="gramEnd"/>
      <w:r w:rsidRPr="004202DF">
        <w:rPr>
          <w:bCs/>
          <w:color w:val="000000"/>
          <w:lang w:eastAsia="ru-RU"/>
        </w:rPr>
        <w:t xml:space="preserve"> которых реализуется проект: _____________________________</w:t>
      </w:r>
    </w:p>
    <w:p w:rsidR="00C80625" w:rsidRPr="004202DF" w:rsidRDefault="00C80625" w:rsidP="00C80625">
      <w:pPr>
        <w:ind w:firstLine="0"/>
        <w:jc w:val="both"/>
        <w:rPr>
          <w:bCs/>
          <w:color w:val="000000"/>
          <w:lang w:eastAsia="ru-RU"/>
        </w:rPr>
      </w:pPr>
      <w:r w:rsidRPr="004202DF">
        <w:rPr>
          <w:bCs/>
          <w:color w:val="000000"/>
          <w:lang w:eastAsia="ru-RU"/>
        </w:rPr>
        <w:lastRenderedPageBreak/>
        <w:t>3.5. Описание благополучателей: ___________________________________________________________________________________ ________________________________________________________________________________________________________________</w:t>
      </w:r>
    </w:p>
    <w:p w:rsidR="00C80625" w:rsidRPr="004202DF" w:rsidRDefault="00C80625" w:rsidP="00C80625">
      <w:pPr>
        <w:ind w:firstLine="0"/>
        <w:jc w:val="both"/>
        <w:rPr>
          <w:bCs/>
          <w:color w:val="000000"/>
          <w:lang w:eastAsia="ru-RU"/>
        </w:rPr>
      </w:pPr>
      <w:r w:rsidRPr="004202DF">
        <w:rPr>
          <w:bCs/>
          <w:color w:val="000000"/>
          <w:lang w:eastAsia="ru-RU"/>
        </w:rPr>
        <w:t>3.6. Ожидаемая продолжительност</w:t>
      </w:r>
      <w:r w:rsidR="00DD36E2">
        <w:rPr>
          <w:bCs/>
          <w:color w:val="000000"/>
          <w:lang w:eastAsia="ru-RU"/>
        </w:rPr>
        <w:t>ь реализации проекта:__________</w:t>
      </w:r>
      <w:r w:rsidRPr="004202DF">
        <w:rPr>
          <w:bCs/>
          <w:color w:val="000000"/>
          <w:lang w:eastAsia="ru-RU"/>
        </w:rPr>
        <w:t>_____________________</w:t>
      </w:r>
      <w:r w:rsidR="00DD36E2">
        <w:rPr>
          <w:bCs/>
          <w:color w:val="000000"/>
          <w:lang w:eastAsia="ru-RU"/>
        </w:rPr>
        <w:t>_______________________________</w:t>
      </w:r>
    </w:p>
    <w:p w:rsidR="00C80625" w:rsidRPr="004202DF" w:rsidRDefault="00C80625" w:rsidP="00C80625">
      <w:pPr>
        <w:ind w:firstLine="0"/>
        <w:jc w:val="both"/>
        <w:rPr>
          <w:bCs/>
          <w:color w:val="000000"/>
          <w:lang w:eastAsia="ru-RU"/>
        </w:rPr>
      </w:pPr>
      <w:r w:rsidRPr="004202DF">
        <w:rPr>
          <w:bCs/>
          <w:color w:val="000000"/>
          <w:lang w:eastAsia="ru-RU"/>
        </w:rPr>
        <w:t xml:space="preserve">3.7. Состав и стоимость проекта: 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7938"/>
        <w:gridCol w:w="2268"/>
        <w:gridCol w:w="4678"/>
      </w:tblGrid>
      <w:tr w:rsidR="00C80625" w:rsidRPr="004202DF" w:rsidTr="00DD36E2">
        <w:trPr>
          <w:trHeight w:val="276"/>
          <w:tblHeader/>
        </w:trPr>
        <w:tc>
          <w:tcPr>
            <w:tcW w:w="866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№</w:t>
            </w:r>
          </w:p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proofErr w:type="gramStart"/>
            <w:r w:rsidRPr="004202DF">
              <w:rPr>
                <w:color w:val="000000"/>
                <w:lang w:eastAsia="ru-RU"/>
              </w:rPr>
              <w:t>п</w:t>
            </w:r>
            <w:proofErr w:type="gramEnd"/>
            <w:r w:rsidRPr="004202DF">
              <w:rPr>
                <w:color w:val="000000"/>
                <w:lang w:eastAsia="ru-RU"/>
              </w:rPr>
              <w:t>/п</w:t>
            </w:r>
          </w:p>
        </w:tc>
        <w:tc>
          <w:tcPr>
            <w:tcW w:w="793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Вид мероприятия</w:t>
            </w:r>
          </w:p>
        </w:tc>
        <w:tc>
          <w:tcPr>
            <w:tcW w:w="226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Стоимость,</w:t>
            </w:r>
          </w:p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рублей</w:t>
            </w:r>
          </w:p>
        </w:tc>
        <w:tc>
          <w:tcPr>
            <w:tcW w:w="467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Наименование и реквизиты, состояние готовности документов, подтверждающих стоимость</w:t>
            </w:r>
          </w:p>
        </w:tc>
      </w:tr>
      <w:tr w:rsidR="00C80625" w:rsidRPr="004202DF" w:rsidTr="00DD36E2">
        <w:trPr>
          <w:trHeight w:val="243"/>
        </w:trPr>
        <w:tc>
          <w:tcPr>
            <w:tcW w:w="866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1.</w:t>
            </w:r>
          </w:p>
        </w:tc>
        <w:tc>
          <w:tcPr>
            <w:tcW w:w="793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lang w:eastAsia="ru-RU"/>
              </w:rPr>
              <w:t>Разработка, государственная экспертиза проектно-сметной документации, разработка сметной документации, проверка достоверности и обоснованности сметной стоимости работ</w:t>
            </w:r>
          </w:p>
        </w:tc>
        <w:tc>
          <w:tcPr>
            <w:tcW w:w="226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 </w:t>
            </w:r>
          </w:p>
        </w:tc>
      </w:tr>
      <w:tr w:rsidR="00C80625" w:rsidRPr="004202DF" w:rsidTr="00DD36E2">
        <w:trPr>
          <w:trHeight w:val="334"/>
        </w:trPr>
        <w:tc>
          <w:tcPr>
            <w:tcW w:w="866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2.</w:t>
            </w:r>
          </w:p>
        </w:tc>
        <w:tc>
          <w:tcPr>
            <w:tcW w:w="793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Выполнение работ (оказание услуг), приобретение товарно-материальных ценностей</w:t>
            </w:r>
          </w:p>
        </w:tc>
        <w:tc>
          <w:tcPr>
            <w:tcW w:w="226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 </w:t>
            </w:r>
          </w:p>
        </w:tc>
      </w:tr>
      <w:tr w:rsidR="00C80625" w:rsidRPr="004202DF" w:rsidTr="00DD36E2">
        <w:trPr>
          <w:trHeight w:val="255"/>
        </w:trPr>
        <w:tc>
          <w:tcPr>
            <w:tcW w:w="866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3.</w:t>
            </w:r>
          </w:p>
        </w:tc>
        <w:tc>
          <w:tcPr>
            <w:tcW w:w="793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Строительный контроль, проверка качества и объемов выполненных работ</w:t>
            </w:r>
          </w:p>
        </w:tc>
        <w:tc>
          <w:tcPr>
            <w:tcW w:w="226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 </w:t>
            </w:r>
          </w:p>
        </w:tc>
      </w:tr>
      <w:tr w:rsidR="00C80625" w:rsidRPr="004202DF" w:rsidTr="00DD36E2">
        <w:trPr>
          <w:trHeight w:val="255"/>
        </w:trPr>
        <w:tc>
          <w:tcPr>
            <w:tcW w:w="866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4.</w:t>
            </w:r>
          </w:p>
        </w:tc>
        <w:tc>
          <w:tcPr>
            <w:tcW w:w="793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Прочие расходы</w:t>
            </w:r>
          </w:p>
        </w:tc>
        <w:tc>
          <w:tcPr>
            <w:tcW w:w="226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 </w:t>
            </w:r>
          </w:p>
        </w:tc>
      </w:tr>
      <w:tr w:rsidR="00C80625" w:rsidRPr="004202DF" w:rsidTr="00DD36E2">
        <w:trPr>
          <w:trHeight w:val="276"/>
        </w:trPr>
        <w:tc>
          <w:tcPr>
            <w:tcW w:w="866" w:type="dxa"/>
            <w:shd w:val="clear" w:color="auto" w:fill="auto"/>
            <w:vAlign w:val="center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5.</w:t>
            </w:r>
          </w:p>
        </w:tc>
        <w:tc>
          <w:tcPr>
            <w:tcW w:w="793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bCs/>
                <w:color w:val="000000"/>
                <w:lang w:eastAsia="ru-RU"/>
              </w:rPr>
            </w:pPr>
            <w:r w:rsidRPr="004202DF">
              <w:rPr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righ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 </w:t>
            </w:r>
          </w:p>
        </w:tc>
      </w:tr>
    </w:tbl>
    <w:p w:rsidR="00C80625" w:rsidRPr="004202DF" w:rsidRDefault="00C80625" w:rsidP="00C80625">
      <w:pPr>
        <w:ind w:firstLine="0"/>
        <w:jc w:val="both"/>
        <w:rPr>
          <w:bCs/>
          <w:color w:val="000000"/>
          <w:lang w:eastAsia="ru-RU"/>
        </w:rPr>
      </w:pPr>
    </w:p>
    <w:p w:rsidR="00C80625" w:rsidRPr="004202DF" w:rsidRDefault="00C80625" w:rsidP="00C80625">
      <w:pPr>
        <w:ind w:firstLine="0"/>
        <w:jc w:val="both"/>
        <w:rPr>
          <w:bCs/>
          <w:color w:val="000000"/>
          <w:lang w:eastAsia="ru-RU"/>
        </w:rPr>
      </w:pPr>
      <w:r w:rsidRPr="004202DF">
        <w:t>4. Планируемые источники финансирования проекта:</w:t>
      </w:r>
    </w:p>
    <w:p w:rsidR="00C80625" w:rsidRPr="004202DF" w:rsidRDefault="00C80625" w:rsidP="00C80625">
      <w:pPr>
        <w:ind w:firstLine="0"/>
        <w:jc w:val="both"/>
        <w:rPr>
          <w:bCs/>
          <w:color w:val="000000"/>
          <w:lang w:eastAsia="ru-RU"/>
        </w:rPr>
      </w:pPr>
      <w:r w:rsidRPr="004202DF">
        <w:rPr>
          <w:bCs/>
          <w:color w:val="000000"/>
          <w:lang w:eastAsia="ru-RU"/>
        </w:rPr>
        <w:t xml:space="preserve">4.1. Планируемые источники финансирования проекта: 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7229"/>
        <w:gridCol w:w="1985"/>
        <w:gridCol w:w="1945"/>
        <w:gridCol w:w="3725"/>
      </w:tblGrid>
      <w:tr w:rsidR="00C80625" w:rsidRPr="004202DF" w:rsidTr="00C40ADF">
        <w:trPr>
          <w:trHeight w:val="268"/>
          <w:tblHeader/>
        </w:trPr>
        <w:tc>
          <w:tcPr>
            <w:tcW w:w="866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 xml:space="preserve">№ </w:t>
            </w:r>
            <w:proofErr w:type="gramStart"/>
            <w:r w:rsidRPr="004202DF">
              <w:rPr>
                <w:color w:val="000000"/>
                <w:lang w:eastAsia="ru-RU"/>
              </w:rPr>
              <w:t>п</w:t>
            </w:r>
            <w:proofErr w:type="gramEnd"/>
            <w:r w:rsidRPr="004202DF">
              <w:rPr>
                <w:color w:val="000000"/>
                <w:lang w:eastAsia="ru-RU"/>
              </w:rPr>
              <w:t>/п</w:t>
            </w:r>
          </w:p>
        </w:tc>
        <w:tc>
          <w:tcPr>
            <w:tcW w:w="7229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Вид источника денежных средств</w:t>
            </w:r>
          </w:p>
        </w:tc>
        <w:tc>
          <w:tcPr>
            <w:tcW w:w="1985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Сумма,</w:t>
            </w:r>
            <w:r w:rsidRPr="004202DF">
              <w:rPr>
                <w:color w:val="000000"/>
                <w:lang w:eastAsia="ru-RU"/>
              </w:rPr>
              <w:br/>
              <w:t>рублей</w:t>
            </w:r>
          </w:p>
        </w:tc>
        <w:tc>
          <w:tcPr>
            <w:tcW w:w="1945" w:type="dxa"/>
            <w:shd w:val="clear" w:color="auto" w:fill="auto"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 xml:space="preserve">Процент от стоимости проекта </w:t>
            </w:r>
          </w:p>
        </w:tc>
        <w:tc>
          <w:tcPr>
            <w:tcW w:w="3725" w:type="dxa"/>
            <w:shd w:val="clear" w:color="auto" w:fill="auto"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Примечание</w:t>
            </w:r>
          </w:p>
        </w:tc>
      </w:tr>
      <w:tr w:rsidR="00C80625" w:rsidRPr="004202DF" w:rsidTr="00C80625">
        <w:trPr>
          <w:trHeight w:val="276"/>
        </w:trPr>
        <w:tc>
          <w:tcPr>
            <w:tcW w:w="866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1.</w:t>
            </w:r>
          </w:p>
        </w:tc>
        <w:tc>
          <w:tcPr>
            <w:tcW w:w="7229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 xml:space="preserve">Местный бюджет, в том числе: </w:t>
            </w:r>
          </w:p>
        </w:tc>
        <w:tc>
          <w:tcPr>
            <w:tcW w:w="1985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725" w:type="dxa"/>
            <w:shd w:val="clear" w:color="auto" w:fill="auto"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</w:tr>
      <w:tr w:rsidR="00C80625" w:rsidRPr="004202DF" w:rsidTr="00C80625">
        <w:trPr>
          <w:trHeight w:val="333"/>
        </w:trPr>
        <w:tc>
          <w:tcPr>
            <w:tcW w:w="866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1.1.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Жители</w:t>
            </w:r>
          </w:p>
        </w:tc>
        <w:tc>
          <w:tcPr>
            <w:tcW w:w="1985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725" w:type="dxa"/>
            <w:shd w:val="clear" w:color="auto" w:fill="auto"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</w:tr>
      <w:tr w:rsidR="00C80625" w:rsidRPr="004202DF" w:rsidTr="00C80625">
        <w:trPr>
          <w:trHeight w:val="276"/>
        </w:trPr>
        <w:tc>
          <w:tcPr>
            <w:tcW w:w="866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1.2.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Юридические лица</w:t>
            </w:r>
            <w:r w:rsidR="00C40ADF">
              <w:rPr>
                <w:color w:val="000000"/>
                <w:lang w:eastAsia="ru-RU"/>
              </w:rPr>
              <w:t xml:space="preserve"> (за исключением бюджетных учреждений и муниципальных предприятий)</w:t>
            </w:r>
            <w:r w:rsidRPr="004202DF">
              <w:rPr>
                <w:color w:val="000000"/>
                <w:lang w:eastAsia="ru-RU"/>
              </w:rPr>
              <w:t xml:space="preserve"> и индивидуальные предприниматели</w:t>
            </w:r>
          </w:p>
        </w:tc>
        <w:tc>
          <w:tcPr>
            <w:tcW w:w="1985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725" w:type="dxa"/>
            <w:shd w:val="clear" w:color="auto" w:fill="auto"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</w:tr>
      <w:tr w:rsidR="00C80625" w:rsidRPr="004202DF" w:rsidTr="00C80625">
        <w:trPr>
          <w:trHeight w:val="229"/>
        </w:trPr>
        <w:tc>
          <w:tcPr>
            <w:tcW w:w="866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Федеральный и областной бюджеты</w:t>
            </w:r>
          </w:p>
        </w:tc>
        <w:tc>
          <w:tcPr>
            <w:tcW w:w="1985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725" w:type="dxa"/>
            <w:shd w:val="clear" w:color="auto" w:fill="auto"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</w:p>
        </w:tc>
      </w:tr>
      <w:tr w:rsidR="00C80625" w:rsidRPr="004202DF" w:rsidTr="00C80625">
        <w:trPr>
          <w:trHeight w:val="276"/>
        </w:trPr>
        <w:tc>
          <w:tcPr>
            <w:tcW w:w="866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bCs/>
                <w:color w:val="000000"/>
                <w:lang w:eastAsia="ru-RU"/>
              </w:rPr>
            </w:pPr>
            <w:r w:rsidRPr="004202DF">
              <w:rPr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right"/>
              <w:rPr>
                <w:bCs/>
                <w:color w:val="000000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C80625" w:rsidRPr="004202DF" w:rsidRDefault="00C80625" w:rsidP="00C80625">
            <w:pPr>
              <w:ind w:firstLine="0"/>
              <w:jc w:val="center"/>
              <w:rPr>
                <w:bCs/>
                <w:color w:val="000000"/>
                <w:lang w:eastAsia="ru-RU"/>
              </w:rPr>
            </w:pPr>
            <w:r w:rsidRPr="004202DF">
              <w:rPr>
                <w:bCs/>
                <w:color w:val="000000"/>
                <w:lang w:eastAsia="ru-RU"/>
              </w:rPr>
              <w:t>100</w:t>
            </w:r>
          </w:p>
        </w:tc>
        <w:tc>
          <w:tcPr>
            <w:tcW w:w="3725" w:type="dxa"/>
            <w:shd w:val="clear" w:color="auto" w:fill="auto"/>
          </w:tcPr>
          <w:p w:rsidR="00C80625" w:rsidRPr="004202DF" w:rsidRDefault="00C80625" w:rsidP="00C80625">
            <w:pPr>
              <w:ind w:firstLine="0"/>
              <w:jc w:val="right"/>
              <w:rPr>
                <w:b/>
                <w:bCs/>
                <w:color w:val="000000"/>
                <w:lang w:eastAsia="ru-RU"/>
              </w:rPr>
            </w:pPr>
          </w:p>
        </w:tc>
      </w:tr>
    </w:tbl>
    <w:p w:rsidR="00C40ADF" w:rsidRDefault="00C40ADF" w:rsidP="00C80625">
      <w:pPr>
        <w:ind w:firstLine="0"/>
        <w:jc w:val="both"/>
      </w:pPr>
    </w:p>
    <w:p w:rsidR="00C80625" w:rsidRPr="004202DF" w:rsidRDefault="00C80625" w:rsidP="00C80625">
      <w:pPr>
        <w:ind w:firstLine="0"/>
        <w:jc w:val="both"/>
        <w:rPr>
          <w:lang w:eastAsia="ru-RU"/>
        </w:rPr>
      </w:pPr>
      <w:r w:rsidRPr="004202DF">
        <w:t xml:space="preserve">4.2. Расшифровка планируемого денежного вклада </w:t>
      </w:r>
      <w:r w:rsidRPr="004202DF">
        <w:rPr>
          <w:lang w:eastAsia="ru-RU"/>
        </w:rPr>
        <w:t>индивидуальных предпринимателей и юридических лиц в проект: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7940"/>
        <w:gridCol w:w="2268"/>
        <w:gridCol w:w="4678"/>
      </w:tblGrid>
      <w:tr w:rsidR="00C80625" w:rsidRPr="004202DF" w:rsidTr="00A64DA8">
        <w:trPr>
          <w:trHeight w:val="450"/>
        </w:trPr>
        <w:tc>
          <w:tcPr>
            <w:tcW w:w="864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 xml:space="preserve">№ </w:t>
            </w:r>
            <w:proofErr w:type="gramStart"/>
            <w:r w:rsidRPr="004202DF">
              <w:rPr>
                <w:color w:val="000000"/>
                <w:lang w:eastAsia="ru-RU"/>
              </w:rPr>
              <w:t>п</w:t>
            </w:r>
            <w:proofErr w:type="gramEnd"/>
            <w:r w:rsidRPr="004202DF">
              <w:rPr>
                <w:color w:val="000000"/>
                <w:lang w:eastAsia="ru-RU"/>
              </w:rPr>
              <w:t>/п</w:t>
            </w:r>
          </w:p>
        </w:tc>
        <w:tc>
          <w:tcPr>
            <w:tcW w:w="7940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 xml:space="preserve">Наименование юридического лица, </w:t>
            </w:r>
          </w:p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 xml:space="preserve">ФИО индивидуального предпринимателя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Контактная информация</w:t>
            </w:r>
          </w:p>
        </w:tc>
        <w:tc>
          <w:tcPr>
            <w:tcW w:w="467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 xml:space="preserve">Сумма денежного вклада, </w:t>
            </w:r>
            <w:r w:rsidRPr="004202DF">
              <w:rPr>
                <w:color w:val="000000"/>
                <w:lang w:eastAsia="ru-RU"/>
              </w:rPr>
              <w:br/>
              <w:t>рублей</w:t>
            </w:r>
          </w:p>
        </w:tc>
      </w:tr>
      <w:tr w:rsidR="00C80625" w:rsidRPr="004202DF" w:rsidTr="00A64DA8">
        <w:trPr>
          <w:trHeight w:val="255"/>
        </w:trPr>
        <w:tc>
          <w:tcPr>
            <w:tcW w:w="864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1.</w:t>
            </w:r>
          </w:p>
        </w:tc>
        <w:tc>
          <w:tcPr>
            <w:tcW w:w="7940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 </w:t>
            </w:r>
          </w:p>
        </w:tc>
      </w:tr>
      <w:tr w:rsidR="00C80625" w:rsidRPr="004202DF" w:rsidTr="00A64DA8">
        <w:trPr>
          <w:trHeight w:val="255"/>
        </w:trPr>
        <w:tc>
          <w:tcPr>
            <w:tcW w:w="864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2.</w:t>
            </w:r>
          </w:p>
        </w:tc>
        <w:tc>
          <w:tcPr>
            <w:tcW w:w="7940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 </w:t>
            </w:r>
          </w:p>
        </w:tc>
      </w:tr>
      <w:tr w:rsidR="00C80625" w:rsidRPr="004202DF" w:rsidTr="00A64DA8">
        <w:trPr>
          <w:trHeight w:val="255"/>
        </w:trPr>
        <w:tc>
          <w:tcPr>
            <w:tcW w:w="864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…</w:t>
            </w:r>
          </w:p>
        </w:tc>
        <w:tc>
          <w:tcPr>
            <w:tcW w:w="7940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</w:tcPr>
          <w:p w:rsidR="00C80625" w:rsidRPr="004202DF" w:rsidRDefault="00C80625" w:rsidP="00C80625">
            <w:pPr>
              <w:ind w:firstLine="0"/>
              <w:rPr>
                <w:color w:val="00000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right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 </w:t>
            </w:r>
          </w:p>
        </w:tc>
      </w:tr>
      <w:tr w:rsidR="00C80625" w:rsidRPr="004202DF" w:rsidTr="00A64DA8">
        <w:trPr>
          <w:trHeight w:val="206"/>
        </w:trPr>
        <w:tc>
          <w:tcPr>
            <w:tcW w:w="864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center"/>
              <w:rPr>
                <w:color w:val="000000"/>
                <w:lang w:eastAsia="ru-RU"/>
              </w:rPr>
            </w:pPr>
            <w:r w:rsidRPr="004202DF">
              <w:rPr>
                <w:color w:val="000000"/>
                <w:lang w:eastAsia="ru-RU"/>
              </w:rPr>
              <w:t>… </w:t>
            </w:r>
          </w:p>
        </w:tc>
        <w:tc>
          <w:tcPr>
            <w:tcW w:w="7940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rPr>
                <w:bCs/>
                <w:color w:val="000000"/>
                <w:lang w:eastAsia="ru-RU"/>
              </w:rPr>
            </w:pPr>
            <w:r w:rsidRPr="004202DF">
              <w:rPr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C80625" w:rsidRPr="004202DF" w:rsidRDefault="00C80625" w:rsidP="00C80625">
            <w:pPr>
              <w:ind w:firstLine="0"/>
              <w:rPr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C80625" w:rsidRPr="004202DF" w:rsidRDefault="00C80625" w:rsidP="00C80625">
            <w:pPr>
              <w:ind w:firstLine="0"/>
              <w:jc w:val="right"/>
              <w:rPr>
                <w:b/>
                <w:bCs/>
                <w:color w:val="000000"/>
                <w:lang w:eastAsia="ru-RU"/>
              </w:rPr>
            </w:pPr>
          </w:p>
        </w:tc>
      </w:tr>
    </w:tbl>
    <w:p w:rsidR="00C80625" w:rsidRPr="004202DF" w:rsidRDefault="00C80625" w:rsidP="00C80625">
      <w:pPr>
        <w:ind w:firstLine="0"/>
        <w:jc w:val="both"/>
      </w:pPr>
    </w:p>
    <w:p w:rsidR="00C80625" w:rsidRPr="004202DF" w:rsidRDefault="00C80625" w:rsidP="00C80625">
      <w:pPr>
        <w:ind w:firstLine="0"/>
        <w:jc w:val="both"/>
        <w:rPr>
          <w:bCs/>
          <w:color w:val="000000"/>
          <w:lang w:eastAsia="ru-RU"/>
        </w:rPr>
      </w:pPr>
      <w:r w:rsidRPr="004202DF">
        <w:rPr>
          <w:bCs/>
          <w:color w:val="000000"/>
          <w:lang w:eastAsia="ru-RU"/>
        </w:rPr>
        <w:t>5. Планируемый нефинансовый вклад в реализацию проекта:</w:t>
      </w:r>
    </w:p>
    <w:p w:rsidR="00C80625" w:rsidRPr="004202DF" w:rsidRDefault="00C80625" w:rsidP="00C80625">
      <w:pPr>
        <w:ind w:firstLine="0"/>
        <w:jc w:val="both"/>
        <w:rPr>
          <w:bCs/>
          <w:color w:val="000000"/>
          <w:lang w:eastAsia="ru-RU"/>
        </w:rPr>
      </w:pPr>
      <w:r w:rsidRPr="004202DF">
        <w:rPr>
          <w:bCs/>
          <w:color w:val="000000"/>
          <w:lang w:eastAsia="ru-RU"/>
        </w:rPr>
        <w:t xml:space="preserve">5.1. Стоимость нефинансового вклада (в рублях): _____________________________________________________________________ </w:t>
      </w:r>
    </w:p>
    <w:p w:rsidR="00C80625" w:rsidRPr="004202DF" w:rsidRDefault="00C80625" w:rsidP="00C80625">
      <w:pPr>
        <w:ind w:firstLine="0"/>
        <w:jc w:val="both"/>
        <w:rPr>
          <w:color w:val="000000"/>
          <w:lang w:eastAsia="ru-RU"/>
        </w:rPr>
      </w:pPr>
      <w:r w:rsidRPr="004202DF">
        <w:rPr>
          <w:bCs/>
          <w:color w:val="000000"/>
          <w:lang w:eastAsia="ru-RU"/>
        </w:rPr>
        <w:t xml:space="preserve">5.2. </w:t>
      </w:r>
      <w:r w:rsidRPr="004202DF">
        <w:t>Описание нефинансового вклада</w:t>
      </w:r>
      <w:r w:rsidRPr="004202DF">
        <w:rPr>
          <w:bCs/>
          <w:color w:val="000000"/>
          <w:lang w:eastAsia="ru-RU"/>
        </w:rPr>
        <w:t>: ______</w:t>
      </w:r>
      <w:r w:rsidRPr="004202DF">
        <w:rPr>
          <w:color w:val="000000"/>
          <w:lang w:eastAsia="ru-RU"/>
        </w:rPr>
        <w:t>_________________________________________________________________________</w:t>
      </w:r>
    </w:p>
    <w:p w:rsidR="00C80625" w:rsidRPr="004202DF" w:rsidRDefault="00C80625" w:rsidP="00C80625">
      <w:pPr>
        <w:ind w:firstLine="0"/>
        <w:jc w:val="both"/>
        <w:rPr>
          <w:color w:val="000000"/>
          <w:lang w:eastAsia="ru-RU"/>
        </w:rPr>
      </w:pPr>
      <w:r w:rsidRPr="004202DF">
        <w:rPr>
          <w:color w:val="000000"/>
          <w:lang w:eastAsia="ru-RU"/>
        </w:rPr>
        <w:t>________________________________________________________________________________________________________________</w:t>
      </w:r>
    </w:p>
    <w:p w:rsidR="00C80625" w:rsidRPr="004202DF" w:rsidRDefault="00C80625" w:rsidP="00C80625">
      <w:pPr>
        <w:ind w:firstLine="0"/>
        <w:jc w:val="both"/>
      </w:pPr>
      <w:r w:rsidRPr="004202DF">
        <w:t>6. Учет мнения жителей по проекту:</w:t>
      </w:r>
    </w:p>
    <w:p w:rsidR="00C80625" w:rsidRPr="004202DF" w:rsidRDefault="00C80625" w:rsidP="00C80625">
      <w:pPr>
        <w:ind w:firstLine="0"/>
        <w:jc w:val="both"/>
      </w:pPr>
      <w:r w:rsidRPr="004202DF">
        <w:t>6.1. Дата мероприятия с участием жителей: __________________________________________________________________________</w:t>
      </w:r>
    </w:p>
    <w:p w:rsidR="00C80625" w:rsidRPr="004202DF" w:rsidRDefault="00C80625" w:rsidP="00C80625">
      <w:pPr>
        <w:ind w:firstLine="0"/>
        <w:jc w:val="both"/>
      </w:pPr>
      <w:r w:rsidRPr="004202DF">
        <w:t>6.2. Количество жителей</w:t>
      </w:r>
      <w:r w:rsidR="004567CB">
        <w:t xml:space="preserve">, </w:t>
      </w:r>
      <w:r w:rsidR="004567CB" w:rsidRPr="004202DF">
        <w:t>участ</w:t>
      </w:r>
      <w:r w:rsidR="004567CB">
        <w:t>вовавших в</w:t>
      </w:r>
      <w:r w:rsidR="004567CB" w:rsidRPr="004202DF">
        <w:t xml:space="preserve"> мероприяти</w:t>
      </w:r>
      <w:r w:rsidR="004567CB">
        <w:t>и</w:t>
      </w:r>
      <w:r w:rsidRPr="004202DF">
        <w:t>: __________________________________________________________</w:t>
      </w:r>
      <w:r w:rsidR="004567CB">
        <w:t>___</w:t>
      </w:r>
    </w:p>
    <w:p w:rsidR="00C80625" w:rsidRPr="004202DF" w:rsidRDefault="00C80625" w:rsidP="00C80625">
      <w:pPr>
        <w:ind w:firstLine="0"/>
        <w:jc w:val="both"/>
      </w:pPr>
      <w:r w:rsidRPr="004202DF">
        <w:t>6.3. Количество жителей, проголосовавших за реализацию проекта: _____________________________________________________</w:t>
      </w:r>
    </w:p>
    <w:p w:rsidR="00C80625" w:rsidRPr="004202DF" w:rsidRDefault="00C80625" w:rsidP="00C80625">
      <w:pPr>
        <w:ind w:firstLine="0"/>
        <w:jc w:val="both"/>
      </w:pPr>
      <w:r w:rsidRPr="004202DF">
        <w:t>6.4. Количество жителей, проголосовавших против реализации проекта: __________________</w:t>
      </w:r>
      <w:r w:rsidR="00DD36E2">
        <w:t>_______________________________</w:t>
      </w:r>
    </w:p>
    <w:p w:rsidR="00C80625" w:rsidRPr="004202DF" w:rsidRDefault="00C80625" w:rsidP="00C80625">
      <w:pPr>
        <w:ind w:firstLine="0"/>
        <w:jc w:val="both"/>
      </w:pPr>
      <w:r w:rsidRPr="004202DF">
        <w:t>7. Сведения о видеозаписи мероприятия с участием жителей: ___________________________________________________________</w:t>
      </w:r>
    </w:p>
    <w:p w:rsidR="00C80625" w:rsidRPr="004202DF" w:rsidRDefault="00C80625" w:rsidP="00C80625">
      <w:pPr>
        <w:ind w:firstLine="0"/>
        <w:jc w:val="both"/>
      </w:pPr>
      <w:r w:rsidRPr="004202DF">
        <w:t>8. Описание использования средств массовой информации, информационных стендов для информирования населения о проекте: ________________________________________________________________________________________________________________</w:t>
      </w:r>
    </w:p>
    <w:p w:rsidR="00C80625" w:rsidRPr="004202DF" w:rsidRDefault="00C80625" w:rsidP="00C80625">
      <w:pPr>
        <w:ind w:firstLine="0"/>
        <w:jc w:val="both"/>
      </w:pPr>
      <w:r w:rsidRPr="004202DF">
        <w:t>9. Примечания: ____________________________________________________________________________________________</w:t>
      </w:r>
      <w:r w:rsidR="00DD36E2">
        <w:t>____</w:t>
      </w:r>
    </w:p>
    <w:p w:rsidR="00C80625" w:rsidRPr="004202DF" w:rsidRDefault="00C80625" w:rsidP="00C80625">
      <w:pPr>
        <w:ind w:firstLine="0"/>
        <w:jc w:val="both"/>
      </w:pPr>
    </w:p>
    <w:p w:rsidR="00C80625" w:rsidRPr="004202DF" w:rsidRDefault="00C80625" w:rsidP="00C80625">
      <w:pPr>
        <w:ind w:firstLine="0"/>
        <w:rPr>
          <w:bCs/>
          <w:lang w:eastAsia="ru-RU"/>
        </w:rPr>
      </w:pPr>
      <w:r w:rsidRPr="004202DF">
        <w:rPr>
          <w:bCs/>
          <w:lang w:eastAsia="ru-RU"/>
        </w:rPr>
        <w:t>К паспорту прилагаются документы и материалы:</w:t>
      </w:r>
    </w:p>
    <w:p w:rsidR="00C80625" w:rsidRPr="004202DF" w:rsidRDefault="00C80625" w:rsidP="00C80625">
      <w:pPr>
        <w:ind w:firstLine="0"/>
        <w:jc w:val="both"/>
        <w:rPr>
          <w:bCs/>
          <w:lang w:eastAsia="ru-RU"/>
        </w:rPr>
      </w:pPr>
      <w:r w:rsidRPr="004202DF">
        <w:rPr>
          <w:bCs/>
          <w:lang w:eastAsia="ru-RU"/>
        </w:rPr>
        <w:t>- сметная, техническая документация, иные документы, подтверждающие стоимость проекта (подтверждение информации таблицы из пункта 3.7);</w:t>
      </w:r>
    </w:p>
    <w:p w:rsidR="00C80625" w:rsidRPr="004202DF" w:rsidRDefault="00C80625" w:rsidP="00C80625">
      <w:pPr>
        <w:ind w:firstLine="0"/>
        <w:jc w:val="both"/>
        <w:rPr>
          <w:bCs/>
          <w:lang w:eastAsia="ru-RU"/>
        </w:rPr>
      </w:pPr>
      <w:r w:rsidRPr="004202DF">
        <w:rPr>
          <w:bCs/>
          <w:lang w:eastAsia="ru-RU"/>
        </w:rPr>
        <w:t>- сметная, техническая документация, иные документы на нефинансовый вклад в реализацию проекта (подтверждение информации из пункта 5 при планировании нефинансового вклада);</w:t>
      </w:r>
    </w:p>
    <w:p w:rsidR="00C80625" w:rsidRPr="004202DF" w:rsidRDefault="00C80625" w:rsidP="00C80625">
      <w:pPr>
        <w:ind w:firstLine="0"/>
        <w:jc w:val="both"/>
        <w:rPr>
          <w:bCs/>
          <w:lang w:eastAsia="ru-RU"/>
        </w:rPr>
      </w:pPr>
      <w:r w:rsidRPr="004202DF">
        <w:rPr>
          <w:bCs/>
          <w:lang w:eastAsia="ru-RU"/>
        </w:rPr>
        <w:t>- гарантийные письма юридических лиц и индивидуальных предпринимателей о финансировании проекта (подтверждение информации таблицы из пункта 4.2 при планировании данных источников в финансировании проекта);</w:t>
      </w:r>
    </w:p>
    <w:p w:rsidR="00C80625" w:rsidRPr="004202DF" w:rsidRDefault="00C80625" w:rsidP="00C80625">
      <w:pPr>
        <w:ind w:firstLine="0"/>
        <w:jc w:val="both"/>
        <w:rPr>
          <w:bCs/>
          <w:lang w:eastAsia="ru-RU"/>
        </w:rPr>
      </w:pPr>
      <w:r w:rsidRPr="004202DF">
        <w:rPr>
          <w:bCs/>
          <w:lang w:eastAsia="ru-RU"/>
        </w:rPr>
        <w:t xml:space="preserve">- протокол </w:t>
      </w:r>
      <w:r w:rsidRPr="004202DF">
        <w:t>мероприятия с участием</w:t>
      </w:r>
      <w:r w:rsidRPr="004202DF">
        <w:rPr>
          <w:bCs/>
          <w:lang w:eastAsia="ru-RU"/>
        </w:rPr>
        <w:t xml:space="preserve"> жителей (подтверждение информации из пункта 6);</w:t>
      </w:r>
    </w:p>
    <w:p w:rsidR="00C80625" w:rsidRPr="004202DF" w:rsidRDefault="00C80625" w:rsidP="00C80625">
      <w:pPr>
        <w:ind w:firstLine="0"/>
        <w:jc w:val="both"/>
        <w:rPr>
          <w:bCs/>
          <w:lang w:eastAsia="ru-RU"/>
        </w:rPr>
      </w:pPr>
      <w:r w:rsidRPr="004202DF">
        <w:rPr>
          <w:bCs/>
          <w:lang w:eastAsia="ru-RU"/>
        </w:rPr>
        <w:t>- фотографии текущего состояния объекта (до реализации проекта);</w:t>
      </w:r>
    </w:p>
    <w:p w:rsidR="00C80625" w:rsidRPr="004202DF" w:rsidRDefault="00C80625" w:rsidP="00C80625">
      <w:pPr>
        <w:ind w:firstLine="0"/>
        <w:jc w:val="both"/>
        <w:rPr>
          <w:bCs/>
          <w:lang w:eastAsia="ru-RU"/>
        </w:rPr>
      </w:pPr>
      <w:r w:rsidRPr="004202DF">
        <w:rPr>
          <w:bCs/>
          <w:lang w:eastAsia="ru-RU"/>
        </w:rPr>
        <w:t xml:space="preserve">- видеозаписи, копии (фотографии) информации из </w:t>
      </w:r>
      <w:r w:rsidRPr="004202DF">
        <w:t>средств массовой информации, информационных стендов</w:t>
      </w:r>
      <w:r w:rsidRPr="004202DF">
        <w:rPr>
          <w:bCs/>
          <w:lang w:eastAsia="ru-RU"/>
        </w:rPr>
        <w:t xml:space="preserve"> (подтверждение информации из пункта 8 при ее наличии), иные документы, установленные порядками (методиками), предоставления и распределения субсидий местным бюджетам.</w:t>
      </w:r>
    </w:p>
    <w:p w:rsidR="00C80625" w:rsidRPr="004202DF" w:rsidRDefault="00C80625" w:rsidP="00C80625">
      <w:pPr>
        <w:ind w:firstLine="0"/>
        <w:rPr>
          <w:bCs/>
          <w:color w:val="000000"/>
          <w:lang w:eastAsia="ru-RU"/>
        </w:rPr>
      </w:pPr>
    </w:p>
    <w:p w:rsidR="00C80625" w:rsidRPr="004202DF" w:rsidRDefault="00C80625" w:rsidP="00C80625">
      <w:pPr>
        <w:ind w:firstLine="0"/>
        <w:rPr>
          <w:bCs/>
          <w:color w:val="000000"/>
          <w:lang w:eastAsia="ru-RU"/>
        </w:rPr>
      </w:pPr>
    </w:p>
    <w:p w:rsidR="00C80625" w:rsidRPr="004202DF" w:rsidRDefault="00C80625" w:rsidP="00C80625">
      <w:pPr>
        <w:ind w:firstLine="0"/>
        <w:rPr>
          <w:bCs/>
          <w:color w:val="000000"/>
          <w:lang w:eastAsia="ru-RU"/>
        </w:rPr>
      </w:pPr>
      <w:r w:rsidRPr="004202DF">
        <w:rPr>
          <w:bCs/>
          <w:color w:val="000000"/>
          <w:lang w:eastAsia="ru-RU"/>
        </w:rPr>
        <w:t>Дата подготовки паспорта проекта: _________________________________________________________________________________</w:t>
      </w:r>
    </w:p>
    <w:p w:rsidR="00C80625" w:rsidRPr="004202DF" w:rsidRDefault="00C80625" w:rsidP="00C80625">
      <w:pPr>
        <w:ind w:firstLine="0"/>
        <w:rPr>
          <w:bCs/>
          <w:color w:val="000000"/>
          <w:lang w:eastAsia="ru-RU"/>
        </w:rPr>
      </w:pPr>
    </w:p>
    <w:p w:rsidR="00C80625" w:rsidRPr="004202DF" w:rsidRDefault="00C80625" w:rsidP="00C80625">
      <w:pPr>
        <w:ind w:firstLine="0"/>
        <w:rPr>
          <w:bCs/>
          <w:color w:val="000000"/>
          <w:lang w:eastAsia="ru-RU"/>
        </w:rPr>
      </w:pPr>
      <w:r w:rsidRPr="004202DF">
        <w:rPr>
          <w:bCs/>
          <w:color w:val="000000"/>
          <w:lang w:eastAsia="ru-RU"/>
        </w:rPr>
        <w:t>Инициатор проекта (должность, ФИО, контактный телефон, адрес электронной почты, подпись): ____________________________</w:t>
      </w:r>
    </w:p>
    <w:p w:rsidR="00C80625" w:rsidRPr="004202DF" w:rsidRDefault="00C80625" w:rsidP="00C80625">
      <w:pPr>
        <w:ind w:firstLine="0"/>
        <w:rPr>
          <w:bCs/>
          <w:color w:val="000000"/>
          <w:lang w:eastAsia="ru-RU"/>
        </w:rPr>
      </w:pPr>
      <w:r w:rsidRPr="004202DF">
        <w:rPr>
          <w:bCs/>
          <w:color w:val="000000"/>
          <w:lang w:eastAsia="ru-RU"/>
        </w:rPr>
        <w:t>________________________________________________________________________________________________________________</w:t>
      </w:r>
    </w:p>
    <w:p w:rsidR="00C80625" w:rsidRPr="004202DF" w:rsidRDefault="00C80625" w:rsidP="00C80625">
      <w:pPr>
        <w:ind w:firstLine="0"/>
        <w:rPr>
          <w:bCs/>
          <w:color w:val="000000"/>
          <w:lang w:eastAsia="ru-RU"/>
        </w:rPr>
      </w:pPr>
    </w:p>
    <w:p w:rsidR="00C80625" w:rsidRPr="004202DF" w:rsidRDefault="00C80625" w:rsidP="00C80625">
      <w:pPr>
        <w:ind w:firstLine="0"/>
        <w:rPr>
          <w:bCs/>
          <w:color w:val="000000"/>
          <w:lang w:eastAsia="ru-RU"/>
        </w:rPr>
      </w:pPr>
      <w:r w:rsidRPr="004202DF">
        <w:rPr>
          <w:bCs/>
          <w:color w:val="000000"/>
          <w:lang w:eastAsia="ru-RU"/>
        </w:rPr>
        <w:t>СОГЛАСОВАНО:</w:t>
      </w:r>
    </w:p>
    <w:p w:rsidR="00C80625" w:rsidRPr="004202DF" w:rsidRDefault="00C80625" w:rsidP="00C80625">
      <w:pPr>
        <w:ind w:firstLine="0"/>
        <w:rPr>
          <w:bCs/>
          <w:color w:val="000000"/>
          <w:lang w:eastAsia="ru-RU"/>
        </w:rPr>
      </w:pPr>
      <w:r w:rsidRPr="004202DF">
        <w:t>1. Участники инициативной группы жителей:</w:t>
      </w:r>
    </w:p>
    <w:tbl>
      <w:tblPr>
        <w:tblStyle w:val="a8"/>
        <w:tblW w:w="15843" w:type="dxa"/>
        <w:tblLook w:val="04A0" w:firstRow="1" w:lastRow="0" w:firstColumn="1" w:lastColumn="0" w:noHBand="0" w:noVBand="1"/>
      </w:tblPr>
      <w:tblGrid>
        <w:gridCol w:w="817"/>
        <w:gridCol w:w="7371"/>
        <w:gridCol w:w="2693"/>
        <w:gridCol w:w="2694"/>
        <w:gridCol w:w="2268"/>
      </w:tblGrid>
      <w:tr w:rsidR="00C80625" w:rsidRPr="004202DF" w:rsidTr="00C80625">
        <w:tc>
          <w:tcPr>
            <w:tcW w:w="817" w:type="dxa"/>
          </w:tcPr>
          <w:p w:rsidR="00C80625" w:rsidRPr="004202DF" w:rsidRDefault="00C80625" w:rsidP="00DD36E2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4202DF">
              <w:rPr>
                <w:rFonts w:cs="Times New Roman"/>
                <w:bCs/>
                <w:color w:val="000000"/>
                <w:szCs w:val="28"/>
                <w:lang w:eastAsia="ru-RU"/>
              </w:rPr>
              <w:t>№</w:t>
            </w:r>
          </w:p>
          <w:p w:rsidR="00C80625" w:rsidRPr="004202DF" w:rsidRDefault="00C80625" w:rsidP="00DD36E2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proofErr w:type="gramStart"/>
            <w:r w:rsidRPr="004202DF">
              <w:rPr>
                <w:rFonts w:cs="Times New Roman"/>
                <w:bCs/>
                <w:color w:val="000000"/>
                <w:szCs w:val="28"/>
                <w:lang w:eastAsia="ru-RU"/>
              </w:rPr>
              <w:t>п</w:t>
            </w:r>
            <w:proofErr w:type="gramEnd"/>
            <w:r w:rsidRPr="004202DF">
              <w:rPr>
                <w:rFonts w:cs="Times New Roman"/>
                <w:bCs/>
                <w:color w:val="000000"/>
                <w:szCs w:val="28"/>
                <w:lang w:eastAsia="ru-RU"/>
              </w:rPr>
              <w:t>/п</w:t>
            </w:r>
          </w:p>
        </w:tc>
        <w:tc>
          <w:tcPr>
            <w:tcW w:w="7371" w:type="dxa"/>
          </w:tcPr>
          <w:p w:rsidR="00C80625" w:rsidRPr="004202DF" w:rsidRDefault="00C80625" w:rsidP="00DD36E2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4202DF">
              <w:rPr>
                <w:rFonts w:cs="Times New Roman"/>
                <w:bCs/>
                <w:color w:val="000000"/>
                <w:szCs w:val="28"/>
                <w:lang w:eastAsia="ru-RU"/>
              </w:rPr>
              <w:t>ФИО</w:t>
            </w:r>
          </w:p>
        </w:tc>
        <w:tc>
          <w:tcPr>
            <w:tcW w:w="2693" w:type="dxa"/>
          </w:tcPr>
          <w:p w:rsidR="00C80625" w:rsidRPr="004202DF" w:rsidRDefault="00C80625" w:rsidP="00DD36E2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4202DF">
              <w:rPr>
                <w:rFonts w:cs="Times New Roman"/>
                <w:bCs/>
                <w:color w:val="000000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2694" w:type="dxa"/>
          </w:tcPr>
          <w:p w:rsidR="00C80625" w:rsidRPr="004202DF" w:rsidRDefault="00C80625" w:rsidP="00DD36E2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4202DF">
              <w:rPr>
                <w:rFonts w:cs="Times New Roman"/>
                <w:bCs/>
                <w:color w:val="000000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2268" w:type="dxa"/>
          </w:tcPr>
          <w:p w:rsidR="00C80625" w:rsidRPr="004202DF" w:rsidRDefault="00C80625" w:rsidP="00DD36E2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4202DF">
              <w:rPr>
                <w:rFonts w:cs="Times New Roman"/>
                <w:bCs/>
                <w:color w:val="000000"/>
                <w:szCs w:val="28"/>
                <w:lang w:eastAsia="ru-RU"/>
              </w:rPr>
              <w:t>Подпись</w:t>
            </w:r>
          </w:p>
        </w:tc>
      </w:tr>
      <w:tr w:rsidR="00C80625" w:rsidRPr="004202DF" w:rsidTr="00C80625">
        <w:tc>
          <w:tcPr>
            <w:tcW w:w="817" w:type="dxa"/>
          </w:tcPr>
          <w:p w:rsidR="00C80625" w:rsidRPr="004202DF" w:rsidRDefault="00C80625" w:rsidP="00DD36E2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4202DF">
              <w:rPr>
                <w:rFonts w:cs="Times New Roman"/>
                <w:bCs/>
                <w:color w:val="000000"/>
                <w:szCs w:val="28"/>
                <w:lang w:eastAsia="ru-RU"/>
              </w:rPr>
              <w:t>1.</w:t>
            </w:r>
          </w:p>
        </w:tc>
        <w:tc>
          <w:tcPr>
            <w:tcW w:w="7371" w:type="dxa"/>
          </w:tcPr>
          <w:p w:rsidR="00C80625" w:rsidRPr="004202DF" w:rsidRDefault="00C80625" w:rsidP="00DD36E2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C80625" w:rsidRPr="004202DF" w:rsidRDefault="00C80625" w:rsidP="00DD36E2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C80625" w:rsidRPr="004202DF" w:rsidRDefault="00C80625" w:rsidP="00DD36E2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C80625" w:rsidRPr="004202DF" w:rsidRDefault="00C80625" w:rsidP="00DD36E2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</w:tr>
      <w:tr w:rsidR="00C80625" w:rsidRPr="004202DF" w:rsidTr="00C80625">
        <w:tc>
          <w:tcPr>
            <w:tcW w:w="817" w:type="dxa"/>
          </w:tcPr>
          <w:p w:rsidR="00C80625" w:rsidRPr="004202DF" w:rsidRDefault="00C80625" w:rsidP="00DD36E2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4202DF">
              <w:rPr>
                <w:rFonts w:cs="Times New Roman"/>
                <w:bCs/>
                <w:color w:val="000000"/>
                <w:szCs w:val="28"/>
                <w:lang w:eastAsia="ru-RU"/>
              </w:rPr>
              <w:t>2.</w:t>
            </w:r>
          </w:p>
        </w:tc>
        <w:tc>
          <w:tcPr>
            <w:tcW w:w="7371" w:type="dxa"/>
          </w:tcPr>
          <w:p w:rsidR="00C80625" w:rsidRPr="004202DF" w:rsidRDefault="00C80625" w:rsidP="00DD36E2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C80625" w:rsidRPr="004202DF" w:rsidRDefault="00C80625" w:rsidP="00DD36E2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C80625" w:rsidRPr="004202DF" w:rsidRDefault="00C80625" w:rsidP="00DD36E2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C80625" w:rsidRPr="004202DF" w:rsidRDefault="00C80625" w:rsidP="00DD36E2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</w:tr>
      <w:tr w:rsidR="00C80625" w:rsidRPr="004202DF" w:rsidTr="00C80625">
        <w:tc>
          <w:tcPr>
            <w:tcW w:w="817" w:type="dxa"/>
          </w:tcPr>
          <w:p w:rsidR="00C80625" w:rsidRPr="004202DF" w:rsidRDefault="007877E4" w:rsidP="00DD36E2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cs="Times New Roman"/>
                <w:bCs/>
                <w:color w:val="000000"/>
                <w:szCs w:val="28"/>
                <w:lang w:eastAsia="ru-RU"/>
              </w:rPr>
              <w:t>3.</w:t>
            </w:r>
          </w:p>
        </w:tc>
        <w:tc>
          <w:tcPr>
            <w:tcW w:w="7371" w:type="dxa"/>
          </w:tcPr>
          <w:p w:rsidR="00C80625" w:rsidRPr="004202DF" w:rsidRDefault="00C80625" w:rsidP="00DD36E2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C80625" w:rsidRPr="004202DF" w:rsidRDefault="00C80625" w:rsidP="00DD36E2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C80625" w:rsidRPr="004202DF" w:rsidRDefault="00C80625" w:rsidP="00DD36E2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C80625" w:rsidRPr="004202DF" w:rsidRDefault="00C80625" w:rsidP="00DD36E2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</w:tr>
    </w:tbl>
    <w:p w:rsidR="00DD36E2" w:rsidRDefault="00DD36E2" w:rsidP="00C80625">
      <w:pPr>
        <w:jc w:val="both"/>
      </w:pPr>
    </w:p>
    <w:p w:rsidR="00C80625" w:rsidRPr="004202DF" w:rsidRDefault="00C80625" w:rsidP="00C80625">
      <w:pPr>
        <w:jc w:val="both"/>
      </w:pPr>
      <w:proofErr w:type="gramStart"/>
      <w:r w:rsidRPr="004202DF">
        <w:t xml:space="preserve">Подписи подтверждают согласие жителей Ярославской области, являющихся инициаторами проекта или членами инициативной группы, на обработку проектным офисом губернаторского проекта «Решаем вместе!» перечисленных в таблице персональных данных без использования средств автоматизации, в том числе их предоставление органам исполнительной власти, органам местного самоуправления области, в целях исполнения полномочий по реализации губернаторского проекта «Решаем вместе!». </w:t>
      </w:r>
      <w:proofErr w:type="gramEnd"/>
    </w:p>
    <w:p w:rsidR="00C80625" w:rsidRPr="004202DF" w:rsidRDefault="00C80625" w:rsidP="00C80625">
      <w:pPr>
        <w:jc w:val="both"/>
      </w:pPr>
      <w:r w:rsidRPr="004202DF">
        <w:t xml:space="preserve">Персональные данные не подлежат распространению (раскрытию для неопределенного круга лиц). Согласие </w:t>
      </w:r>
      <w:proofErr w:type="gramStart"/>
      <w:r w:rsidRPr="004202DF">
        <w:t>действует бессрочно и может</w:t>
      </w:r>
      <w:proofErr w:type="gramEnd"/>
      <w:r w:rsidRPr="004202DF">
        <w:t xml:space="preserve"> быть отозвано в любой момент.</w:t>
      </w:r>
    </w:p>
    <w:p w:rsidR="00C80625" w:rsidRPr="004202DF" w:rsidRDefault="00C80625" w:rsidP="00C80625">
      <w:pPr>
        <w:ind w:firstLine="0"/>
      </w:pPr>
    </w:p>
    <w:p w:rsidR="00C80625" w:rsidRPr="004202DF" w:rsidRDefault="00C80625" w:rsidP="00C80625">
      <w:pPr>
        <w:autoSpaceDE w:val="0"/>
        <w:autoSpaceDN w:val="0"/>
        <w:adjustRightInd w:val="0"/>
        <w:ind w:firstLine="0"/>
      </w:pPr>
      <w:r w:rsidRPr="004202DF">
        <w:t>2. Глава администрации (наименование городского округа или муниципального района, ФИО, подпись)*:_____________________</w:t>
      </w:r>
    </w:p>
    <w:p w:rsidR="00C80625" w:rsidRPr="004202DF" w:rsidRDefault="00C80625" w:rsidP="00C80625">
      <w:pPr>
        <w:autoSpaceDE w:val="0"/>
        <w:autoSpaceDN w:val="0"/>
        <w:adjustRightInd w:val="0"/>
        <w:ind w:firstLine="0"/>
        <w:rPr>
          <w:sz w:val="24"/>
          <w:szCs w:val="24"/>
          <w:lang w:eastAsia="ru-RU"/>
        </w:rPr>
      </w:pPr>
      <w:r w:rsidRPr="004202DF">
        <w:t xml:space="preserve">________________________________________________________________________________________________________________ </w:t>
      </w:r>
    </w:p>
    <w:p w:rsidR="00C80625" w:rsidRPr="004202DF" w:rsidRDefault="00C80625" w:rsidP="00C80625">
      <w:pPr>
        <w:ind w:firstLine="0"/>
      </w:pPr>
      <w:proofErr w:type="gramStart"/>
      <w:r w:rsidRPr="004202DF">
        <w:t>*) Заполняется, если инициатором проекта не является глава администрации муниципального образования области.</w:t>
      </w:r>
      <w:proofErr w:type="gramEnd"/>
    </w:p>
    <w:p w:rsidR="00C80625" w:rsidRPr="004202DF" w:rsidRDefault="00C80625" w:rsidP="00C80625">
      <w:pPr>
        <w:autoSpaceDE w:val="0"/>
        <w:autoSpaceDN w:val="0"/>
        <w:adjustRightInd w:val="0"/>
        <w:ind w:firstLine="0"/>
      </w:pPr>
    </w:p>
    <w:p w:rsidR="00C80625" w:rsidRPr="004202DF" w:rsidRDefault="00C80625" w:rsidP="00C80625">
      <w:pPr>
        <w:autoSpaceDE w:val="0"/>
        <w:autoSpaceDN w:val="0"/>
        <w:adjustRightInd w:val="0"/>
        <w:ind w:firstLine="0"/>
      </w:pPr>
      <w:r w:rsidRPr="004202DF">
        <w:t>3. Глава администрации (наименование поселения, ФИО, подпись)*: ____________________________________________________</w:t>
      </w:r>
    </w:p>
    <w:p w:rsidR="00C80625" w:rsidRDefault="00C80625" w:rsidP="00C80625">
      <w:proofErr w:type="gramStart"/>
      <w:r w:rsidRPr="004202DF">
        <w:t>*) Заполняется по проекту, направленному на решение вопроса местного значения поселения, если инициатором проекта не является глава администрации поселения области.</w:t>
      </w:r>
      <w:proofErr w:type="gramEnd"/>
    </w:p>
    <w:p w:rsidR="00C80625" w:rsidRDefault="00C80625" w:rsidP="00C80625"/>
    <w:p w:rsidR="00C80625" w:rsidRDefault="00C80625" w:rsidP="00C80625">
      <w:pPr>
        <w:sectPr w:rsidR="00C80625" w:rsidSect="00C80625">
          <w:pgSz w:w="16838" w:h="11906" w:orient="landscape"/>
          <w:pgMar w:top="1985" w:right="567" w:bottom="567" w:left="567" w:header="709" w:footer="709" w:gutter="0"/>
          <w:pgNumType w:start="1"/>
          <w:cols w:space="708"/>
          <w:titlePg/>
          <w:docGrid w:linePitch="381"/>
        </w:sectPr>
      </w:pPr>
    </w:p>
    <w:p w:rsidR="00C80625" w:rsidRPr="004202DF" w:rsidRDefault="00C80625" w:rsidP="00C80625">
      <w:pPr>
        <w:tabs>
          <w:tab w:val="left" w:pos="5387"/>
        </w:tabs>
        <w:ind w:left="7088" w:firstLine="0"/>
      </w:pPr>
      <w:r w:rsidRPr="004202DF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B1DC5" wp14:editId="47020B8C">
                <wp:simplePos x="0" y="0"/>
                <wp:positionH relativeFrom="column">
                  <wp:posOffset>2832554</wp:posOffset>
                </wp:positionH>
                <wp:positionV relativeFrom="paragraph">
                  <wp:posOffset>-483598</wp:posOffset>
                </wp:positionV>
                <wp:extent cx="685800" cy="402772"/>
                <wp:effectExtent l="0" t="0" r="0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4027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223.05pt;margin-top:-38.1pt;width:54pt;height:3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" fillcolor="white [3212]" stroked="f" strokeweight="2pt"/>
            </w:pict>
          </mc:Fallback>
        </mc:AlternateContent>
      </w:r>
      <w:r w:rsidRPr="004202DF">
        <w:t>Приложение 5</w:t>
      </w:r>
    </w:p>
    <w:p w:rsidR="00C80625" w:rsidRPr="004202DF" w:rsidRDefault="00C80625" w:rsidP="00C80625">
      <w:pPr>
        <w:tabs>
          <w:tab w:val="left" w:pos="5387"/>
        </w:tabs>
        <w:ind w:left="7088" w:firstLine="0"/>
      </w:pPr>
      <w:r w:rsidRPr="004202DF">
        <w:t>к Положению</w:t>
      </w:r>
    </w:p>
    <w:p w:rsidR="00C80625" w:rsidRPr="004202DF" w:rsidRDefault="00C80625" w:rsidP="00C80625">
      <w:pPr>
        <w:jc w:val="right"/>
      </w:pPr>
    </w:p>
    <w:p w:rsidR="00C80625" w:rsidRPr="004202DF" w:rsidRDefault="00C80625" w:rsidP="00C80625">
      <w:pPr>
        <w:jc w:val="center"/>
      </w:pPr>
    </w:p>
    <w:p w:rsidR="00C80625" w:rsidRPr="004202DF" w:rsidRDefault="00C80625" w:rsidP="00C80625">
      <w:pPr>
        <w:ind w:firstLine="0"/>
        <w:jc w:val="center"/>
        <w:rPr>
          <w:b/>
        </w:rPr>
      </w:pPr>
      <w:r w:rsidRPr="004202DF">
        <w:rPr>
          <w:b/>
        </w:rPr>
        <w:t>ПОЛОЖЕНИЕ</w:t>
      </w:r>
    </w:p>
    <w:p w:rsidR="00C80625" w:rsidRPr="004202DF" w:rsidRDefault="00C80625" w:rsidP="00C80625">
      <w:pPr>
        <w:ind w:firstLine="0"/>
        <w:jc w:val="center"/>
        <w:rPr>
          <w:b/>
        </w:rPr>
      </w:pPr>
      <w:r w:rsidRPr="004202DF">
        <w:rPr>
          <w:b/>
        </w:rPr>
        <w:t xml:space="preserve">о порядке конкурсного отбора проектов </w:t>
      </w:r>
    </w:p>
    <w:p w:rsidR="00C80625" w:rsidRPr="004202DF" w:rsidRDefault="00C80625" w:rsidP="00C80625">
      <w:pPr>
        <w:ind w:firstLine="0"/>
        <w:jc w:val="center"/>
        <w:rPr>
          <w:b/>
        </w:rPr>
      </w:pPr>
      <w:r w:rsidRPr="004202DF">
        <w:rPr>
          <w:b/>
        </w:rPr>
        <w:t>инициативного бюджетирования</w:t>
      </w:r>
    </w:p>
    <w:p w:rsidR="00C80625" w:rsidRPr="004202DF" w:rsidRDefault="00C80625" w:rsidP="00C80625">
      <w:pPr>
        <w:ind w:firstLine="0"/>
        <w:jc w:val="center"/>
        <w:rPr>
          <w:b/>
          <w:color w:val="FF0000"/>
        </w:rPr>
      </w:pPr>
    </w:p>
    <w:p w:rsidR="00C80625" w:rsidRPr="004202DF" w:rsidRDefault="00C80625" w:rsidP="00C80625">
      <w:pPr>
        <w:jc w:val="both"/>
      </w:pPr>
      <w:r w:rsidRPr="004202DF">
        <w:t>1. Настоящий Положение определяет порядок конкурсного отбора проектов инициативного бюджетирования (далее – проектов), реализуемых в составе губернаторского проекта «Решаем вместе!».</w:t>
      </w:r>
    </w:p>
    <w:p w:rsidR="00C80625" w:rsidRPr="004202DF" w:rsidRDefault="00C80625" w:rsidP="00C80625">
      <w:pPr>
        <w:jc w:val="both"/>
        <w:rPr>
          <w:lang w:eastAsia="ru-RU"/>
        </w:rPr>
      </w:pPr>
      <w:r w:rsidRPr="004202DF">
        <w:rPr>
          <w:lang w:eastAsia="ru-RU"/>
        </w:rPr>
        <w:t>2. К конкурсному отбору допускаются проекты:</w:t>
      </w:r>
    </w:p>
    <w:p w:rsidR="00C80625" w:rsidRPr="004202DF" w:rsidRDefault="00C80625" w:rsidP="00C80625">
      <w:pPr>
        <w:jc w:val="both"/>
      </w:pPr>
      <w:r w:rsidRPr="004202DF">
        <w:rPr>
          <w:lang w:eastAsia="ru-RU"/>
        </w:rPr>
        <w:t xml:space="preserve">- соответствующие </w:t>
      </w:r>
      <w:r w:rsidRPr="004202DF">
        <w:t>целевым направлениям предоставления субсидий, иных межбюджетных трансфертов, определенным порядками (методиками), предоставления и распределения субсидий местным бюджетам, иных межбюджетных трансфертов;</w:t>
      </w:r>
    </w:p>
    <w:p w:rsidR="00C80625" w:rsidRPr="004202DF" w:rsidRDefault="003818CF" w:rsidP="00C80625">
      <w:pPr>
        <w:jc w:val="both"/>
      </w:pPr>
      <w:r>
        <w:t xml:space="preserve">- </w:t>
      </w:r>
      <w:r w:rsidR="00C80625" w:rsidRPr="004202DF">
        <w:t>имеющие паспорта проектов, оформленные по форме, установленной порядком реализации губернаторского проекта «Решаем вместе!» (далее – губернаторский проект) и с приложением перечня документов и материалов.</w:t>
      </w:r>
    </w:p>
    <w:p w:rsidR="00C80625" w:rsidRPr="004202DF" w:rsidRDefault="00C80625" w:rsidP="00C80625">
      <w:pPr>
        <w:jc w:val="both"/>
      </w:pPr>
      <w:r w:rsidRPr="004202DF">
        <w:t xml:space="preserve">Решение о допуске проекта к конкурсному отбору принимается межведомственной комиссией по реализации губернаторского проекта </w:t>
      </w:r>
      <w:r w:rsidR="003818CF">
        <w:br/>
      </w:r>
      <w:r w:rsidRPr="004202DF">
        <w:t xml:space="preserve">(далее – межведомственной комиссией). </w:t>
      </w:r>
    </w:p>
    <w:p w:rsidR="00C80625" w:rsidRPr="004202DF" w:rsidRDefault="00C80625" w:rsidP="00C80625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4202DF">
        <w:rPr>
          <w:lang w:eastAsia="ru-RU"/>
        </w:rPr>
        <w:t xml:space="preserve">3. По каждому из проектов, допущенному к конкурсному отбору, на основе информации, содержащейся в паспорте проекта и прилагаемых к нему </w:t>
      </w:r>
      <w:r w:rsidRPr="004202DF">
        <w:t>документах и материалах</w:t>
      </w:r>
      <w:r w:rsidRPr="004202DF">
        <w:rPr>
          <w:lang w:eastAsia="ru-RU"/>
        </w:rPr>
        <w:t>, рассчитывается значение показателя интегральной оценки проекта</w:t>
      </w:r>
      <w:r w:rsidRPr="004202DF">
        <w:t>:</w:t>
      </w:r>
    </w:p>
    <w:p w:rsidR="00C80625" w:rsidRPr="004202DF" w:rsidRDefault="00C80625" w:rsidP="00C8062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lang w:eastAsia="ru-RU"/>
        </w:rPr>
      </w:pPr>
    </w:p>
    <w:p w:rsidR="00C80625" w:rsidRPr="004202DF" w:rsidRDefault="00C80625" w:rsidP="00C80625">
      <w:pPr>
        <w:widowControl w:val="0"/>
        <w:tabs>
          <w:tab w:val="left" w:pos="1134"/>
        </w:tabs>
        <w:autoSpaceDE w:val="0"/>
        <w:autoSpaceDN w:val="0"/>
        <w:adjustRightInd w:val="0"/>
        <w:ind w:firstLine="0"/>
        <w:jc w:val="center"/>
      </w:pPr>
      <w:proofErr w:type="spellStart"/>
      <w:r w:rsidRPr="004202DF">
        <w:t>ИО</w:t>
      </w:r>
      <w:r w:rsidRPr="003818CF">
        <w:rPr>
          <w:vertAlign w:val="subscript"/>
        </w:rPr>
        <w:t>п</w:t>
      </w:r>
      <w:proofErr w:type="spellEnd"/>
      <w:r w:rsidRPr="004202DF">
        <w:t xml:space="preserve"> = </w:t>
      </w:r>
      <w:proofErr w:type="spellStart"/>
      <w:r w:rsidRPr="004202DF">
        <w:t>В</w:t>
      </w:r>
      <w:r w:rsidRPr="003818CF">
        <w:rPr>
          <w:vertAlign w:val="subscript"/>
        </w:rPr>
        <w:t>п</w:t>
      </w:r>
      <w:proofErr w:type="spellEnd"/>
      <w:r w:rsidRPr="004202DF">
        <w:t xml:space="preserve"> + </w:t>
      </w:r>
      <w:proofErr w:type="spellStart"/>
      <w:r w:rsidRPr="004202DF">
        <w:t>У</w:t>
      </w:r>
      <w:r w:rsidRPr="003818CF">
        <w:rPr>
          <w:vertAlign w:val="subscript"/>
        </w:rPr>
        <w:t>п</w:t>
      </w:r>
      <w:proofErr w:type="spellEnd"/>
      <w:r w:rsidRPr="004202DF">
        <w:t>,</w:t>
      </w:r>
    </w:p>
    <w:p w:rsidR="00C80625" w:rsidRPr="004202DF" w:rsidRDefault="00C80625" w:rsidP="00C80625">
      <w:pPr>
        <w:widowControl w:val="0"/>
        <w:tabs>
          <w:tab w:val="left" w:pos="1134"/>
        </w:tabs>
        <w:autoSpaceDE w:val="0"/>
        <w:autoSpaceDN w:val="0"/>
        <w:adjustRightInd w:val="0"/>
        <w:ind w:firstLine="0"/>
        <w:jc w:val="center"/>
      </w:pPr>
    </w:p>
    <w:p w:rsidR="00C80625" w:rsidRPr="004202DF" w:rsidRDefault="00C80625" w:rsidP="00C80625">
      <w:pPr>
        <w:widowControl w:val="0"/>
        <w:tabs>
          <w:tab w:val="left" w:pos="1134"/>
        </w:tabs>
        <w:autoSpaceDE w:val="0"/>
        <w:autoSpaceDN w:val="0"/>
        <w:adjustRightInd w:val="0"/>
      </w:pPr>
      <w:r w:rsidRPr="004202DF">
        <w:t>где:</w:t>
      </w:r>
    </w:p>
    <w:p w:rsidR="00C80625" w:rsidRPr="004202DF" w:rsidRDefault="00C80625" w:rsidP="00C80625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4202DF">
        <w:t>ИО</w:t>
      </w:r>
      <w:r w:rsidRPr="003818CF">
        <w:rPr>
          <w:vertAlign w:val="subscript"/>
        </w:rPr>
        <w:t>п</w:t>
      </w:r>
      <w:proofErr w:type="spellEnd"/>
      <w:r w:rsidRPr="004202DF">
        <w:t xml:space="preserve"> – показатель интегральной оценки проекта;</w:t>
      </w:r>
    </w:p>
    <w:p w:rsidR="00C80625" w:rsidRPr="004202DF" w:rsidRDefault="00C80625" w:rsidP="00C80625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4202DF">
        <w:t>В</w:t>
      </w:r>
      <w:r w:rsidRPr="003818CF">
        <w:rPr>
          <w:vertAlign w:val="subscript"/>
        </w:rPr>
        <w:t>п</w:t>
      </w:r>
      <w:proofErr w:type="spellEnd"/>
      <w:r w:rsidRPr="004202DF">
        <w:t xml:space="preserve"> – показатель вклада местных бюджетов, жителей Ярославской области, индивидуальных предпринимателей, юридических лиц в </w:t>
      </w:r>
      <w:r w:rsidR="00174639">
        <w:t xml:space="preserve">реализацию </w:t>
      </w:r>
      <w:r w:rsidRPr="004202DF">
        <w:t xml:space="preserve"> проекта;</w:t>
      </w:r>
    </w:p>
    <w:p w:rsidR="00C80625" w:rsidRPr="004202DF" w:rsidRDefault="00C80625" w:rsidP="00C80625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4202DF">
        <w:t>У</w:t>
      </w:r>
      <w:r w:rsidRPr="003818CF">
        <w:rPr>
          <w:vertAlign w:val="subscript"/>
        </w:rPr>
        <w:t>п</w:t>
      </w:r>
      <w:proofErr w:type="spellEnd"/>
      <w:r w:rsidRPr="004202DF">
        <w:t xml:space="preserve"> – показатель участия жителей Ярославской области в определении и решении проблемы местного значения.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 xml:space="preserve">3.1. Значение показателя </w:t>
      </w:r>
      <w:proofErr w:type="spellStart"/>
      <w:r w:rsidRPr="004202DF">
        <w:t>В</w:t>
      </w:r>
      <w:r w:rsidRPr="003818CF">
        <w:rPr>
          <w:vertAlign w:val="subscript"/>
        </w:rPr>
        <w:t>п</w:t>
      </w:r>
      <w:proofErr w:type="spellEnd"/>
      <w:r w:rsidRPr="004202DF">
        <w:t xml:space="preserve"> рассчитывается по следующей формуле:</w:t>
      </w:r>
    </w:p>
    <w:p w:rsidR="00C80625" w:rsidRPr="004202DF" w:rsidRDefault="00C80625" w:rsidP="00C80625">
      <w:pPr>
        <w:pStyle w:val="ConsPlusNormal"/>
        <w:rPr>
          <w:color w:val="FF0000"/>
        </w:rPr>
      </w:pPr>
    </w:p>
    <w:p w:rsidR="00C80625" w:rsidRPr="004202DF" w:rsidRDefault="00C80625" w:rsidP="00C80625">
      <w:pPr>
        <w:pStyle w:val="ConsPlusNormal"/>
        <w:jc w:val="center"/>
      </w:pPr>
      <w:proofErr w:type="spellStart"/>
      <w:r w:rsidRPr="004202DF">
        <w:t>В</w:t>
      </w:r>
      <w:r w:rsidRPr="003818CF">
        <w:rPr>
          <w:vertAlign w:val="subscript"/>
        </w:rPr>
        <w:t>п</w:t>
      </w:r>
      <w:proofErr w:type="spellEnd"/>
      <w:r w:rsidRPr="004202DF">
        <w:t xml:space="preserve"> = </w:t>
      </w:r>
      <w:proofErr w:type="spellStart"/>
      <w:r w:rsidRPr="004202DF">
        <w:t>В</w:t>
      </w:r>
      <w:r w:rsidRPr="003818CF">
        <w:rPr>
          <w:vertAlign w:val="subscript"/>
        </w:rPr>
        <w:t>ж</w:t>
      </w:r>
      <w:proofErr w:type="spellEnd"/>
      <w:r w:rsidRPr="004202DF">
        <w:t xml:space="preserve"> + </w:t>
      </w:r>
      <w:proofErr w:type="spellStart"/>
      <w:r w:rsidRPr="004202DF">
        <w:t>В</w:t>
      </w:r>
      <w:r w:rsidRPr="003818CF">
        <w:rPr>
          <w:vertAlign w:val="subscript"/>
        </w:rPr>
        <w:t>б</w:t>
      </w:r>
      <w:proofErr w:type="spellEnd"/>
      <w:r w:rsidRPr="004202DF">
        <w:t xml:space="preserve"> + </w:t>
      </w:r>
      <w:proofErr w:type="spellStart"/>
      <w:r w:rsidRPr="004202DF">
        <w:t>В</w:t>
      </w:r>
      <w:r w:rsidRPr="003818CF">
        <w:rPr>
          <w:vertAlign w:val="subscript"/>
        </w:rPr>
        <w:t>нф</w:t>
      </w:r>
      <w:proofErr w:type="spellEnd"/>
      <w:r w:rsidRPr="004202DF">
        <w:t>,</w:t>
      </w:r>
    </w:p>
    <w:p w:rsidR="00C80625" w:rsidRPr="004202DF" w:rsidRDefault="00C80625" w:rsidP="00C80625">
      <w:pPr>
        <w:pStyle w:val="ConsPlusNormal"/>
        <w:ind w:firstLine="709"/>
        <w:jc w:val="center"/>
      </w:pP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где:</w:t>
      </w:r>
    </w:p>
    <w:p w:rsidR="00C80625" w:rsidRPr="004202DF" w:rsidRDefault="00C80625" w:rsidP="00C80625">
      <w:pPr>
        <w:pStyle w:val="ConsPlusNormal"/>
        <w:ind w:firstLine="709"/>
        <w:jc w:val="both"/>
      </w:pPr>
      <w:proofErr w:type="spellStart"/>
      <w:r w:rsidRPr="004202DF">
        <w:t>В</w:t>
      </w:r>
      <w:r w:rsidRPr="003818CF">
        <w:rPr>
          <w:vertAlign w:val="subscript"/>
        </w:rPr>
        <w:t>ж</w:t>
      </w:r>
      <w:proofErr w:type="spellEnd"/>
      <w:r w:rsidRPr="004202DF">
        <w:t xml:space="preserve"> – показатель вклада жителей Ярославской области, индивидуальных предпринимателей, юридических лиц в финансирование проекта;</w:t>
      </w:r>
    </w:p>
    <w:p w:rsidR="00C80625" w:rsidRPr="004202DF" w:rsidRDefault="00C80625" w:rsidP="00C80625">
      <w:pPr>
        <w:pStyle w:val="ConsPlusNormal"/>
        <w:ind w:firstLine="709"/>
        <w:jc w:val="both"/>
      </w:pPr>
      <w:proofErr w:type="spellStart"/>
      <w:r w:rsidRPr="004202DF">
        <w:t>В</w:t>
      </w:r>
      <w:r w:rsidRPr="003818CF">
        <w:rPr>
          <w:vertAlign w:val="subscript"/>
        </w:rPr>
        <w:t>б</w:t>
      </w:r>
      <w:proofErr w:type="spellEnd"/>
      <w:r w:rsidRPr="004202DF">
        <w:t xml:space="preserve"> – показатель вклада местного бюджета в финансирование проекта;</w:t>
      </w:r>
    </w:p>
    <w:p w:rsidR="00C80625" w:rsidRPr="004202DF" w:rsidRDefault="00C80625" w:rsidP="00C80625">
      <w:pPr>
        <w:pStyle w:val="ConsPlusNormal"/>
        <w:ind w:firstLine="709"/>
        <w:jc w:val="both"/>
      </w:pPr>
      <w:proofErr w:type="spellStart"/>
      <w:r w:rsidRPr="004202DF">
        <w:lastRenderedPageBreak/>
        <w:t>В</w:t>
      </w:r>
      <w:r w:rsidRPr="003818CF">
        <w:rPr>
          <w:vertAlign w:val="subscript"/>
        </w:rPr>
        <w:t>нф</w:t>
      </w:r>
      <w:proofErr w:type="spellEnd"/>
      <w:r w:rsidRPr="004202DF">
        <w:t xml:space="preserve"> – показатель нефинансового вклада жителей Ярославской области, индивидуальных предпринимателей, юридических лиц в финансирование проекта.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 xml:space="preserve">3.1.1. Значение показателя </w:t>
      </w:r>
      <w:proofErr w:type="spellStart"/>
      <w:r w:rsidRPr="004202DF">
        <w:t>В</w:t>
      </w:r>
      <w:r w:rsidRPr="003818CF">
        <w:rPr>
          <w:vertAlign w:val="subscript"/>
        </w:rPr>
        <w:t>ж</w:t>
      </w:r>
      <w:proofErr w:type="spellEnd"/>
      <w:r w:rsidRPr="004202DF">
        <w:t xml:space="preserve"> рассчитывается по следующей формуле:</w:t>
      </w:r>
    </w:p>
    <w:p w:rsidR="00C80625" w:rsidRPr="004202DF" w:rsidRDefault="00C80625" w:rsidP="00C80625">
      <w:pPr>
        <w:pStyle w:val="ConsPlusNormal"/>
        <w:ind w:firstLine="709"/>
        <w:jc w:val="both"/>
      </w:pPr>
    </w:p>
    <w:p w:rsidR="00C80625" w:rsidRPr="004202DF" w:rsidRDefault="00C80625" w:rsidP="00C80625">
      <w:pPr>
        <w:pStyle w:val="ConsPlusNormal"/>
        <w:jc w:val="center"/>
      </w:pPr>
      <w:proofErr w:type="spellStart"/>
      <w:r w:rsidRPr="004202DF">
        <w:t>В</w:t>
      </w:r>
      <w:r w:rsidRPr="003818CF">
        <w:rPr>
          <w:vertAlign w:val="subscript"/>
        </w:rPr>
        <w:t>ж</w:t>
      </w:r>
      <w:proofErr w:type="spellEnd"/>
      <w:r w:rsidRPr="004202DF">
        <w:t xml:space="preserve"> = </w:t>
      </w:r>
      <w:r w:rsidRPr="004202DF">
        <w:rPr>
          <w:color w:val="FF0000"/>
        </w:rPr>
        <w:t xml:space="preserve"> </w:t>
      </w:r>
      <w:r w:rsidRPr="004202DF">
        <w:t>(П</w:t>
      </w:r>
      <w:r w:rsidR="003818CF" w:rsidRPr="003818CF">
        <w:t>Ж</w:t>
      </w:r>
      <w:r w:rsidRPr="004202DF">
        <w:t xml:space="preserve"> – </w:t>
      </w:r>
      <w:proofErr w:type="spellStart"/>
      <w:r w:rsidRPr="004202DF">
        <w:t>П</w:t>
      </w:r>
      <w:r w:rsidR="003818CF" w:rsidRPr="004202DF">
        <w:t>Ж</w:t>
      </w:r>
      <w:r w:rsidRPr="003818CF">
        <w:rPr>
          <w:vertAlign w:val="subscript"/>
        </w:rPr>
        <w:t>мин</w:t>
      </w:r>
      <w:proofErr w:type="spellEnd"/>
      <w:r w:rsidRPr="004202DF">
        <w:t>) / (</w:t>
      </w:r>
      <w:proofErr w:type="spellStart"/>
      <w:r w:rsidRPr="004202DF">
        <w:t>П</w:t>
      </w:r>
      <w:r w:rsidR="003818CF">
        <w:t>Ж</w:t>
      </w:r>
      <w:r w:rsidRPr="003818CF">
        <w:rPr>
          <w:vertAlign w:val="subscript"/>
        </w:rPr>
        <w:t>макс</w:t>
      </w:r>
      <w:proofErr w:type="spellEnd"/>
      <w:r w:rsidRPr="004202DF">
        <w:t xml:space="preserve"> – </w:t>
      </w:r>
      <w:proofErr w:type="spellStart"/>
      <w:r w:rsidRPr="004202DF">
        <w:t>П</w:t>
      </w:r>
      <w:r w:rsidR="003818CF">
        <w:t>Ж</w:t>
      </w:r>
      <w:r w:rsidRPr="003818CF">
        <w:rPr>
          <w:vertAlign w:val="subscript"/>
        </w:rPr>
        <w:t>мин</w:t>
      </w:r>
      <w:proofErr w:type="spellEnd"/>
      <w:r w:rsidRPr="004202DF">
        <w:t>) х 150,</w:t>
      </w:r>
    </w:p>
    <w:p w:rsidR="00C80625" w:rsidRPr="004202DF" w:rsidRDefault="00C80625" w:rsidP="00C80625">
      <w:pPr>
        <w:pStyle w:val="ConsPlusNormal"/>
        <w:ind w:firstLine="709"/>
        <w:jc w:val="both"/>
      </w:pP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где: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П</w:t>
      </w:r>
      <w:r w:rsidR="003818CF">
        <w:t>Ж</w:t>
      </w:r>
      <w:r w:rsidRPr="004202DF">
        <w:t xml:space="preserve"> – уровень софинансирования проекта средствами жителей Ярославской области, </w:t>
      </w:r>
      <w:r w:rsidRPr="004202DF">
        <w:rPr>
          <w:lang w:eastAsia="ru-RU"/>
        </w:rPr>
        <w:t>юридических лиц и индивидуальных предпринимателей,</w:t>
      </w:r>
      <w:r w:rsidRPr="004202DF">
        <w:t xml:space="preserve"> в процентах от стоимости проекта;</w:t>
      </w:r>
    </w:p>
    <w:p w:rsidR="00C80625" w:rsidRPr="004202DF" w:rsidRDefault="00C80625" w:rsidP="00C80625">
      <w:pPr>
        <w:pStyle w:val="ConsPlusNormal"/>
        <w:ind w:firstLine="709"/>
        <w:jc w:val="both"/>
      </w:pPr>
      <w:proofErr w:type="spellStart"/>
      <w:r w:rsidRPr="004202DF">
        <w:t>П</w:t>
      </w:r>
      <w:r w:rsidR="003818CF">
        <w:t>Ж</w:t>
      </w:r>
      <w:r w:rsidRPr="003818CF">
        <w:rPr>
          <w:vertAlign w:val="subscript"/>
        </w:rPr>
        <w:t>мин</w:t>
      </w:r>
      <w:proofErr w:type="spellEnd"/>
      <w:r w:rsidRPr="004202DF">
        <w:t xml:space="preserve"> – минимальный уровень софинансирования проекта средствами жителей Ярославской области, юридических лиц и индивидуальных предпринимателей, установленный порядком (методикой), предоставления и распределения субсидии местным бюджетам, в процентах;</w:t>
      </w:r>
    </w:p>
    <w:p w:rsidR="00C80625" w:rsidRPr="004202DF" w:rsidRDefault="00C80625" w:rsidP="00C80625">
      <w:pPr>
        <w:pStyle w:val="ConsPlusNormal"/>
        <w:ind w:firstLine="709"/>
        <w:jc w:val="both"/>
      </w:pPr>
      <w:proofErr w:type="spellStart"/>
      <w:r w:rsidRPr="004202DF">
        <w:t>П</w:t>
      </w:r>
      <w:r w:rsidR="003818CF">
        <w:t>Ж</w:t>
      </w:r>
      <w:r w:rsidRPr="003818CF">
        <w:rPr>
          <w:vertAlign w:val="subscript"/>
        </w:rPr>
        <w:t>макс</w:t>
      </w:r>
      <w:proofErr w:type="spellEnd"/>
      <w:r w:rsidRPr="004202DF">
        <w:t xml:space="preserve"> – максимальный уровень софинансирования проекта средствами жителей Ярославской области, юридических лиц и индивидуальных предпринимателей, установленный порядком (методикой), предоставления и распределения субсидии местным бюджетам, в процентах.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 xml:space="preserve">При отсутствии значений </w:t>
      </w:r>
      <w:proofErr w:type="spellStart"/>
      <w:r w:rsidRPr="004202DF">
        <w:t>Пжмин</w:t>
      </w:r>
      <w:proofErr w:type="spellEnd"/>
      <w:r w:rsidRPr="004202DF">
        <w:t xml:space="preserve">, </w:t>
      </w:r>
      <w:proofErr w:type="spellStart"/>
      <w:r w:rsidRPr="004202DF">
        <w:t>Пжмакс</w:t>
      </w:r>
      <w:proofErr w:type="spellEnd"/>
      <w:r w:rsidRPr="004202DF">
        <w:t xml:space="preserve"> в порядке (методике), предоставления и распределения субсидии местным бюджетам или при предоставлении иного межбюджетного трансферта значения устанавливаются равными 0 % и </w:t>
      </w:r>
      <w:r w:rsidR="00174639">
        <w:t>10</w:t>
      </w:r>
      <w:r w:rsidRPr="004202DF">
        <w:t xml:space="preserve"> % соответственно.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В случаях, если: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- П</w:t>
      </w:r>
      <w:r w:rsidR="004C3173">
        <w:t>Ж</w:t>
      </w:r>
      <w:r w:rsidRPr="004202DF">
        <w:t xml:space="preserve"> </w:t>
      </w:r>
      <w:proofErr w:type="gramStart"/>
      <w:r w:rsidRPr="004202DF">
        <w:t>равен</w:t>
      </w:r>
      <w:proofErr w:type="gramEnd"/>
      <w:r w:rsidRPr="004202DF">
        <w:t xml:space="preserve"> 0, то </w:t>
      </w:r>
      <w:proofErr w:type="spellStart"/>
      <w:r w:rsidRPr="004202DF">
        <w:t>В</w:t>
      </w:r>
      <w:r w:rsidRPr="003818CF">
        <w:rPr>
          <w:vertAlign w:val="subscript"/>
        </w:rPr>
        <w:t>ж</w:t>
      </w:r>
      <w:proofErr w:type="spellEnd"/>
      <w:r w:rsidRPr="004202DF">
        <w:t xml:space="preserve"> равен 0;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- П</w:t>
      </w:r>
      <w:r w:rsidR="004C3173">
        <w:t>Ж</w:t>
      </w:r>
      <w:r w:rsidRPr="004202DF">
        <w:t xml:space="preserve"> меньше </w:t>
      </w:r>
      <w:proofErr w:type="spellStart"/>
      <w:r w:rsidRPr="004202DF">
        <w:t>П</w:t>
      </w:r>
      <w:r w:rsidR="004C3173">
        <w:t>Ж</w:t>
      </w:r>
      <w:r w:rsidRPr="004C3173">
        <w:rPr>
          <w:vertAlign w:val="subscript"/>
        </w:rPr>
        <w:t>мин</w:t>
      </w:r>
      <w:proofErr w:type="spellEnd"/>
      <w:r w:rsidRPr="004202DF">
        <w:t xml:space="preserve">, то </w:t>
      </w:r>
      <w:proofErr w:type="spellStart"/>
      <w:r w:rsidRPr="004202DF">
        <w:t>В</w:t>
      </w:r>
      <w:r w:rsidRPr="004C3173">
        <w:rPr>
          <w:vertAlign w:val="subscript"/>
        </w:rPr>
        <w:t>ж</w:t>
      </w:r>
      <w:proofErr w:type="spellEnd"/>
      <w:r w:rsidRPr="004202DF">
        <w:t xml:space="preserve"> </w:t>
      </w:r>
      <w:proofErr w:type="gramStart"/>
      <w:r w:rsidRPr="004202DF">
        <w:t>равен</w:t>
      </w:r>
      <w:proofErr w:type="gramEnd"/>
      <w:r w:rsidRPr="004202DF">
        <w:t xml:space="preserve"> 0;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- П</w:t>
      </w:r>
      <w:r w:rsidR="004C3173">
        <w:t>Ж</w:t>
      </w:r>
      <w:r w:rsidRPr="004202DF">
        <w:t xml:space="preserve"> больше или </w:t>
      </w:r>
      <w:proofErr w:type="gramStart"/>
      <w:r w:rsidRPr="004202DF">
        <w:t>равен</w:t>
      </w:r>
      <w:proofErr w:type="gramEnd"/>
      <w:r w:rsidRPr="004202DF">
        <w:t xml:space="preserve"> </w:t>
      </w:r>
      <w:proofErr w:type="spellStart"/>
      <w:r w:rsidRPr="004202DF">
        <w:t>П</w:t>
      </w:r>
      <w:r w:rsidR="004C3173">
        <w:t>Ж</w:t>
      </w:r>
      <w:r w:rsidRPr="004C3173">
        <w:rPr>
          <w:vertAlign w:val="subscript"/>
        </w:rPr>
        <w:t>макс</w:t>
      </w:r>
      <w:proofErr w:type="spellEnd"/>
      <w:r w:rsidRPr="004202DF">
        <w:t xml:space="preserve">, то </w:t>
      </w:r>
      <w:proofErr w:type="spellStart"/>
      <w:r w:rsidRPr="004202DF">
        <w:t>В</w:t>
      </w:r>
      <w:r w:rsidRPr="004C3173">
        <w:rPr>
          <w:vertAlign w:val="subscript"/>
        </w:rPr>
        <w:t>ж</w:t>
      </w:r>
      <w:proofErr w:type="spellEnd"/>
      <w:r w:rsidRPr="004202DF">
        <w:t xml:space="preserve"> равен 150. 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 xml:space="preserve">3.1.2. Значение показателя </w:t>
      </w:r>
      <w:proofErr w:type="spellStart"/>
      <w:r w:rsidRPr="004202DF">
        <w:t>Вб</w:t>
      </w:r>
      <w:proofErr w:type="spellEnd"/>
      <w:r w:rsidRPr="004202DF">
        <w:t xml:space="preserve"> рассчитывается по следующей формуле:</w:t>
      </w:r>
    </w:p>
    <w:p w:rsidR="00C80625" w:rsidRPr="004202DF" w:rsidRDefault="00C80625" w:rsidP="00C80625">
      <w:pPr>
        <w:pStyle w:val="ConsPlusNormal"/>
        <w:ind w:firstLine="709"/>
        <w:jc w:val="both"/>
      </w:pPr>
    </w:p>
    <w:p w:rsidR="00C80625" w:rsidRPr="004202DF" w:rsidRDefault="00C80625" w:rsidP="00C80625">
      <w:pPr>
        <w:pStyle w:val="ConsPlusNormal"/>
        <w:jc w:val="center"/>
      </w:pPr>
      <w:proofErr w:type="spellStart"/>
      <w:r w:rsidRPr="004202DF">
        <w:t>В</w:t>
      </w:r>
      <w:r w:rsidRPr="004C3173">
        <w:rPr>
          <w:vertAlign w:val="subscript"/>
        </w:rPr>
        <w:t>б</w:t>
      </w:r>
      <w:proofErr w:type="spellEnd"/>
      <w:r w:rsidRPr="004202DF">
        <w:t xml:space="preserve"> = (П</w:t>
      </w:r>
      <w:r w:rsidR="004C3173">
        <w:t>Б</w:t>
      </w:r>
      <w:r w:rsidRPr="004202DF">
        <w:t xml:space="preserve"> – </w:t>
      </w:r>
      <w:proofErr w:type="spellStart"/>
      <w:r w:rsidRPr="004202DF">
        <w:t>П</w:t>
      </w:r>
      <w:r w:rsidR="004C3173">
        <w:t>Б</w:t>
      </w:r>
      <w:r w:rsidRPr="004C3173">
        <w:rPr>
          <w:vertAlign w:val="subscript"/>
        </w:rPr>
        <w:t>мин</w:t>
      </w:r>
      <w:proofErr w:type="spellEnd"/>
      <w:r w:rsidRPr="004202DF">
        <w:t xml:space="preserve">) / (95 – </w:t>
      </w:r>
      <w:proofErr w:type="spellStart"/>
      <w:r w:rsidRPr="004202DF">
        <w:t>П</w:t>
      </w:r>
      <w:r w:rsidR="004C3173">
        <w:t>Б</w:t>
      </w:r>
      <w:r w:rsidRPr="004C3173">
        <w:rPr>
          <w:vertAlign w:val="subscript"/>
        </w:rPr>
        <w:t>мин</w:t>
      </w:r>
      <w:proofErr w:type="spellEnd"/>
      <w:r w:rsidRPr="004202DF">
        <w:t>) х 200,</w:t>
      </w:r>
    </w:p>
    <w:p w:rsidR="00C80625" w:rsidRPr="004202DF" w:rsidRDefault="00C80625" w:rsidP="00C80625">
      <w:pPr>
        <w:pStyle w:val="ConsPlusNormal"/>
        <w:ind w:firstLine="709"/>
        <w:jc w:val="both"/>
      </w:pP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где: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П</w:t>
      </w:r>
      <w:r w:rsidR="004C3173">
        <w:t>Б</w:t>
      </w:r>
      <w:r w:rsidRPr="004202DF">
        <w:t xml:space="preserve"> – уровень софинансирования проекта средствами местного бюджета</w:t>
      </w:r>
      <w:r w:rsidRPr="004202DF">
        <w:rPr>
          <w:lang w:eastAsia="ru-RU"/>
        </w:rPr>
        <w:t>,</w:t>
      </w:r>
      <w:r w:rsidRPr="004202DF">
        <w:t xml:space="preserve"> в процентах от стоимости проекта.</w:t>
      </w:r>
    </w:p>
    <w:p w:rsidR="00C80625" w:rsidRPr="004202DF" w:rsidRDefault="00C80625" w:rsidP="00C80625">
      <w:pPr>
        <w:pStyle w:val="ConsPlusNormal"/>
        <w:ind w:firstLine="709"/>
        <w:jc w:val="both"/>
      </w:pPr>
      <w:proofErr w:type="spellStart"/>
      <w:r w:rsidRPr="004202DF">
        <w:t>П</w:t>
      </w:r>
      <w:r w:rsidR="004C3173">
        <w:t>Б</w:t>
      </w:r>
      <w:r w:rsidRPr="004C3173">
        <w:rPr>
          <w:vertAlign w:val="subscript"/>
        </w:rPr>
        <w:t>мин</w:t>
      </w:r>
      <w:proofErr w:type="spellEnd"/>
      <w:r w:rsidRPr="004202DF">
        <w:t xml:space="preserve"> – минимальный уровень софинансирования проекта средствами местного бюджета, установленный порядком (методикой), предоставления и распределения субсидии местным бюджетам, в процентах.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 xml:space="preserve">При предоставлении иного межбюджетного трансферта значение </w:t>
      </w:r>
      <w:r w:rsidR="004C3173">
        <w:br/>
      </w:r>
      <w:proofErr w:type="spellStart"/>
      <w:r w:rsidRPr="004202DF">
        <w:t>В</w:t>
      </w:r>
      <w:r w:rsidRPr="004C3173">
        <w:rPr>
          <w:vertAlign w:val="subscript"/>
        </w:rPr>
        <w:t>б</w:t>
      </w:r>
      <w:proofErr w:type="spellEnd"/>
      <w:r w:rsidRPr="004202DF">
        <w:t xml:space="preserve"> равно 0.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 xml:space="preserve">3.1.3. Значение показателя </w:t>
      </w:r>
      <w:proofErr w:type="spellStart"/>
      <w:r w:rsidRPr="004202DF">
        <w:t>В</w:t>
      </w:r>
      <w:r w:rsidRPr="004C3173">
        <w:rPr>
          <w:vertAlign w:val="subscript"/>
        </w:rPr>
        <w:t>нф</w:t>
      </w:r>
      <w:proofErr w:type="spellEnd"/>
      <w:r w:rsidRPr="004202DF">
        <w:t xml:space="preserve"> рассчитывается по следующей формуле:</w:t>
      </w:r>
    </w:p>
    <w:p w:rsidR="00C80625" w:rsidRPr="004202DF" w:rsidRDefault="00C80625" w:rsidP="00C80625">
      <w:pPr>
        <w:pStyle w:val="ConsPlusNormal"/>
        <w:ind w:firstLine="709"/>
        <w:jc w:val="both"/>
      </w:pPr>
    </w:p>
    <w:p w:rsidR="00C80625" w:rsidRPr="004202DF" w:rsidRDefault="00C80625" w:rsidP="00C80625">
      <w:pPr>
        <w:pStyle w:val="ConsPlusNormal"/>
        <w:jc w:val="center"/>
      </w:pPr>
      <w:proofErr w:type="spellStart"/>
      <w:r w:rsidRPr="004202DF">
        <w:t>В</w:t>
      </w:r>
      <w:r w:rsidRPr="004C3173">
        <w:rPr>
          <w:vertAlign w:val="subscript"/>
        </w:rPr>
        <w:t>нф</w:t>
      </w:r>
      <w:proofErr w:type="spellEnd"/>
      <w:r w:rsidRPr="004202DF">
        <w:t>= НФ</w:t>
      </w:r>
      <w:r w:rsidR="004C3173">
        <w:t>Ж</w:t>
      </w:r>
      <w:r w:rsidRPr="004202DF">
        <w:t xml:space="preserve"> / </w:t>
      </w:r>
      <w:proofErr w:type="spellStart"/>
      <w:r w:rsidRPr="004202DF">
        <w:t>НФ</w:t>
      </w:r>
      <w:r w:rsidR="004C3173">
        <w:t>Ж</w:t>
      </w:r>
      <w:r w:rsidRPr="004C3173">
        <w:rPr>
          <w:vertAlign w:val="subscript"/>
        </w:rPr>
        <w:t>макс</w:t>
      </w:r>
      <w:proofErr w:type="spellEnd"/>
      <w:r w:rsidRPr="004202DF">
        <w:t xml:space="preserve"> х 50,</w:t>
      </w:r>
    </w:p>
    <w:p w:rsidR="00C80625" w:rsidRPr="004202DF" w:rsidRDefault="00C80625" w:rsidP="00C80625">
      <w:pPr>
        <w:pStyle w:val="ConsPlusNormal"/>
        <w:ind w:firstLine="709"/>
        <w:jc w:val="both"/>
      </w:pP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где:</w:t>
      </w:r>
    </w:p>
    <w:p w:rsidR="00C80625" w:rsidRPr="004202DF" w:rsidRDefault="00C964B8" w:rsidP="00C80625">
      <w:pPr>
        <w:pStyle w:val="ConsPlusNormal"/>
        <w:ind w:firstLine="709"/>
        <w:jc w:val="both"/>
      </w:pPr>
      <w:r w:rsidRPr="004202DF">
        <w:lastRenderedPageBreak/>
        <w:t>НФ</w:t>
      </w:r>
      <w:r>
        <w:t>Ж</w:t>
      </w:r>
      <w:r w:rsidR="00C80625" w:rsidRPr="004202DF">
        <w:t xml:space="preserve"> – уровень нефинансового вклада жителей Ярославской области, индивидуальных предпринимателей, юридических лиц в финансирование проекта, в процентах от стоимости проекта;</w:t>
      </w:r>
    </w:p>
    <w:p w:rsidR="00C80625" w:rsidRPr="004202DF" w:rsidRDefault="00C80625" w:rsidP="00C80625">
      <w:pPr>
        <w:pStyle w:val="ConsPlusNormal"/>
        <w:ind w:firstLine="709"/>
        <w:jc w:val="both"/>
      </w:pPr>
      <w:proofErr w:type="spellStart"/>
      <w:r w:rsidRPr="004202DF">
        <w:t>НФ</w:t>
      </w:r>
      <w:r w:rsidR="004C3173">
        <w:t>Ж</w:t>
      </w:r>
      <w:r w:rsidRPr="004C3173">
        <w:rPr>
          <w:vertAlign w:val="subscript"/>
        </w:rPr>
        <w:t>макс</w:t>
      </w:r>
      <w:proofErr w:type="spellEnd"/>
      <w:r w:rsidRPr="004202DF">
        <w:t xml:space="preserve"> – максимальный уровень нефинансового вклада жителей Ярославской области, индивидуальных предпринимателей, юридических лиц в финансирование проекта, установленный порядком (методикой), предоставления и распределения субсидии местным бюджетам, в процентах. 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 xml:space="preserve">При отсутствии значения </w:t>
      </w:r>
      <w:proofErr w:type="spellStart"/>
      <w:r w:rsidRPr="004202DF">
        <w:t>НФ</w:t>
      </w:r>
      <w:r w:rsidR="004C3173">
        <w:t>Ж</w:t>
      </w:r>
      <w:r w:rsidRPr="004C3173">
        <w:rPr>
          <w:vertAlign w:val="subscript"/>
        </w:rPr>
        <w:t>макс</w:t>
      </w:r>
      <w:proofErr w:type="spellEnd"/>
      <w:r w:rsidRPr="004202DF">
        <w:t xml:space="preserve"> в порядке (методике), предоставления и распределения субсидии местным бюджетам или при предоставлении иного межбюджетного трансферта значение устанавливается равным </w:t>
      </w:r>
      <w:r w:rsidR="00174639">
        <w:t>20</w:t>
      </w:r>
      <w:r w:rsidRPr="004202DF">
        <w:t xml:space="preserve"> %.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В случаях, если: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- НФ</w:t>
      </w:r>
      <w:r w:rsidR="004C3173">
        <w:t>Ж</w:t>
      </w:r>
      <w:r w:rsidRPr="004202DF">
        <w:t xml:space="preserve"> </w:t>
      </w:r>
      <w:proofErr w:type="gramStart"/>
      <w:r w:rsidRPr="004202DF">
        <w:t>равен</w:t>
      </w:r>
      <w:proofErr w:type="gramEnd"/>
      <w:r w:rsidRPr="004202DF">
        <w:t xml:space="preserve"> 0, то </w:t>
      </w:r>
      <w:proofErr w:type="spellStart"/>
      <w:r w:rsidRPr="004202DF">
        <w:t>В</w:t>
      </w:r>
      <w:r w:rsidRPr="004C3173">
        <w:rPr>
          <w:vertAlign w:val="subscript"/>
        </w:rPr>
        <w:t>нф</w:t>
      </w:r>
      <w:proofErr w:type="spellEnd"/>
      <w:r w:rsidRPr="004202DF">
        <w:t xml:space="preserve"> равен 0;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- НФ</w:t>
      </w:r>
      <w:r w:rsidR="004C3173">
        <w:t>Ж</w:t>
      </w:r>
      <w:r w:rsidRPr="004202DF">
        <w:t xml:space="preserve"> больше или </w:t>
      </w:r>
      <w:proofErr w:type="gramStart"/>
      <w:r w:rsidRPr="004202DF">
        <w:t>равен</w:t>
      </w:r>
      <w:proofErr w:type="gramEnd"/>
      <w:r w:rsidRPr="004202DF">
        <w:t xml:space="preserve"> </w:t>
      </w:r>
      <w:proofErr w:type="spellStart"/>
      <w:r w:rsidRPr="004202DF">
        <w:t>НФ</w:t>
      </w:r>
      <w:r w:rsidR="004C3173">
        <w:t>Ж</w:t>
      </w:r>
      <w:r w:rsidRPr="004C3173">
        <w:rPr>
          <w:vertAlign w:val="subscript"/>
        </w:rPr>
        <w:t>макс</w:t>
      </w:r>
      <w:proofErr w:type="spellEnd"/>
      <w:r w:rsidRPr="004202DF">
        <w:t xml:space="preserve">, то </w:t>
      </w:r>
      <w:proofErr w:type="spellStart"/>
      <w:r w:rsidRPr="004202DF">
        <w:t>В</w:t>
      </w:r>
      <w:r w:rsidRPr="004C3173">
        <w:rPr>
          <w:vertAlign w:val="subscript"/>
        </w:rPr>
        <w:t>нф</w:t>
      </w:r>
      <w:proofErr w:type="spellEnd"/>
      <w:r w:rsidRPr="004202DF">
        <w:t xml:space="preserve"> равен 50.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 xml:space="preserve">3.2. Значение показателя </w:t>
      </w:r>
      <w:proofErr w:type="spellStart"/>
      <w:r w:rsidRPr="004202DF">
        <w:t>У</w:t>
      </w:r>
      <w:r w:rsidRPr="004C3173">
        <w:rPr>
          <w:vertAlign w:val="subscript"/>
        </w:rPr>
        <w:t>п</w:t>
      </w:r>
      <w:proofErr w:type="spellEnd"/>
      <w:r w:rsidRPr="004202DF">
        <w:t xml:space="preserve"> рассчитывается по следующей формуле:</w:t>
      </w:r>
    </w:p>
    <w:p w:rsidR="00C80625" w:rsidRPr="004202DF" w:rsidRDefault="00C80625" w:rsidP="00C80625">
      <w:pPr>
        <w:pStyle w:val="ConsPlusNormal"/>
        <w:rPr>
          <w:color w:val="FF0000"/>
        </w:rPr>
      </w:pPr>
    </w:p>
    <w:p w:rsidR="00C80625" w:rsidRPr="004202DF" w:rsidRDefault="00C80625" w:rsidP="00C80625">
      <w:pPr>
        <w:pStyle w:val="ConsPlusNormal"/>
        <w:jc w:val="center"/>
      </w:pPr>
      <w:proofErr w:type="spellStart"/>
      <w:r w:rsidRPr="004202DF">
        <w:t>У</w:t>
      </w:r>
      <w:r w:rsidRPr="004C3173">
        <w:rPr>
          <w:vertAlign w:val="subscript"/>
        </w:rPr>
        <w:t>п</w:t>
      </w:r>
      <w:proofErr w:type="spellEnd"/>
      <w:r w:rsidRPr="004202DF">
        <w:t xml:space="preserve"> = </w:t>
      </w:r>
      <w:proofErr w:type="spellStart"/>
      <w:r w:rsidRPr="004202DF">
        <w:t>О</w:t>
      </w:r>
      <w:r w:rsidRPr="004C3173">
        <w:rPr>
          <w:vertAlign w:val="subscript"/>
        </w:rPr>
        <w:t>ж</w:t>
      </w:r>
      <w:proofErr w:type="spellEnd"/>
      <w:r w:rsidRPr="004202DF">
        <w:t xml:space="preserve"> + </w:t>
      </w:r>
      <w:proofErr w:type="spellStart"/>
      <w:r w:rsidRPr="004202DF">
        <w:t>О</w:t>
      </w:r>
      <w:r w:rsidRPr="004C3173">
        <w:rPr>
          <w:vertAlign w:val="subscript"/>
        </w:rPr>
        <w:t>благ</w:t>
      </w:r>
      <w:proofErr w:type="spellEnd"/>
      <w:r w:rsidRPr="004202DF">
        <w:t xml:space="preserve"> + </w:t>
      </w:r>
      <w:proofErr w:type="spellStart"/>
      <w:r w:rsidRPr="004202DF">
        <w:t>П</w:t>
      </w:r>
      <w:r w:rsidRPr="004C3173">
        <w:rPr>
          <w:vertAlign w:val="subscript"/>
        </w:rPr>
        <w:t>под</w:t>
      </w:r>
      <w:proofErr w:type="spellEnd"/>
      <w:r w:rsidRPr="004202DF">
        <w:t xml:space="preserve"> + </w:t>
      </w:r>
      <w:proofErr w:type="spellStart"/>
      <w:r w:rsidRPr="004202DF">
        <w:t>П</w:t>
      </w:r>
      <w:r w:rsidRPr="004C3173">
        <w:rPr>
          <w:vertAlign w:val="subscript"/>
        </w:rPr>
        <w:t>инф</w:t>
      </w:r>
      <w:proofErr w:type="spellEnd"/>
      <w:r w:rsidRPr="004202DF">
        <w:t>,</w:t>
      </w:r>
    </w:p>
    <w:p w:rsidR="00C80625" w:rsidRPr="004202DF" w:rsidRDefault="00C80625" w:rsidP="00C80625">
      <w:pPr>
        <w:pStyle w:val="ConsPlusNormal"/>
        <w:ind w:firstLine="709"/>
        <w:jc w:val="center"/>
      </w:pP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где:</w:t>
      </w:r>
    </w:p>
    <w:p w:rsidR="00C80625" w:rsidRPr="004202DF" w:rsidRDefault="00C80625" w:rsidP="00C80625">
      <w:pPr>
        <w:pStyle w:val="ConsPlusNormal"/>
        <w:ind w:firstLine="709"/>
        <w:jc w:val="both"/>
      </w:pPr>
      <w:proofErr w:type="spellStart"/>
      <w:r w:rsidRPr="004202DF">
        <w:t>О</w:t>
      </w:r>
      <w:r w:rsidRPr="004C3173">
        <w:rPr>
          <w:vertAlign w:val="subscript"/>
        </w:rPr>
        <w:t>ж</w:t>
      </w:r>
      <w:proofErr w:type="spellEnd"/>
      <w:r w:rsidR="004C3173" w:rsidRPr="004C3173">
        <w:t xml:space="preserve"> </w:t>
      </w:r>
      <w:r w:rsidRPr="004202DF">
        <w:t>– показатель охвата проектом жителей Ярославской области;</w:t>
      </w:r>
    </w:p>
    <w:p w:rsidR="00C80625" w:rsidRPr="004202DF" w:rsidRDefault="00C80625" w:rsidP="00C80625">
      <w:pPr>
        <w:pStyle w:val="ConsPlusNormal"/>
        <w:ind w:firstLine="709"/>
        <w:jc w:val="both"/>
      </w:pPr>
      <w:proofErr w:type="spellStart"/>
      <w:r w:rsidRPr="004202DF">
        <w:t>О</w:t>
      </w:r>
      <w:r w:rsidRPr="004C3173">
        <w:rPr>
          <w:vertAlign w:val="subscript"/>
        </w:rPr>
        <w:t>благ</w:t>
      </w:r>
      <w:proofErr w:type="spellEnd"/>
      <w:r w:rsidRPr="004202DF">
        <w:t xml:space="preserve"> – показатель охвата заинтересованных результатами проекта жителей Ярославской области мероприятием с их участием;</w:t>
      </w:r>
    </w:p>
    <w:p w:rsidR="00C80625" w:rsidRPr="004202DF" w:rsidRDefault="00C80625" w:rsidP="00C80625">
      <w:pPr>
        <w:pStyle w:val="ConsPlusNormal"/>
        <w:ind w:firstLine="709"/>
        <w:jc w:val="both"/>
      </w:pPr>
      <w:proofErr w:type="spellStart"/>
      <w:r w:rsidRPr="004202DF">
        <w:t>П</w:t>
      </w:r>
      <w:r w:rsidRPr="004C3173">
        <w:rPr>
          <w:vertAlign w:val="subscript"/>
        </w:rPr>
        <w:t>под</w:t>
      </w:r>
      <w:proofErr w:type="spellEnd"/>
      <w:r w:rsidRPr="004202DF">
        <w:t xml:space="preserve"> – показатель поддержки жителями Ярославской области проекта на мероприятии с их участием;</w:t>
      </w:r>
    </w:p>
    <w:p w:rsidR="00C80625" w:rsidRPr="004202DF" w:rsidRDefault="00C80625" w:rsidP="00C80625">
      <w:pPr>
        <w:pStyle w:val="ConsPlusNormal"/>
        <w:ind w:firstLine="709"/>
        <w:jc w:val="both"/>
      </w:pPr>
      <w:proofErr w:type="spellStart"/>
      <w:r w:rsidRPr="004202DF">
        <w:t>П</w:t>
      </w:r>
      <w:r w:rsidRPr="004C3173">
        <w:rPr>
          <w:vertAlign w:val="subscript"/>
        </w:rPr>
        <w:t>инф</w:t>
      </w:r>
      <w:proofErr w:type="spellEnd"/>
      <w:r w:rsidRPr="004202DF">
        <w:t xml:space="preserve"> – показатель информационной открытости проекта.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 xml:space="preserve">3.2.1. Значение показателя </w:t>
      </w:r>
      <w:proofErr w:type="spellStart"/>
      <w:r w:rsidRPr="004202DF">
        <w:t>О</w:t>
      </w:r>
      <w:r w:rsidRPr="004C3173">
        <w:rPr>
          <w:vertAlign w:val="subscript"/>
        </w:rPr>
        <w:t>ж</w:t>
      </w:r>
      <w:proofErr w:type="spellEnd"/>
      <w:r w:rsidRPr="004202DF">
        <w:t xml:space="preserve"> рассчитывается по следующей формуле:</w:t>
      </w:r>
    </w:p>
    <w:p w:rsidR="00C80625" w:rsidRPr="004202DF" w:rsidRDefault="00C80625" w:rsidP="00C80625">
      <w:pPr>
        <w:pStyle w:val="ConsPlusNormal"/>
        <w:jc w:val="center"/>
      </w:pPr>
    </w:p>
    <w:p w:rsidR="00C80625" w:rsidRPr="004202DF" w:rsidRDefault="00C80625" w:rsidP="00C80625">
      <w:pPr>
        <w:pStyle w:val="ConsPlusNormal"/>
        <w:jc w:val="center"/>
      </w:pPr>
      <w:proofErr w:type="spellStart"/>
      <w:r w:rsidRPr="004202DF">
        <w:t>О</w:t>
      </w:r>
      <w:r w:rsidRPr="004C3173">
        <w:rPr>
          <w:vertAlign w:val="subscript"/>
        </w:rPr>
        <w:t>ж</w:t>
      </w:r>
      <w:proofErr w:type="spellEnd"/>
      <w:r w:rsidRPr="004202DF">
        <w:t xml:space="preserve"> = </w:t>
      </w:r>
      <w:proofErr w:type="spellStart"/>
      <w:r w:rsidRPr="004202DF">
        <w:t>К</w:t>
      </w:r>
      <w:r w:rsidRPr="004C3173">
        <w:rPr>
          <w:vertAlign w:val="subscript"/>
        </w:rPr>
        <w:t>благ</w:t>
      </w:r>
      <w:proofErr w:type="spellEnd"/>
      <w:r w:rsidRPr="004202DF">
        <w:t xml:space="preserve"> / </w:t>
      </w:r>
      <w:proofErr w:type="spellStart"/>
      <w:r w:rsidRPr="004202DF">
        <w:t>Ч</w:t>
      </w:r>
      <w:r w:rsidRPr="004C3173">
        <w:rPr>
          <w:vertAlign w:val="subscript"/>
        </w:rPr>
        <w:t>нп</w:t>
      </w:r>
      <w:proofErr w:type="spellEnd"/>
      <w:r w:rsidRPr="004202DF">
        <w:t xml:space="preserve"> х 250,</w:t>
      </w:r>
    </w:p>
    <w:p w:rsidR="00C80625" w:rsidRPr="004202DF" w:rsidRDefault="00C80625" w:rsidP="00C80625">
      <w:pPr>
        <w:pStyle w:val="ConsPlusNormal"/>
        <w:jc w:val="both"/>
      </w:pP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где:</w:t>
      </w:r>
    </w:p>
    <w:p w:rsidR="00C80625" w:rsidRPr="004202DF" w:rsidRDefault="00C80625" w:rsidP="00C80625">
      <w:pPr>
        <w:pStyle w:val="ConsPlusNormal"/>
        <w:ind w:firstLine="709"/>
        <w:jc w:val="both"/>
      </w:pPr>
      <w:proofErr w:type="spellStart"/>
      <w:r w:rsidRPr="004202DF">
        <w:t>К</w:t>
      </w:r>
      <w:r w:rsidRPr="004C3173">
        <w:rPr>
          <w:vertAlign w:val="subscript"/>
        </w:rPr>
        <w:t>благ</w:t>
      </w:r>
      <w:proofErr w:type="spellEnd"/>
      <w:r w:rsidRPr="004202DF">
        <w:t xml:space="preserve"> – количество жителей Ярославской области, в непосредственных интересах которых планируется реализация проекта (</w:t>
      </w:r>
      <w:proofErr w:type="spellStart"/>
      <w:r w:rsidRPr="004202DF">
        <w:t>благополучатели</w:t>
      </w:r>
      <w:proofErr w:type="spellEnd"/>
      <w:r w:rsidRPr="004202DF">
        <w:t xml:space="preserve"> проекта);</w:t>
      </w:r>
    </w:p>
    <w:p w:rsidR="00C80625" w:rsidRPr="004202DF" w:rsidRDefault="00C80625" w:rsidP="00C80625">
      <w:pPr>
        <w:pStyle w:val="ConsPlusNormal"/>
        <w:ind w:firstLine="709"/>
        <w:jc w:val="both"/>
      </w:pPr>
      <w:proofErr w:type="spellStart"/>
      <w:r w:rsidRPr="004202DF">
        <w:t>Ч</w:t>
      </w:r>
      <w:r w:rsidRPr="004C3173">
        <w:rPr>
          <w:vertAlign w:val="subscript"/>
        </w:rPr>
        <w:t>нп</w:t>
      </w:r>
      <w:proofErr w:type="spellEnd"/>
      <w:r w:rsidRPr="004202DF">
        <w:t xml:space="preserve"> – численность населения муниципального образования  (внутригородского района, микрорайона города).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В случае</w:t>
      </w:r>
      <w:proofErr w:type="gramStart"/>
      <w:r w:rsidRPr="004202DF">
        <w:t>,</w:t>
      </w:r>
      <w:proofErr w:type="gramEnd"/>
      <w:r w:rsidRPr="004202DF">
        <w:t xml:space="preserve"> если </w:t>
      </w:r>
      <w:proofErr w:type="spellStart"/>
      <w:r w:rsidRPr="004202DF">
        <w:t>К</w:t>
      </w:r>
      <w:r w:rsidRPr="004C3173">
        <w:rPr>
          <w:vertAlign w:val="subscript"/>
        </w:rPr>
        <w:t>благ</w:t>
      </w:r>
      <w:proofErr w:type="spellEnd"/>
      <w:r w:rsidRPr="004202DF">
        <w:t xml:space="preserve"> больше </w:t>
      </w:r>
      <w:proofErr w:type="spellStart"/>
      <w:r w:rsidRPr="004202DF">
        <w:t>Ч</w:t>
      </w:r>
      <w:r w:rsidRPr="004C3173">
        <w:rPr>
          <w:vertAlign w:val="subscript"/>
        </w:rPr>
        <w:t>нп</w:t>
      </w:r>
      <w:proofErr w:type="spellEnd"/>
      <w:r w:rsidRPr="004202DF">
        <w:t xml:space="preserve">, то </w:t>
      </w:r>
      <w:proofErr w:type="spellStart"/>
      <w:r w:rsidRPr="004202DF">
        <w:t>О</w:t>
      </w:r>
      <w:r w:rsidRPr="004C3173">
        <w:rPr>
          <w:vertAlign w:val="subscript"/>
        </w:rPr>
        <w:t>ж</w:t>
      </w:r>
      <w:proofErr w:type="spellEnd"/>
      <w:r w:rsidRPr="004202DF">
        <w:t xml:space="preserve"> равен 250.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 xml:space="preserve">3.2.2. Значение показателя </w:t>
      </w:r>
      <w:proofErr w:type="spellStart"/>
      <w:r w:rsidRPr="004202DF">
        <w:t>О</w:t>
      </w:r>
      <w:r w:rsidRPr="004C3173">
        <w:rPr>
          <w:vertAlign w:val="subscript"/>
        </w:rPr>
        <w:t>благ</w:t>
      </w:r>
      <w:proofErr w:type="spellEnd"/>
      <w:r w:rsidRPr="004202DF">
        <w:t xml:space="preserve"> рассчитывается по следующей формуле:</w:t>
      </w:r>
    </w:p>
    <w:p w:rsidR="00C80625" w:rsidRPr="004202DF" w:rsidRDefault="00C80625" w:rsidP="00C80625">
      <w:pPr>
        <w:pStyle w:val="ConsPlusNormal"/>
        <w:jc w:val="center"/>
      </w:pPr>
      <w:proofErr w:type="spellStart"/>
      <w:r w:rsidRPr="004202DF">
        <w:t>О</w:t>
      </w:r>
      <w:r w:rsidRPr="004C3173">
        <w:rPr>
          <w:vertAlign w:val="subscript"/>
        </w:rPr>
        <w:t>благ</w:t>
      </w:r>
      <w:proofErr w:type="spellEnd"/>
      <w:r w:rsidRPr="004202DF">
        <w:t xml:space="preserve"> = </w:t>
      </w:r>
      <w:proofErr w:type="spellStart"/>
      <w:r w:rsidRPr="004202DF">
        <w:t>К</w:t>
      </w:r>
      <w:r w:rsidRPr="004C3173">
        <w:rPr>
          <w:vertAlign w:val="subscript"/>
        </w:rPr>
        <w:t>собр</w:t>
      </w:r>
      <w:proofErr w:type="spellEnd"/>
      <w:r w:rsidRPr="004202DF">
        <w:t xml:space="preserve"> / </w:t>
      </w:r>
      <w:proofErr w:type="spellStart"/>
      <w:r w:rsidRPr="004202DF">
        <w:t>К</w:t>
      </w:r>
      <w:r w:rsidRPr="004C3173">
        <w:rPr>
          <w:vertAlign w:val="subscript"/>
        </w:rPr>
        <w:t>благ</w:t>
      </w:r>
      <w:proofErr w:type="spellEnd"/>
      <w:r w:rsidRPr="004202DF">
        <w:t xml:space="preserve"> х 200,</w:t>
      </w:r>
    </w:p>
    <w:p w:rsidR="00C80625" w:rsidRPr="004202DF" w:rsidRDefault="00C80625" w:rsidP="00C80625">
      <w:pPr>
        <w:pStyle w:val="ConsPlusNormal"/>
        <w:ind w:firstLine="709"/>
        <w:jc w:val="both"/>
      </w:pP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где:</w:t>
      </w:r>
    </w:p>
    <w:p w:rsidR="00C80625" w:rsidRPr="004202DF" w:rsidRDefault="00C80625" w:rsidP="00C80625">
      <w:pPr>
        <w:pStyle w:val="ConsPlusNormal"/>
        <w:ind w:firstLine="709"/>
        <w:jc w:val="both"/>
      </w:pPr>
      <w:proofErr w:type="spellStart"/>
      <w:r w:rsidRPr="004202DF">
        <w:t>К</w:t>
      </w:r>
      <w:r w:rsidRPr="004C3173">
        <w:rPr>
          <w:vertAlign w:val="subscript"/>
        </w:rPr>
        <w:t>собр</w:t>
      </w:r>
      <w:proofErr w:type="spellEnd"/>
      <w:r w:rsidRPr="004202DF">
        <w:t xml:space="preserve"> – количество </w:t>
      </w:r>
      <w:r w:rsidR="00C964B8" w:rsidRPr="004202DF">
        <w:t>жителей Ярославской области</w:t>
      </w:r>
      <w:r w:rsidR="00C964B8">
        <w:t>,</w:t>
      </w:r>
      <w:r w:rsidR="00C964B8" w:rsidRPr="004202DF">
        <w:t xml:space="preserve"> </w:t>
      </w:r>
      <w:r w:rsidRPr="004202DF">
        <w:t>участ</w:t>
      </w:r>
      <w:r w:rsidR="00C964B8">
        <w:t>вовавших в</w:t>
      </w:r>
      <w:r w:rsidRPr="004202DF">
        <w:t xml:space="preserve"> мероприяти</w:t>
      </w:r>
      <w:r w:rsidR="00C964B8">
        <w:t>и</w:t>
      </w:r>
      <w:r w:rsidRPr="004202DF">
        <w:t>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В случае</w:t>
      </w:r>
      <w:proofErr w:type="gramStart"/>
      <w:r w:rsidRPr="004202DF">
        <w:t>,</w:t>
      </w:r>
      <w:proofErr w:type="gramEnd"/>
      <w:r w:rsidRPr="004202DF">
        <w:t xml:space="preserve"> если </w:t>
      </w:r>
      <w:proofErr w:type="spellStart"/>
      <w:r w:rsidRPr="004202DF">
        <w:t>К</w:t>
      </w:r>
      <w:r w:rsidRPr="004C3173">
        <w:rPr>
          <w:vertAlign w:val="subscript"/>
        </w:rPr>
        <w:t>собр</w:t>
      </w:r>
      <w:proofErr w:type="spellEnd"/>
      <w:r w:rsidRPr="004202DF">
        <w:t xml:space="preserve"> больше </w:t>
      </w:r>
      <w:proofErr w:type="spellStart"/>
      <w:r w:rsidRPr="004202DF">
        <w:t>К</w:t>
      </w:r>
      <w:r w:rsidRPr="004C3173">
        <w:rPr>
          <w:vertAlign w:val="subscript"/>
        </w:rPr>
        <w:t>благ</w:t>
      </w:r>
      <w:proofErr w:type="spellEnd"/>
      <w:r w:rsidRPr="004202DF">
        <w:t xml:space="preserve">, то </w:t>
      </w:r>
      <w:proofErr w:type="spellStart"/>
      <w:r w:rsidRPr="004202DF">
        <w:t>О</w:t>
      </w:r>
      <w:r w:rsidRPr="004C3173">
        <w:rPr>
          <w:vertAlign w:val="subscript"/>
        </w:rPr>
        <w:t>благ</w:t>
      </w:r>
      <w:proofErr w:type="spellEnd"/>
      <w:r w:rsidRPr="004202DF">
        <w:t xml:space="preserve"> равен 200.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lastRenderedPageBreak/>
        <w:t xml:space="preserve">3.2.3. Значение показателя </w:t>
      </w:r>
      <w:proofErr w:type="spellStart"/>
      <w:r w:rsidRPr="004202DF">
        <w:t>П</w:t>
      </w:r>
      <w:r w:rsidRPr="004C3173">
        <w:rPr>
          <w:vertAlign w:val="subscript"/>
        </w:rPr>
        <w:t>под</w:t>
      </w:r>
      <w:proofErr w:type="spellEnd"/>
      <w:r w:rsidRPr="004202DF">
        <w:t xml:space="preserve"> рассчитывается по следующей формуле:</w:t>
      </w:r>
    </w:p>
    <w:p w:rsidR="00C80625" w:rsidRPr="004202DF" w:rsidRDefault="00C80625" w:rsidP="00C80625">
      <w:pPr>
        <w:pStyle w:val="ConsPlusNormal"/>
        <w:jc w:val="both"/>
      </w:pPr>
    </w:p>
    <w:p w:rsidR="00C80625" w:rsidRPr="004202DF" w:rsidRDefault="00C80625" w:rsidP="00C80625">
      <w:pPr>
        <w:pStyle w:val="ConsPlusNormal"/>
        <w:jc w:val="center"/>
      </w:pPr>
      <w:proofErr w:type="spellStart"/>
      <w:r w:rsidRPr="004202DF">
        <w:t>П</w:t>
      </w:r>
      <w:r w:rsidRPr="004C3173">
        <w:rPr>
          <w:vertAlign w:val="subscript"/>
        </w:rPr>
        <w:t>под</w:t>
      </w:r>
      <w:proofErr w:type="spellEnd"/>
      <w:r w:rsidRPr="004202DF">
        <w:t xml:space="preserve"> = (ЗА – ПРОТИВ) / </w:t>
      </w:r>
      <w:proofErr w:type="spellStart"/>
      <w:r w:rsidRPr="004202DF">
        <w:t>К</w:t>
      </w:r>
      <w:r w:rsidRPr="004C3173">
        <w:rPr>
          <w:vertAlign w:val="subscript"/>
        </w:rPr>
        <w:t>собр</w:t>
      </w:r>
      <w:proofErr w:type="spellEnd"/>
      <w:r w:rsidRPr="004202DF">
        <w:t xml:space="preserve"> х 100,</w:t>
      </w:r>
    </w:p>
    <w:p w:rsidR="00C80625" w:rsidRPr="004202DF" w:rsidRDefault="00C80625" w:rsidP="00C80625">
      <w:pPr>
        <w:pStyle w:val="ConsPlusNormal"/>
        <w:ind w:firstLine="709"/>
        <w:jc w:val="both"/>
      </w:pP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где: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ЗА – количество жителей Ярославской области, проголосовавших за реализацию проекта;</w:t>
      </w:r>
    </w:p>
    <w:p w:rsidR="00C80625" w:rsidRPr="004202DF" w:rsidRDefault="00C80625" w:rsidP="00C80625">
      <w:pPr>
        <w:pStyle w:val="ConsPlusNormal"/>
        <w:ind w:firstLine="709"/>
        <w:jc w:val="both"/>
      </w:pPr>
      <w:proofErr w:type="gramStart"/>
      <w:r w:rsidRPr="004202DF">
        <w:t>ПРОТИВ</w:t>
      </w:r>
      <w:proofErr w:type="gramEnd"/>
      <w:r w:rsidRPr="004202DF">
        <w:t xml:space="preserve"> – </w:t>
      </w:r>
      <w:proofErr w:type="gramStart"/>
      <w:r w:rsidRPr="004202DF">
        <w:t>количество</w:t>
      </w:r>
      <w:proofErr w:type="gramEnd"/>
      <w:r w:rsidRPr="004202DF">
        <w:t xml:space="preserve"> жителей Ярославской области, проголосовавших против реализации проекта.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В случае</w:t>
      </w:r>
      <w:proofErr w:type="gramStart"/>
      <w:r w:rsidRPr="004202DF">
        <w:t>,</w:t>
      </w:r>
      <w:proofErr w:type="gramEnd"/>
      <w:r w:rsidRPr="004202DF">
        <w:t xml:space="preserve"> если ПРОТИВ больше ЗА, то </w:t>
      </w:r>
      <w:proofErr w:type="spellStart"/>
      <w:r w:rsidRPr="004202DF">
        <w:t>Ппод</w:t>
      </w:r>
      <w:proofErr w:type="spellEnd"/>
      <w:r w:rsidRPr="004202DF">
        <w:t xml:space="preserve"> равен 0.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 xml:space="preserve">3.2.4. Значение показателя </w:t>
      </w:r>
      <w:proofErr w:type="spellStart"/>
      <w:r w:rsidRPr="004202DF">
        <w:t>П</w:t>
      </w:r>
      <w:r w:rsidRPr="004C3173">
        <w:rPr>
          <w:vertAlign w:val="subscript"/>
        </w:rPr>
        <w:t>инф</w:t>
      </w:r>
      <w:proofErr w:type="spellEnd"/>
      <w:r w:rsidRPr="004202DF">
        <w:t xml:space="preserve"> устанавливается равным: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- 50 при наличии видеозаписи голосования жителей Ярославской области по проекту и информации об освещении проекта в средствах массовой информации или путем размещения сведений о проекте на информационных стендах;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- 0 при отсутствии указанной выше информации.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4. Проектным офисом губернаторского проекта: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- по каждой субсидии местным бюджетам, иному межбюджетному трансферту, распределяемым в составе губернаторского проекта, в разрезе городских округов и муниципальных районов области</w:t>
      </w:r>
      <w:r w:rsidR="0012499A">
        <w:t xml:space="preserve"> или в целом по области (при отсутствии распределения средств между </w:t>
      </w:r>
      <w:r w:rsidR="0012499A" w:rsidRPr="0012499A">
        <w:t>городск</w:t>
      </w:r>
      <w:r w:rsidR="0012499A">
        <w:t>ими</w:t>
      </w:r>
      <w:r w:rsidR="0012499A" w:rsidRPr="0012499A">
        <w:t xml:space="preserve"> округ</w:t>
      </w:r>
      <w:r w:rsidR="0012499A">
        <w:t>ами</w:t>
      </w:r>
      <w:r w:rsidR="0012499A" w:rsidRPr="0012499A">
        <w:t xml:space="preserve"> и муниципальны</w:t>
      </w:r>
      <w:r w:rsidR="0012499A">
        <w:t>ми</w:t>
      </w:r>
      <w:r w:rsidR="0012499A" w:rsidRPr="0012499A">
        <w:t xml:space="preserve"> район</w:t>
      </w:r>
      <w:r w:rsidR="0012499A">
        <w:t>ами</w:t>
      </w:r>
      <w:r w:rsidR="0012499A" w:rsidRPr="0012499A">
        <w:t xml:space="preserve"> области</w:t>
      </w:r>
      <w:r w:rsidR="0012499A">
        <w:t>)</w:t>
      </w:r>
      <w:r w:rsidR="0012499A" w:rsidRPr="004202DF">
        <w:t xml:space="preserve"> </w:t>
      </w:r>
      <w:r w:rsidRPr="004202DF">
        <w:t>производится ранжирование проектов, начиная с проекта, имеющего максимальное значение показателя интегральной оценки проекта;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 xml:space="preserve">- отбираются проекты до достижения их суммарной стоимости, заявленной к финансированию за счет средств областного бюджета, предельного значения, определенного главным распорядителем средств областного бюджета для городского округа, муниципального района области </w:t>
      </w:r>
      <w:r w:rsidR="00846357">
        <w:t xml:space="preserve">или в целом по области </w:t>
      </w:r>
      <w:r w:rsidRPr="004202DF">
        <w:t xml:space="preserve">в рамках основных мероприятий и подпрограмм государственных программ Ярославской области. 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5. Межведомственная комиссия утверждает результаты конкурсного отбора проектов инициативного бюджетирования с учетом:</w:t>
      </w:r>
    </w:p>
    <w:p w:rsidR="00C80625" w:rsidRPr="004202DF" w:rsidRDefault="00C80625" w:rsidP="00C80625">
      <w:pPr>
        <w:pStyle w:val="ConsPlusNormal"/>
        <w:ind w:firstLine="709"/>
        <w:jc w:val="both"/>
      </w:pPr>
      <w:r w:rsidRPr="004202DF">
        <w:t>- результатов отбора проектов, проведенного проектным офисом губернаторского проекта;</w:t>
      </w:r>
    </w:p>
    <w:p w:rsidR="00C80625" w:rsidRDefault="00C80625" w:rsidP="004C3173">
      <w:pPr>
        <w:jc w:val="both"/>
      </w:pPr>
      <w:r w:rsidRPr="004202DF">
        <w:t>- заслушивания информации инициатора проекта инициативного бюджетирования о проблеме, на решение которой направлен проект, ожидаемых последствиях реализации проекта, основных параметрах проекта.</w:t>
      </w:r>
    </w:p>
    <w:p w:rsidR="00C80625" w:rsidRDefault="00C80625" w:rsidP="00C80625"/>
    <w:p w:rsidR="00C80625" w:rsidRDefault="00C80625" w:rsidP="00C80625">
      <w:pPr>
        <w:sectPr w:rsidR="00C80625" w:rsidSect="00C80625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p w:rsidR="00C80625" w:rsidRPr="00C80625" w:rsidRDefault="00C80625" w:rsidP="00C80625">
      <w:pPr>
        <w:autoSpaceDE w:val="0"/>
        <w:autoSpaceDN w:val="0"/>
        <w:adjustRightInd w:val="0"/>
        <w:ind w:left="5670" w:firstLine="0"/>
        <w:jc w:val="both"/>
        <w:rPr>
          <w:rFonts w:eastAsia="Calibri" w:cs="Times New Roman"/>
          <w:szCs w:val="28"/>
        </w:rPr>
      </w:pPr>
      <w:r w:rsidRPr="00C80625">
        <w:rPr>
          <w:rFonts w:eastAsia="Calibri" w:cs="Times New Roman"/>
          <w:szCs w:val="28"/>
        </w:rPr>
        <w:lastRenderedPageBreak/>
        <w:t>Приложение 6</w:t>
      </w:r>
    </w:p>
    <w:p w:rsidR="00C80625" w:rsidRPr="00C80625" w:rsidRDefault="00C80625" w:rsidP="00C80625">
      <w:pPr>
        <w:autoSpaceDE w:val="0"/>
        <w:autoSpaceDN w:val="0"/>
        <w:adjustRightInd w:val="0"/>
        <w:ind w:left="5670" w:firstLine="0"/>
        <w:jc w:val="both"/>
        <w:rPr>
          <w:rFonts w:eastAsia="Calibri" w:cs="Times New Roman"/>
          <w:szCs w:val="28"/>
        </w:rPr>
      </w:pPr>
      <w:r w:rsidRPr="00C80625">
        <w:rPr>
          <w:rFonts w:eastAsia="Calibri" w:cs="Times New Roman"/>
          <w:szCs w:val="28"/>
        </w:rPr>
        <w:t>к Положению</w:t>
      </w:r>
    </w:p>
    <w:p w:rsidR="00C80625" w:rsidRPr="00C80625" w:rsidRDefault="00C80625" w:rsidP="00C80625">
      <w:pPr>
        <w:autoSpaceDE w:val="0"/>
        <w:autoSpaceDN w:val="0"/>
        <w:adjustRightInd w:val="0"/>
        <w:ind w:left="5670" w:firstLine="0"/>
        <w:jc w:val="both"/>
        <w:rPr>
          <w:rFonts w:eastAsia="Calibri" w:cs="Times New Roman"/>
          <w:szCs w:val="28"/>
        </w:rPr>
      </w:pPr>
    </w:p>
    <w:p w:rsidR="00C80625" w:rsidRPr="00C80625" w:rsidRDefault="00C80625" w:rsidP="00C80625">
      <w:pPr>
        <w:autoSpaceDE w:val="0"/>
        <w:autoSpaceDN w:val="0"/>
        <w:adjustRightInd w:val="0"/>
        <w:ind w:left="5670" w:firstLine="0"/>
        <w:jc w:val="both"/>
        <w:rPr>
          <w:rFonts w:eastAsia="Calibri" w:cs="Times New Roman"/>
          <w:szCs w:val="28"/>
        </w:rPr>
      </w:pPr>
      <w:r w:rsidRPr="00C80625">
        <w:rPr>
          <w:rFonts w:eastAsia="Calibri" w:cs="Times New Roman"/>
          <w:szCs w:val="28"/>
        </w:rPr>
        <w:t>Форма</w:t>
      </w:r>
    </w:p>
    <w:p w:rsidR="00C80625" w:rsidRPr="00C80625" w:rsidRDefault="00C80625" w:rsidP="00C80625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color w:val="FF0000"/>
          <w:szCs w:val="28"/>
        </w:rPr>
      </w:pPr>
    </w:p>
    <w:p w:rsidR="00C80625" w:rsidRPr="00C80625" w:rsidRDefault="00C80625" w:rsidP="00C80625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color w:val="FF0000"/>
          <w:szCs w:val="28"/>
        </w:rPr>
      </w:pPr>
    </w:p>
    <w:p w:rsidR="00C80625" w:rsidRPr="00C80625" w:rsidRDefault="00C80625" w:rsidP="00C80625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  <w:r w:rsidRPr="00C80625">
        <w:rPr>
          <w:rFonts w:eastAsia="Calibri" w:cs="Times New Roman"/>
          <w:b/>
          <w:szCs w:val="28"/>
        </w:rPr>
        <w:t>АКТ ПРИЕМКИ</w:t>
      </w:r>
    </w:p>
    <w:p w:rsidR="00C80625" w:rsidRPr="00C80625" w:rsidRDefault="00C80625" w:rsidP="00C80625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  <w:r w:rsidRPr="00C80625">
        <w:rPr>
          <w:rFonts w:eastAsia="Calibri" w:cs="Times New Roman"/>
          <w:b/>
          <w:szCs w:val="28"/>
        </w:rPr>
        <w:t>проекта инициативного бюджетирования</w:t>
      </w:r>
    </w:p>
    <w:p w:rsidR="00C80625" w:rsidRPr="00C80625" w:rsidRDefault="00C80625" w:rsidP="00C80625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color w:val="FF0000"/>
          <w:szCs w:val="28"/>
        </w:rPr>
      </w:pPr>
    </w:p>
    <w:p w:rsidR="00C80625" w:rsidRPr="00C80625" w:rsidRDefault="00C80625" w:rsidP="00C80625">
      <w:pPr>
        <w:ind w:firstLine="0"/>
        <w:jc w:val="both"/>
        <w:rPr>
          <w:rFonts w:eastAsia="Calibri" w:cs="Times New Roman"/>
          <w:szCs w:val="28"/>
        </w:rPr>
      </w:pPr>
      <w:r w:rsidRPr="00C80625">
        <w:rPr>
          <w:rFonts w:eastAsia="Calibri" w:cs="Times New Roman"/>
          <w:szCs w:val="28"/>
        </w:rPr>
        <w:t>1. Название проекта инициативного бюджетир</w:t>
      </w:r>
      <w:r>
        <w:rPr>
          <w:rFonts w:eastAsia="Calibri" w:cs="Times New Roman"/>
          <w:szCs w:val="28"/>
        </w:rPr>
        <w:t>ования (далее – проект): _____</w:t>
      </w:r>
    </w:p>
    <w:p w:rsidR="00C80625" w:rsidRDefault="00C80625" w:rsidP="00C80625">
      <w:pPr>
        <w:ind w:firstLine="0"/>
        <w:jc w:val="both"/>
        <w:rPr>
          <w:rFonts w:eastAsia="Calibri" w:cs="Times New Roman"/>
          <w:szCs w:val="28"/>
        </w:rPr>
      </w:pPr>
      <w:r w:rsidRPr="00C80625">
        <w:rPr>
          <w:rFonts w:eastAsia="Calibri" w:cs="Times New Roman"/>
          <w:szCs w:val="28"/>
        </w:rPr>
        <w:t>____________________________________</w:t>
      </w:r>
      <w:r>
        <w:rPr>
          <w:rFonts w:eastAsia="Calibri" w:cs="Times New Roman"/>
          <w:szCs w:val="28"/>
        </w:rPr>
        <w:t>______________________________</w:t>
      </w:r>
    </w:p>
    <w:p w:rsidR="00C80625" w:rsidRPr="00C80625" w:rsidRDefault="00C80625" w:rsidP="00C80625">
      <w:pPr>
        <w:ind w:firstLine="0"/>
        <w:jc w:val="both"/>
        <w:rPr>
          <w:rFonts w:eastAsia="Calibri" w:cs="Times New Roman"/>
          <w:szCs w:val="28"/>
        </w:rPr>
      </w:pPr>
      <w:r w:rsidRPr="00C80625">
        <w:rPr>
          <w:rFonts w:eastAsia="Calibri" w:cs="Times New Roman"/>
          <w:szCs w:val="28"/>
        </w:rPr>
        <w:t xml:space="preserve">2. Место реализации проекта: </w:t>
      </w:r>
    </w:p>
    <w:p w:rsidR="00C80625" w:rsidRPr="00C80625" w:rsidRDefault="00C80625" w:rsidP="00C80625">
      <w:pPr>
        <w:ind w:firstLine="0"/>
        <w:jc w:val="both"/>
        <w:rPr>
          <w:rFonts w:eastAsia="Calibri" w:cs="Times New Roman"/>
          <w:szCs w:val="28"/>
        </w:rPr>
      </w:pPr>
      <w:r w:rsidRPr="00C80625">
        <w:rPr>
          <w:rFonts w:eastAsia="Calibri" w:cs="Times New Roman"/>
          <w:szCs w:val="28"/>
        </w:rPr>
        <w:t xml:space="preserve">2.1. Городской округ или муниципальный </w:t>
      </w:r>
      <w:r>
        <w:rPr>
          <w:rFonts w:eastAsia="Calibri" w:cs="Times New Roman"/>
          <w:szCs w:val="28"/>
        </w:rPr>
        <w:t>район: ________________________</w:t>
      </w:r>
    </w:p>
    <w:p w:rsidR="00C80625" w:rsidRPr="00C80625" w:rsidRDefault="00C80625" w:rsidP="00C80625">
      <w:pPr>
        <w:ind w:firstLine="0"/>
        <w:jc w:val="both"/>
        <w:rPr>
          <w:rFonts w:eastAsia="Calibri" w:cs="Times New Roman"/>
          <w:szCs w:val="28"/>
        </w:rPr>
      </w:pPr>
      <w:r w:rsidRPr="00C80625">
        <w:rPr>
          <w:rFonts w:eastAsia="Calibri" w:cs="Times New Roman"/>
          <w:szCs w:val="28"/>
        </w:rPr>
        <w:t>2.2. Внутригородской район или поселение</w:t>
      </w:r>
      <w:r>
        <w:rPr>
          <w:rFonts w:eastAsia="Calibri" w:cs="Times New Roman"/>
          <w:szCs w:val="28"/>
        </w:rPr>
        <w:t>: ____________________________</w:t>
      </w:r>
    </w:p>
    <w:p w:rsidR="00C80625" w:rsidRPr="00C80625" w:rsidRDefault="00C80625" w:rsidP="00C80625">
      <w:pPr>
        <w:ind w:firstLine="0"/>
        <w:jc w:val="both"/>
        <w:rPr>
          <w:rFonts w:eastAsia="Calibri" w:cs="Times New Roman"/>
          <w:szCs w:val="28"/>
        </w:rPr>
      </w:pPr>
      <w:r w:rsidRPr="00C80625">
        <w:rPr>
          <w:rFonts w:eastAsia="Calibri" w:cs="Times New Roman"/>
          <w:szCs w:val="28"/>
        </w:rPr>
        <w:t>2.3. Населенный пункт, улица, номер дома</w:t>
      </w:r>
      <w:r>
        <w:rPr>
          <w:rFonts w:eastAsia="Calibri" w:cs="Times New Roman"/>
          <w:szCs w:val="28"/>
        </w:rPr>
        <w:t>: _____________________________</w:t>
      </w:r>
    </w:p>
    <w:p w:rsidR="00C80625" w:rsidRPr="00C80625" w:rsidRDefault="00C80625" w:rsidP="00C80625">
      <w:pPr>
        <w:ind w:firstLine="0"/>
        <w:jc w:val="both"/>
        <w:rPr>
          <w:rFonts w:eastAsia="Calibri" w:cs="Times New Roman"/>
          <w:szCs w:val="28"/>
        </w:rPr>
      </w:pPr>
      <w:r w:rsidRPr="00C80625">
        <w:rPr>
          <w:rFonts w:eastAsia="Calibri" w:cs="Times New Roman"/>
          <w:szCs w:val="28"/>
        </w:rPr>
        <w:t>____________________________________</w:t>
      </w:r>
      <w:r>
        <w:rPr>
          <w:rFonts w:eastAsia="Calibri" w:cs="Times New Roman"/>
          <w:szCs w:val="28"/>
        </w:rPr>
        <w:t>______________________________</w:t>
      </w:r>
    </w:p>
    <w:p w:rsidR="00C80625" w:rsidRPr="00C80625" w:rsidRDefault="00C80625" w:rsidP="00C80625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szCs w:val="28"/>
        </w:rPr>
      </w:pPr>
      <w:r w:rsidRPr="00C80625">
        <w:rPr>
          <w:rFonts w:eastAsia="Calibri" w:cs="Times New Roman"/>
          <w:szCs w:val="28"/>
        </w:rPr>
        <w:t>3. Описание состояния объекта после реали</w:t>
      </w:r>
      <w:r>
        <w:rPr>
          <w:rFonts w:eastAsia="Calibri" w:cs="Times New Roman"/>
          <w:szCs w:val="28"/>
        </w:rPr>
        <w:t>зации проекта: ________________</w:t>
      </w:r>
    </w:p>
    <w:p w:rsidR="00C80625" w:rsidRPr="00C80625" w:rsidRDefault="00C80625" w:rsidP="00C80625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szCs w:val="28"/>
        </w:rPr>
      </w:pPr>
      <w:r w:rsidRPr="00C80625">
        <w:rPr>
          <w:rFonts w:eastAsia="Calibri" w:cs="Times New Roman"/>
          <w:szCs w:val="28"/>
        </w:rPr>
        <w:t>____________________________________</w:t>
      </w:r>
      <w:r>
        <w:rPr>
          <w:rFonts w:eastAsia="Calibri" w:cs="Times New Roman"/>
          <w:szCs w:val="28"/>
        </w:rPr>
        <w:t>______________________________</w:t>
      </w:r>
    </w:p>
    <w:p w:rsidR="00C80625" w:rsidRPr="00C80625" w:rsidRDefault="00C80625" w:rsidP="00C80625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szCs w:val="28"/>
        </w:rPr>
      </w:pPr>
      <w:r w:rsidRPr="00C80625">
        <w:rPr>
          <w:rFonts w:eastAsia="Calibri" w:cs="Times New Roman"/>
          <w:szCs w:val="28"/>
        </w:rPr>
        <w:t xml:space="preserve">4. Количество благополучателей, в непосредственных </w:t>
      </w:r>
      <w:proofErr w:type="gramStart"/>
      <w:r w:rsidRPr="00C80625">
        <w:rPr>
          <w:rFonts w:eastAsia="Calibri" w:cs="Times New Roman"/>
          <w:szCs w:val="28"/>
        </w:rPr>
        <w:t>интересах</w:t>
      </w:r>
      <w:proofErr w:type="gramEnd"/>
      <w:r w:rsidRPr="00C80625">
        <w:rPr>
          <w:rFonts w:eastAsia="Calibri" w:cs="Times New Roman"/>
          <w:szCs w:val="28"/>
        </w:rPr>
        <w:t xml:space="preserve"> которых реализован проект: _______________________________</w:t>
      </w:r>
      <w:r>
        <w:rPr>
          <w:rFonts w:eastAsia="Calibri" w:cs="Times New Roman"/>
          <w:szCs w:val="28"/>
        </w:rPr>
        <w:t>__________________</w:t>
      </w:r>
    </w:p>
    <w:p w:rsidR="00C80625" w:rsidRPr="00C80625" w:rsidRDefault="00C80625" w:rsidP="00C80625">
      <w:pPr>
        <w:ind w:firstLine="0"/>
        <w:jc w:val="both"/>
        <w:rPr>
          <w:rFonts w:eastAsia="Calibri" w:cs="Times New Roman"/>
          <w:bCs/>
          <w:color w:val="000000"/>
          <w:szCs w:val="28"/>
          <w:lang w:eastAsia="ru-RU"/>
        </w:rPr>
      </w:pPr>
      <w:r w:rsidRPr="00C80625">
        <w:rPr>
          <w:rFonts w:eastAsia="Calibri" w:cs="Times New Roman"/>
          <w:bCs/>
          <w:color w:val="000000"/>
          <w:szCs w:val="28"/>
          <w:lang w:eastAsia="ru-RU"/>
        </w:rPr>
        <w:t xml:space="preserve">5. Фактический состав и стоимость проекта: 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808"/>
        <w:gridCol w:w="1843"/>
        <w:gridCol w:w="2126"/>
      </w:tblGrid>
      <w:tr w:rsidR="00C80625" w:rsidRPr="00C80625" w:rsidTr="00C80625">
        <w:trPr>
          <w:trHeight w:val="276"/>
          <w:tblHeader/>
        </w:trPr>
        <w:tc>
          <w:tcPr>
            <w:tcW w:w="594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№</w:t>
            </w:r>
          </w:p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proofErr w:type="gramStart"/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п</w:t>
            </w:r>
            <w:proofErr w:type="gramEnd"/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/п</w:t>
            </w:r>
          </w:p>
        </w:tc>
        <w:tc>
          <w:tcPr>
            <w:tcW w:w="4808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Вид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Стоимость,</w:t>
            </w:r>
          </w:p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рублей</w:t>
            </w:r>
          </w:p>
        </w:tc>
        <w:tc>
          <w:tcPr>
            <w:tcW w:w="2126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Примечание</w:t>
            </w:r>
          </w:p>
        </w:tc>
      </w:tr>
      <w:tr w:rsidR="00C80625" w:rsidRPr="00C80625" w:rsidTr="00C80625">
        <w:trPr>
          <w:trHeight w:val="243"/>
        </w:trPr>
        <w:tc>
          <w:tcPr>
            <w:tcW w:w="594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1.</w:t>
            </w:r>
          </w:p>
        </w:tc>
        <w:tc>
          <w:tcPr>
            <w:tcW w:w="4808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szCs w:val="28"/>
                <w:lang w:eastAsia="ru-RU"/>
              </w:rPr>
              <w:t>Разработка, государственная экспертиза проектно-сметной документации, разработка сметной документации, проверка достоверности и обоснованности сметной стоимости работ</w:t>
            </w:r>
          </w:p>
        </w:tc>
        <w:tc>
          <w:tcPr>
            <w:tcW w:w="1843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right"/>
              <w:rPr>
                <w:rFonts w:eastAsia="Calibri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C80625" w:rsidRPr="00C80625" w:rsidTr="00C80625">
        <w:trPr>
          <w:trHeight w:val="334"/>
        </w:trPr>
        <w:tc>
          <w:tcPr>
            <w:tcW w:w="594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2.</w:t>
            </w:r>
          </w:p>
        </w:tc>
        <w:tc>
          <w:tcPr>
            <w:tcW w:w="4808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Выполнение работ (оказание услуг), приобретение товарно-материальных ценностей</w:t>
            </w:r>
          </w:p>
        </w:tc>
        <w:tc>
          <w:tcPr>
            <w:tcW w:w="1843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right"/>
              <w:rPr>
                <w:rFonts w:eastAsia="Calibri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C80625" w:rsidRPr="00C80625" w:rsidTr="00C80625">
        <w:trPr>
          <w:trHeight w:val="255"/>
        </w:trPr>
        <w:tc>
          <w:tcPr>
            <w:tcW w:w="594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3.</w:t>
            </w:r>
          </w:p>
        </w:tc>
        <w:tc>
          <w:tcPr>
            <w:tcW w:w="4808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Строительный контроль, проверка качества и объемов выполненных работ</w:t>
            </w:r>
          </w:p>
        </w:tc>
        <w:tc>
          <w:tcPr>
            <w:tcW w:w="1843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right"/>
              <w:rPr>
                <w:rFonts w:eastAsia="Calibri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C80625" w:rsidRPr="00C80625" w:rsidTr="00C80625">
        <w:trPr>
          <w:trHeight w:val="255"/>
        </w:trPr>
        <w:tc>
          <w:tcPr>
            <w:tcW w:w="594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4808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Прочие расходы</w:t>
            </w:r>
          </w:p>
        </w:tc>
        <w:tc>
          <w:tcPr>
            <w:tcW w:w="1843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right"/>
              <w:rPr>
                <w:rFonts w:eastAsia="Calibri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C80625" w:rsidRPr="00C80625" w:rsidTr="00C80625">
        <w:trPr>
          <w:trHeight w:val="276"/>
        </w:trPr>
        <w:tc>
          <w:tcPr>
            <w:tcW w:w="594" w:type="dxa"/>
            <w:shd w:val="clear" w:color="auto" w:fill="auto"/>
            <w:vAlign w:val="center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5.</w:t>
            </w:r>
          </w:p>
        </w:tc>
        <w:tc>
          <w:tcPr>
            <w:tcW w:w="4808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rPr>
                <w:rFonts w:eastAsia="Calibri" w:cs="Times New Roman"/>
                <w:bCs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bCs/>
                <w:color w:val="000000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right"/>
              <w:rPr>
                <w:rFonts w:eastAsia="Calibri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 </w:t>
            </w:r>
          </w:p>
        </w:tc>
      </w:tr>
    </w:tbl>
    <w:p w:rsidR="00C80625" w:rsidRPr="00C80625" w:rsidRDefault="00C80625" w:rsidP="00C80625">
      <w:pPr>
        <w:ind w:firstLine="0"/>
        <w:jc w:val="both"/>
        <w:rPr>
          <w:rFonts w:eastAsia="Calibri" w:cs="Times New Roman"/>
          <w:bCs/>
          <w:color w:val="000000"/>
          <w:szCs w:val="28"/>
          <w:lang w:eastAsia="ru-RU"/>
        </w:rPr>
      </w:pPr>
    </w:p>
    <w:p w:rsidR="00C80625" w:rsidRPr="00C80625" w:rsidRDefault="00C80625" w:rsidP="00C80625">
      <w:pPr>
        <w:ind w:firstLine="0"/>
        <w:jc w:val="both"/>
        <w:rPr>
          <w:rFonts w:eastAsia="Calibri" w:cs="Times New Roman"/>
          <w:bCs/>
          <w:color w:val="000000"/>
          <w:szCs w:val="28"/>
          <w:lang w:eastAsia="ru-RU"/>
        </w:rPr>
      </w:pPr>
      <w:r w:rsidRPr="00C80625">
        <w:rPr>
          <w:rFonts w:eastAsia="Calibri" w:cs="Times New Roman"/>
          <w:bCs/>
          <w:color w:val="000000"/>
          <w:szCs w:val="28"/>
          <w:lang w:eastAsia="ru-RU"/>
        </w:rPr>
        <w:t xml:space="preserve">6. Фактические источники финансирования проекта: 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766"/>
        <w:gridCol w:w="1843"/>
        <w:gridCol w:w="2126"/>
      </w:tblGrid>
      <w:tr w:rsidR="00C80625" w:rsidRPr="00C80625" w:rsidTr="00C80625">
        <w:trPr>
          <w:trHeight w:val="268"/>
          <w:tblHeader/>
        </w:trPr>
        <w:tc>
          <w:tcPr>
            <w:tcW w:w="636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 xml:space="preserve">№ </w:t>
            </w:r>
            <w:proofErr w:type="gramStart"/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п</w:t>
            </w:r>
            <w:proofErr w:type="gramEnd"/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/п</w:t>
            </w:r>
          </w:p>
        </w:tc>
        <w:tc>
          <w:tcPr>
            <w:tcW w:w="4766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Вид источника денежных средств</w:t>
            </w:r>
          </w:p>
        </w:tc>
        <w:tc>
          <w:tcPr>
            <w:tcW w:w="1843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Сумма,</w:t>
            </w: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br/>
              <w:t>рублей</w:t>
            </w:r>
          </w:p>
        </w:tc>
        <w:tc>
          <w:tcPr>
            <w:tcW w:w="2126" w:type="dxa"/>
            <w:shd w:val="clear" w:color="auto" w:fill="auto"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Примечание</w:t>
            </w:r>
          </w:p>
        </w:tc>
      </w:tr>
      <w:tr w:rsidR="00C80625" w:rsidRPr="00C80625" w:rsidTr="00C80625">
        <w:trPr>
          <w:trHeight w:val="276"/>
        </w:trPr>
        <w:tc>
          <w:tcPr>
            <w:tcW w:w="636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1.</w:t>
            </w:r>
          </w:p>
        </w:tc>
        <w:tc>
          <w:tcPr>
            <w:tcW w:w="4766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 xml:space="preserve">Местный бюджет, в том числе: </w:t>
            </w:r>
          </w:p>
        </w:tc>
        <w:tc>
          <w:tcPr>
            <w:tcW w:w="1843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right"/>
              <w:rPr>
                <w:rFonts w:eastAsia="Calibri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80625" w:rsidRPr="00C80625" w:rsidRDefault="00C80625" w:rsidP="00C80625">
            <w:pPr>
              <w:ind w:firstLine="0"/>
              <w:jc w:val="right"/>
              <w:rPr>
                <w:rFonts w:eastAsia="Calibri" w:cs="Times New Roman"/>
                <w:color w:val="000000"/>
                <w:szCs w:val="28"/>
                <w:lang w:eastAsia="ru-RU"/>
              </w:rPr>
            </w:pPr>
          </w:p>
        </w:tc>
      </w:tr>
      <w:tr w:rsidR="00C80625" w:rsidRPr="00C80625" w:rsidTr="00C80625">
        <w:trPr>
          <w:trHeight w:val="333"/>
        </w:trPr>
        <w:tc>
          <w:tcPr>
            <w:tcW w:w="636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476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Жители</w:t>
            </w:r>
          </w:p>
        </w:tc>
        <w:tc>
          <w:tcPr>
            <w:tcW w:w="1843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right"/>
              <w:rPr>
                <w:rFonts w:eastAsia="Calibri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80625" w:rsidRPr="00C80625" w:rsidRDefault="00C80625" w:rsidP="00C80625">
            <w:pPr>
              <w:ind w:firstLine="0"/>
              <w:jc w:val="right"/>
              <w:rPr>
                <w:rFonts w:eastAsia="Calibri" w:cs="Times New Roman"/>
                <w:color w:val="000000"/>
                <w:szCs w:val="28"/>
                <w:lang w:eastAsia="ru-RU"/>
              </w:rPr>
            </w:pPr>
          </w:p>
        </w:tc>
      </w:tr>
      <w:tr w:rsidR="00C80625" w:rsidRPr="00C80625" w:rsidTr="00C80625">
        <w:trPr>
          <w:trHeight w:val="276"/>
        </w:trPr>
        <w:tc>
          <w:tcPr>
            <w:tcW w:w="636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1.2.</w:t>
            </w:r>
          </w:p>
        </w:tc>
        <w:tc>
          <w:tcPr>
            <w:tcW w:w="476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 xml:space="preserve">Юридические лица и </w:t>
            </w: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lastRenderedPageBreak/>
              <w:t>индивидуальные предприниматели</w:t>
            </w:r>
          </w:p>
        </w:tc>
        <w:tc>
          <w:tcPr>
            <w:tcW w:w="1843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right"/>
              <w:rPr>
                <w:rFonts w:eastAsia="Calibri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80625" w:rsidRPr="00C80625" w:rsidRDefault="00C80625" w:rsidP="00C80625">
            <w:pPr>
              <w:ind w:firstLine="0"/>
              <w:jc w:val="right"/>
              <w:rPr>
                <w:rFonts w:eastAsia="Calibri" w:cs="Times New Roman"/>
                <w:color w:val="000000"/>
                <w:szCs w:val="28"/>
                <w:lang w:eastAsia="ru-RU"/>
              </w:rPr>
            </w:pPr>
          </w:p>
        </w:tc>
      </w:tr>
      <w:tr w:rsidR="00C80625" w:rsidRPr="00C80625" w:rsidTr="00C80625">
        <w:trPr>
          <w:trHeight w:val="229"/>
        </w:trPr>
        <w:tc>
          <w:tcPr>
            <w:tcW w:w="636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Федеральный и областной бюджеты</w:t>
            </w:r>
          </w:p>
        </w:tc>
        <w:tc>
          <w:tcPr>
            <w:tcW w:w="1843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right"/>
              <w:rPr>
                <w:rFonts w:eastAsia="Calibri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80625" w:rsidRPr="00C80625" w:rsidRDefault="00C80625" w:rsidP="00C80625">
            <w:pPr>
              <w:ind w:firstLine="0"/>
              <w:jc w:val="right"/>
              <w:rPr>
                <w:rFonts w:eastAsia="Calibri" w:cs="Times New Roman"/>
                <w:color w:val="000000"/>
                <w:szCs w:val="28"/>
                <w:lang w:eastAsia="ru-RU"/>
              </w:rPr>
            </w:pPr>
          </w:p>
        </w:tc>
      </w:tr>
      <w:tr w:rsidR="00C80625" w:rsidRPr="00C80625" w:rsidTr="00C80625">
        <w:trPr>
          <w:trHeight w:val="276"/>
        </w:trPr>
        <w:tc>
          <w:tcPr>
            <w:tcW w:w="636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center"/>
              <w:rPr>
                <w:rFonts w:eastAsia="Calibri" w:cs="Times New Roman"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color w:val="000000"/>
                <w:szCs w:val="28"/>
                <w:lang w:eastAsia="ru-RU"/>
              </w:rPr>
              <w:t>3.</w:t>
            </w:r>
          </w:p>
        </w:tc>
        <w:tc>
          <w:tcPr>
            <w:tcW w:w="476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rPr>
                <w:rFonts w:eastAsia="Calibri" w:cs="Times New Roman"/>
                <w:bCs/>
                <w:color w:val="000000"/>
                <w:szCs w:val="28"/>
                <w:lang w:eastAsia="ru-RU"/>
              </w:rPr>
            </w:pPr>
            <w:r w:rsidRPr="00C80625">
              <w:rPr>
                <w:rFonts w:eastAsia="Calibri" w:cs="Times New Roman"/>
                <w:bCs/>
                <w:color w:val="000000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C80625" w:rsidRPr="00C80625" w:rsidRDefault="00C80625" w:rsidP="00C80625">
            <w:pPr>
              <w:ind w:firstLine="0"/>
              <w:jc w:val="right"/>
              <w:rPr>
                <w:rFonts w:eastAsia="Calibri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80625" w:rsidRPr="00C80625" w:rsidRDefault="00C80625" w:rsidP="00C80625">
            <w:pPr>
              <w:ind w:firstLine="0"/>
              <w:jc w:val="right"/>
              <w:rPr>
                <w:rFonts w:eastAsia="Calibri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</w:tr>
    </w:tbl>
    <w:p w:rsidR="00C80625" w:rsidRPr="00C80625" w:rsidRDefault="00C80625" w:rsidP="00C80625">
      <w:pPr>
        <w:ind w:firstLine="0"/>
        <w:jc w:val="both"/>
        <w:rPr>
          <w:rFonts w:eastAsia="Calibri" w:cs="Times New Roman"/>
          <w:bCs/>
          <w:color w:val="000000"/>
          <w:szCs w:val="28"/>
          <w:lang w:eastAsia="ru-RU"/>
        </w:rPr>
      </w:pPr>
    </w:p>
    <w:p w:rsidR="00C80625" w:rsidRPr="00C80625" w:rsidRDefault="00C80625" w:rsidP="00C80625">
      <w:pPr>
        <w:ind w:firstLine="0"/>
        <w:jc w:val="both"/>
        <w:rPr>
          <w:rFonts w:eastAsia="Calibri" w:cs="Times New Roman"/>
          <w:bCs/>
          <w:color w:val="000000"/>
          <w:szCs w:val="28"/>
          <w:lang w:eastAsia="ru-RU"/>
        </w:rPr>
      </w:pPr>
      <w:r w:rsidRPr="00C80625">
        <w:rPr>
          <w:rFonts w:eastAsia="Calibri" w:cs="Times New Roman"/>
          <w:bCs/>
          <w:color w:val="000000"/>
          <w:szCs w:val="28"/>
          <w:lang w:eastAsia="ru-RU"/>
        </w:rPr>
        <w:t>7. Фактический нефинансовый вклад в реализацию проекта:</w:t>
      </w:r>
    </w:p>
    <w:p w:rsidR="00C80625" w:rsidRPr="00C80625" w:rsidRDefault="00C80625" w:rsidP="00C80625">
      <w:pPr>
        <w:ind w:firstLine="0"/>
        <w:jc w:val="both"/>
        <w:rPr>
          <w:rFonts w:eastAsia="Calibri" w:cs="Times New Roman"/>
          <w:bCs/>
          <w:color w:val="000000"/>
          <w:szCs w:val="28"/>
          <w:lang w:eastAsia="ru-RU"/>
        </w:rPr>
      </w:pPr>
      <w:r w:rsidRPr="00C80625">
        <w:rPr>
          <w:rFonts w:eastAsia="Calibri" w:cs="Times New Roman"/>
          <w:bCs/>
          <w:color w:val="000000"/>
          <w:szCs w:val="28"/>
          <w:lang w:eastAsia="ru-RU"/>
        </w:rPr>
        <w:t>7.1. Фактическая стоимость нефинансового вк</w:t>
      </w:r>
      <w:r>
        <w:rPr>
          <w:rFonts w:eastAsia="Calibri" w:cs="Times New Roman"/>
          <w:bCs/>
          <w:color w:val="000000"/>
          <w:szCs w:val="28"/>
          <w:lang w:eastAsia="ru-RU"/>
        </w:rPr>
        <w:t>лада (в рублях): _____________</w:t>
      </w:r>
    </w:p>
    <w:p w:rsidR="00C80625" w:rsidRPr="00C80625" w:rsidRDefault="00C80625" w:rsidP="00C80625">
      <w:pPr>
        <w:ind w:firstLine="0"/>
        <w:jc w:val="both"/>
        <w:rPr>
          <w:rFonts w:eastAsia="Calibri" w:cs="Times New Roman"/>
          <w:color w:val="000000"/>
          <w:szCs w:val="28"/>
          <w:lang w:eastAsia="ru-RU"/>
        </w:rPr>
      </w:pPr>
      <w:r w:rsidRPr="00C80625">
        <w:rPr>
          <w:rFonts w:eastAsia="Calibri" w:cs="Times New Roman"/>
          <w:bCs/>
          <w:color w:val="000000"/>
          <w:szCs w:val="28"/>
          <w:lang w:eastAsia="ru-RU"/>
        </w:rPr>
        <w:t xml:space="preserve">7.2. </w:t>
      </w:r>
      <w:r w:rsidRPr="00C80625">
        <w:rPr>
          <w:rFonts w:eastAsia="Calibri" w:cs="Times New Roman"/>
          <w:szCs w:val="28"/>
        </w:rPr>
        <w:t>Описание фактического нефинансового вклада</w:t>
      </w:r>
      <w:r w:rsidRPr="00C80625">
        <w:rPr>
          <w:rFonts w:eastAsia="Calibri" w:cs="Times New Roman"/>
          <w:bCs/>
          <w:color w:val="000000"/>
          <w:szCs w:val="28"/>
          <w:lang w:eastAsia="ru-RU"/>
        </w:rPr>
        <w:t>: ______</w:t>
      </w:r>
      <w:r>
        <w:rPr>
          <w:rFonts w:eastAsia="Calibri" w:cs="Times New Roman"/>
          <w:color w:val="000000"/>
          <w:szCs w:val="28"/>
          <w:lang w:eastAsia="ru-RU"/>
        </w:rPr>
        <w:t>_______________</w:t>
      </w:r>
    </w:p>
    <w:p w:rsidR="00C80625" w:rsidRPr="00C80625" w:rsidRDefault="00C80625" w:rsidP="00C80625">
      <w:pPr>
        <w:ind w:firstLine="0"/>
        <w:jc w:val="both"/>
        <w:rPr>
          <w:rFonts w:eastAsia="Calibri" w:cs="Times New Roman"/>
          <w:color w:val="000000"/>
          <w:szCs w:val="28"/>
          <w:lang w:eastAsia="ru-RU"/>
        </w:rPr>
      </w:pPr>
      <w:r w:rsidRPr="00C80625">
        <w:rPr>
          <w:rFonts w:eastAsia="Calibri" w:cs="Times New Roman"/>
          <w:color w:val="000000"/>
          <w:szCs w:val="28"/>
          <w:lang w:eastAsia="ru-RU"/>
        </w:rPr>
        <w:t>____________________________________</w:t>
      </w:r>
      <w:r>
        <w:rPr>
          <w:rFonts w:eastAsia="Calibri" w:cs="Times New Roman"/>
          <w:color w:val="000000"/>
          <w:szCs w:val="28"/>
          <w:lang w:eastAsia="ru-RU"/>
        </w:rPr>
        <w:t>______________________________</w:t>
      </w:r>
    </w:p>
    <w:p w:rsidR="00C80625" w:rsidRPr="00C80625" w:rsidRDefault="00C80625" w:rsidP="00C80625">
      <w:pPr>
        <w:ind w:firstLine="0"/>
        <w:jc w:val="both"/>
        <w:rPr>
          <w:rFonts w:eastAsia="Calibri" w:cs="Times New Roman"/>
          <w:color w:val="000000"/>
          <w:szCs w:val="28"/>
          <w:lang w:eastAsia="ru-RU"/>
        </w:rPr>
      </w:pPr>
    </w:p>
    <w:p w:rsidR="00C80625" w:rsidRPr="00C80625" w:rsidRDefault="00C80625" w:rsidP="00C80625">
      <w:pPr>
        <w:ind w:firstLine="0"/>
        <w:rPr>
          <w:rFonts w:eastAsia="Calibri" w:cs="Times New Roman"/>
          <w:bCs/>
          <w:color w:val="000000"/>
          <w:szCs w:val="28"/>
          <w:lang w:eastAsia="ru-RU"/>
        </w:rPr>
      </w:pPr>
    </w:p>
    <w:p w:rsidR="00C80625" w:rsidRPr="00C80625" w:rsidRDefault="00C80625" w:rsidP="00C80625">
      <w:pPr>
        <w:ind w:firstLine="0"/>
        <w:rPr>
          <w:rFonts w:eastAsia="Calibri" w:cs="Times New Roman"/>
          <w:bCs/>
          <w:color w:val="000000"/>
          <w:szCs w:val="28"/>
          <w:lang w:eastAsia="ru-RU"/>
        </w:rPr>
      </w:pPr>
      <w:r w:rsidRPr="00C80625">
        <w:rPr>
          <w:rFonts w:eastAsia="Calibri" w:cs="Times New Roman"/>
          <w:bCs/>
          <w:color w:val="000000"/>
          <w:szCs w:val="28"/>
          <w:lang w:eastAsia="ru-RU"/>
        </w:rPr>
        <w:t>ПРОЕКТ ПРИНЯЛИ:</w:t>
      </w:r>
    </w:p>
    <w:p w:rsidR="00C80625" w:rsidRPr="00C80625" w:rsidRDefault="00C80625" w:rsidP="00C80625">
      <w:pPr>
        <w:ind w:firstLine="0"/>
        <w:rPr>
          <w:rFonts w:eastAsia="Calibri" w:cs="Times New Roman"/>
          <w:bCs/>
          <w:color w:val="000000"/>
          <w:szCs w:val="28"/>
          <w:lang w:eastAsia="ru-RU"/>
        </w:rPr>
      </w:pPr>
    </w:p>
    <w:p w:rsidR="00C80625" w:rsidRPr="00C80625" w:rsidRDefault="00C80625" w:rsidP="00C80625">
      <w:pPr>
        <w:ind w:firstLine="0"/>
        <w:rPr>
          <w:rFonts w:eastAsia="Calibri" w:cs="Times New Roman"/>
          <w:bCs/>
          <w:color w:val="000000"/>
          <w:szCs w:val="28"/>
          <w:lang w:eastAsia="ru-RU"/>
        </w:rPr>
      </w:pPr>
      <w:r w:rsidRPr="00C80625">
        <w:rPr>
          <w:rFonts w:eastAsia="Calibri" w:cs="Times New Roman"/>
          <w:bCs/>
          <w:color w:val="000000"/>
          <w:szCs w:val="28"/>
          <w:lang w:eastAsia="ru-RU"/>
        </w:rPr>
        <w:t>Инициатор проекта (должность, ФИО, контактный телефон, адрес электронной почты, подпись): _____________________</w:t>
      </w:r>
      <w:r>
        <w:rPr>
          <w:rFonts w:eastAsia="Calibri" w:cs="Times New Roman"/>
          <w:bCs/>
          <w:color w:val="000000"/>
          <w:szCs w:val="28"/>
          <w:lang w:eastAsia="ru-RU"/>
        </w:rPr>
        <w:t>___________________</w:t>
      </w:r>
    </w:p>
    <w:p w:rsidR="00C80625" w:rsidRPr="00C80625" w:rsidRDefault="00C80625" w:rsidP="00C80625">
      <w:pPr>
        <w:ind w:firstLine="0"/>
        <w:rPr>
          <w:rFonts w:eastAsia="Calibri" w:cs="Times New Roman"/>
          <w:szCs w:val="28"/>
        </w:rPr>
      </w:pPr>
    </w:p>
    <w:p w:rsidR="00C80625" w:rsidRPr="00C80625" w:rsidRDefault="00C80625" w:rsidP="00C80625">
      <w:pPr>
        <w:ind w:firstLine="0"/>
        <w:rPr>
          <w:rFonts w:eastAsia="Calibri" w:cs="Times New Roman"/>
          <w:bCs/>
          <w:color w:val="000000"/>
          <w:szCs w:val="28"/>
          <w:lang w:eastAsia="ru-RU"/>
        </w:rPr>
      </w:pPr>
      <w:r w:rsidRPr="00C80625">
        <w:rPr>
          <w:rFonts w:eastAsia="Calibri" w:cs="Times New Roman"/>
          <w:szCs w:val="28"/>
        </w:rPr>
        <w:t>Участники инициативной группы жителей:</w:t>
      </w:r>
    </w:p>
    <w:tbl>
      <w:tblPr>
        <w:tblStyle w:val="a8"/>
        <w:tblW w:w="9464" w:type="dxa"/>
        <w:tblLook w:val="04A0" w:firstRow="1" w:lastRow="0" w:firstColumn="1" w:lastColumn="0" w:noHBand="0" w:noVBand="1"/>
      </w:tblPr>
      <w:tblGrid>
        <w:gridCol w:w="675"/>
        <w:gridCol w:w="2835"/>
        <w:gridCol w:w="2127"/>
        <w:gridCol w:w="1776"/>
        <w:gridCol w:w="2051"/>
      </w:tblGrid>
      <w:tr w:rsidR="00C80625" w:rsidRPr="00C80625" w:rsidTr="00C80625">
        <w:tc>
          <w:tcPr>
            <w:tcW w:w="675" w:type="dxa"/>
          </w:tcPr>
          <w:p w:rsidR="00C80625" w:rsidRPr="00C80625" w:rsidRDefault="00C80625" w:rsidP="00C80625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C80625">
              <w:rPr>
                <w:rFonts w:cs="Times New Roman"/>
                <w:bCs/>
                <w:color w:val="000000"/>
                <w:szCs w:val="28"/>
                <w:lang w:eastAsia="ru-RU"/>
              </w:rPr>
              <w:t>№</w:t>
            </w:r>
          </w:p>
          <w:p w:rsidR="00C80625" w:rsidRPr="00C80625" w:rsidRDefault="00C80625" w:rsidP="00C80625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proofErr w:type="gramStart"/>
            <w:r w:rsidRPr="00C80625">
              <w:rPr>
                <w:rFonts w:cs="Times New Roman"/>
                <w:bCs/>
                <w:color w:val="000000"/>
                <w:szCs w:val="28"/>
                <w:lang w:eastAsia="ru-RU"/>
              </w:rPr>
              <w:t>п</w:t>
            </w:r>
            <w:proofErr w:type="gramEnd"/>
            <w:r w:rsidRPr="00C80625">
              <w:rPr>
                <w:rFonts w:cs="Times New Roman"/>
                <w:bCs/>
                <w:color w:val="000000"/>
                <w:szCs w:val="28"/>
                <w:lang w:eastAsia="ru-RU"/>
              </w:rPr>
              <w:t>/п</w:t>
            </w:r>
          </w:p>
        </w:tc>
        <w:tc>
          <w:tcPr>
            <w:tcW w:w="2835" w:type="dxa"/>
          </w:tcPr>
          <w:p w:rsidR="00C80625" w:rsidRPr="00C80625" w:rsidRDefault="00C80625" w:rsidP="00C80625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C80625">
              <w:rPr>
                <w:rFonts w:cs="Times New Roman"/>
                <w:bCs/>
                <w:color w:val="000000"/>
                <w:szCs w:val="28"/>
                <w:lang w:eastAsia="ru-RU"/>
              </w:rPr>
              <w:t>ФИО</w:t>
            </w:r>
          </w:p>
        </w:tc>
        <w:tc>
          <w:tcPr>
            <w:tcW w:w="2127" w:type="dxa"/>
          </w:tcPr>
          <w:p w:rsidR="00C80625" w:rsidRPr="00C80625" w:rsidRDefault="00C80625" w:rsidP="00C80625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C80625">
              <w:rPr>
                <w:rFonts w:cs="Times New Roman"/>
                <w:bCs/>
                <w:color w:val="000000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776" w:type="dxa"/>
          </w:tcPr>
          <w:p w:rsidR="00C80625" w:rsidRPr="00C80625" w:rsidRDefault="00C80625" w:rsidP="00C80625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C80625">
              <w:rPr>
                <w:rFonts w:cs="Times New Roman"/>
                <w:bCs/>
                <w:color w:val="000000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2051" w:type="dxa"/>
          </w:tcPr>
          <w:p w:rsidR="00C80625" w:rsidRPr="00C80625" w:rsidRDefault="00C80625" w:rsidP="00C80625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C80625">
              <w:rPr>
                <w:rFonts w:cs="Times New Roman"/>
                <w:bCs/>
                <w:color w:val="000000"/>
                <w:szCs w:val="28"/>
                <w:lang w:eastAsia="ru-RU"/>
              </w:rPr>
              <w:t>Подпись</w:t>
            </w:r>
          </w:p>
        </w:tc>
      </w:tr>
      <w:tr w:rsidR="00C80625" w:rsidRPr="00C80625" w:rsidTr="00C80625">
        <w:tc>
          <w:tcPr>
            <w:tcW w:w="675" w:type="dxa"/>
          </w:tcPr>
          <w:p w:rsidR="00C80625" w:rsidRPr="00C80625" w:rsidRDefault="00C80625" w:rsidP="00C80625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C80625">
              <w:rPr>
                <w:rFonts w:cs="Times New Roman"/>
                <w:bCs/>
                <w:color w:val="000000"/>
                <w:szCs w:val="28"/>
                <w:lang w:eastAsia="ru-RU"/>
              </w:rPr>
              <w:t>1.</w:t>
            </w:r>
          </w:p>
        </w:tc>
        <w:tc>
          <w:tcPr>
            <w:tcW w:w="2835" w:type="dxa"/>
          </w:tcPr>
          <w:p w:rsidR="00C80625" w:rsidRPr="00C80625" w:rsidRDefault="00C80625" w:rsidP="00C80625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C80625" w:rsidRPr="00C80625" w:rsidRDefault="00C80625" w:rsidP="00C80625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776" w:type="dxa"/>
          </w:tcPr>
          <w:p w:rsidR="00C80625" w:rsidRPr="00C80625" w:rsidRDefault="00C80625" w:rsidP="00C80625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051" w:type="dxa"/>
          </w:tcPr>
          <w:p w:rsidR="00C80625" w:rsidRPr="00C80625" w:rsidRDefault="00C80625" w:rsidP="00C80625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</w:tr>
      <w:tr w:rsidR="00C80625" w:rsidRPr="00C80625" w:rsidTr="00C80625">
        <w:tc>
          <w:tcPr>
            <w:tcW w:w="675" w:type="dxa"/>
          </w:tcPr>
          <w:p w:rsidR="00C80625" w:rsidRPr="00C80625" w:rsidRDefault="00C80625" w:rsidP="00C80625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C80625">
              <w:rPr>
                <w:rFonts w:cs="Times New Roman"/>
                <w:bCs/>
                <w:color w:val="000000"/>
                <w:szCs w:val="28"/>
                <w:lang w:eastAsia="ru-RU"/>
              </w:rPr>
              <w:t>2.</w:t>
            </w:r>
          </w:p>
        </w:tc>
        <w:tc>
          <w:tcPr>
            <w:tcW w:w="2835" w:type="dxa"/>
          </w:tcPr>
          <w:p w:rsidR="00C80625" w:rsidRPr="00C80625" w:rsidRDefault="00C80625" w:rsidP="00C80625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C80625" w:rsidRPr="00C80625" w:rsidRDefault="00C80625" w:rsidP="00C80625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776" w:type="dxa"/>
          </w:tcPr>
          <w:p w:rsidR="00C80625" w:rsidRPr="00C80625" w:rsidRDefault="00C80625" w:rsidP="00C80625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051" w:type="dxa"/>
          </w:tcPr>
          <w:p w:rsidR="00C80625" w:rsidRPr="00C80625" w:rsidRDefault="00C80625" w:rsidP="00C80625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</w:tr>
      <w:tr w:rsidR="00C80625" w:rsidRPr="00C80625" w:rsidTr="00C80625">
        <w:tc>
          <w:tcPr>
            <w:tcW w:w="675" w:type="dxa"/>
          </w:tcPr>
          <w:p w:rsidR="00C80625" w:rsidRPr="00C80625" w:rsidRDefault="00C80625" w:rsidP="00C80625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C80625">
              <w:rPr>
                <w:rFonts w:cs="Times New Roman"/>
                <w:bCs/>
                <w:color w:val="000000"/>
                <w:szCs w:val="28"/>
                <w:lang w:eastAsia="ru-RU"/>
              </w:rPr>
              <w:t>…</w:t>
            </w:r>
          </w:p>
        </w:tc>
        <w:tc>
          <w:tcPr>
            <w:tcW w:w="2835" w:type="dxa"/>
          </w:tcPr>
          <w:p w:rsidR="00C80625" w:rsidRPr="00C80625" w:rsidRDefault="00C80625" w:rsidP="00C80625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C80625" w:rsidRPr="00C80625" w:rsidRDefault="00C80625" w:rsidP="00C80625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776" w:type="dxa"/>
          </w:tcPr>
          <w:p w:rsidR="00C80625" w:rsidRPr="00C80625" w:rsidRDefault="00C80625" w:rsidP="00C80625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051" w:type="dxa"/>
          </w:tcPr>
          <w:p w:rsidR="00C80625" w:rsidRPr="00C80625" w:rsidRDefault="00C80625" w:rsidP="00C80625">
            <w:pPr>
              <w:ind w:firstLine="0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</w:p>
        </w:tc>
      </w:tr>
    </w:tbl>
    <w:p w:rsidR="00C80625" w:rsidRPr="00C80625" w:rsidRDefault="00C80625" w:rsidP="00C80625">
      <w:pPr>
        <w:jc w:val="both"/>
        <w:rPr>
          <w:rFonts w:eastAsia="Calibri" w:cs="Times New Roman"/>
          <w:szCs w:val="28"/>
        </w:rPr>
      </w:pPr>
    </w:p>
    <w:p w:rsidR="00C80625" w:rsidRPr="00C80625" w:rsidRDefault="00C80625" w:rsidP="00C80625">
      <w:pPr>
        <w:jc w:val="both"/>
        <w:rPr>
          <w:rFonts w:eastAsia="Calibri" w:cs="Times New Roman"/>
          <w:szCs w:val="28"/>
        </w:rPr>
      </w:pPr>
      <w:proofErr w:type="gramStart"/>
      <w:r w:rsidRPr="00C80625">
        <w:rPr>
          <w:rFonts w:eastAsia="Calibri" w:cs="Times New Roman"/>
          <w:szCs w:val="28"/>
        </w:rPr>
        <w:t>Подписи подтверждают согласие жителей Ярославской области, являющихся инициаторами проекта или членами инициативной группы, на обработку проектным офисом губернаторского проекта «Решаем вместе!» перечисленных в таблице персональных данных без использования средств автоматизации, в том числе их предоставление органам исполнительной власти, органам местного самоуправления области, в целях исполнения полномочий по реализации губернаторского проекта «Решаем вместе!».</w:t>
      </w:r>
      <w:proofErr w:type="gramEnd"/>
    </w:p>
    <w:p w:rsidR="00C80625" w:rsidRPr="00C80625" w:rsidRDefault="00C80625" w:rsidP="00C80625">
      <w:pPr>
        <w:jc w:val="both"/>
        <w:rPr>
          <w:rFonts w:eastAsia="Calibri" w:cs="Times New Roman"/>
          <w:bCs/>
          <w:color w:val="000000"/>
          <w:szCs w:val="28"/>
          <w:lang w:eastAsia="ru-RU"/>
        </w:rPr>
      </w:pPr>
      <w:r w:rsidRPr="00C80625">
        <w:rPr>
          <w:rFonts w:eastAsia="Calibri" w:cs="Times New Roman"/>
          <w:szCs w:val="28"/>
        </w:rPr>
        <w:t xml:space="preserve">Персональные данные не подлежат распространению (раскрытию для неопределенного круга лиц). Согласие </w:t>
      </w:r>
      <w:proofErr w:type="gramStart"/>
      <w:r w:rsidRPr="00C80625">
        <w:rPr>
          <w:rFonts w:eastAsia="Calibri" w:cs="Times New Roman"/>
          <w:szCs w:val="28"/>
        </w:rPr>
        <w:t>действует бессрочно и может</w:t>
      </w:r>
      <w:proofErr w:type="gramEnd"/>
      <w:r w:rsidRPr="00C80625">
        <w:rPr>
          <w:rFonts w:eastAsia="Calibri" w:cs="Times New Roman"/>
          <w:szCs w:val="28"/>
        </w:rPr>
        <w:t xml:space="preserve"> быть отозвано в любой момент.</w:t>
      </w:r>
    </w:p>
    <w:p w:rsidR="00C80625" w:rsidRPr="00C80625" w:rsidRDefault="00C80625" w:rsidP="00C80625">
      <w:pPr>
        <w:ind w:firstLine="0"/>
        <w:rPr>
          <w:rFonts w:eastAsia="Calibri" w:cs="Times New Roman"/>
          <w:bCs/>
          <w:color w:val="000000"/>
          <w:szCs w:val="28"/>
          <w:lang w:eastAsia="ru-RU"/>
        </w:rPr>
      </w:pPr>
    </w:p>
    <w:p w:rsidR="00C80625" w:rsidRPr="00C80625" w:rsidRDefault="00C80625" w:rsidP="00C80625">
      <w:pPr>
        <w:ind w:firstLine="0"/>
        <w:rPr>
          <w:rFonts w:eastAsia="Calibri" w:cs="Times New Roman"/>
          <w:bCs/>
          <w:color w:val="000000"/>
          <w:szCs w:val="28"/>
          <w:lang w:eastAsia="ru-RU"/>
        </w:rPr>
      </w:pPr>
      <w:r w:rsidRPr="00C80625">
        <w:rPr>
          <w:rFonts w:eastAsia="Calibri" w:cs="Times New Roman"/>
          <w:bCs/>
          <w:color w:val="000000"/>
          <w:szCs w:val="28"/>
          <w:lang w:eastAsia="ru-RU"/>
        </w:rPr>
        <w:t>Дата акта приемки проекта: ____________</w:t>
      </w:r>
      <w:r>
        <w:rPr>
          <w:rFonts w:eastAsia="Calibri" w:cs="Times New Roman"/>
          <w:bCs/>
          <w:color w:val="000000"/>
          <w:szCs w:val="28"/>
          <w:lang w:eastAsia="ru-RU"/>
        </w:rPr>
        <w:t>______________________________</w:t>
      </w:r>
    </w:p>
    <w:p w:rsidR="00C80625" w:rsidRDefault="00C80625" w:rsidP="00C80625"/>
    <w:sectPr w:rsidR="00C80625" w:rsidSect="00DD36E2"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39C" w:rsidRDefault="0098639C" w:rsidP="00C71535">
      <w:r>
        <w:separator/>
      </w:r>
    </w:p>
  </w:endnote>
  <w:endnote w:type="continuationSeparator" w:id="0">
    <w:p w:rsidR="0098639C" w:rsidRDefault="0098639C" w:rsidP="00C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4A7" w:rsidRDefault="009E34A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4A7" w:rsidRDefault="009E34A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4A7" w:rsidRDefault="009E34A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39C" w:rsidRDefault="0098639C" w:rsidP="00C71535">
      <w:r>
        <w:separator/>
      </w:r>
    </w:p>
  </w:footnote>
  <w:footnote w:type="continuationSeparator" w:id="0">
    <w:p w:rsidR="0098639C" w:rsidRDefault="0098639C" w:rsidP="00C71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4A7" w:rsidRDefault="009E34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0822924"/>
      <w:docPartObj>
        <w:docPartGallery w:val="Page Numbers (Top of Page)"/>
        <w:docPartUnique/>
      </w:docPartObj>
    </w:sdtPr>
    <w:sdtContent>
      <w:p w:rsidR="009E34A7" w:rsidRDefault="009E34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0C3">
          <w:rPr>
            <w:noProof/>
          </w:rPr>
          <w:t>4</w:t>
        </w:r>
        <w:r>
          <w:fldChar w:fldCharType="end"/>
        </w:r>
      </w:p>
    </w:sdtContent>
  </w:sdt>
  <w:p w:rsidR="009E34A7" w:rsidRPr="00532191" w:rsidRDefault="009E34A7" w:rsidP="00C80625">
    <w:pPr>
      <w:pStyle w:val="a3"/>
      <w:jc w:val="center"/>
      <w:rPr>
        <w:rFonts w:cs="Times New Roman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4A7" w:rsidRDefault="009E34A7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765572"/>
      <w:docPartObj>
        <w:docPartGallery w:val="Page Numbers (Top of Page)"/>
        <w:docPartUnique/>
      </w:docPartObj>
    </w:sdtPr>
    <w:sdtContent>
      <w:p w:rsidR="009E34A7" w:rsidRDefault="009E34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D41">
          <w:rPr>
            <w:noProof/>
          </w:rPr>
          <w:t>2</w:t>
        </w:r>
        <w:r>
          <w:fldChar w:fldCharType="end"/>
        </w:r>
      </w:p>
    </w:sdtContent>
  </w:sdt>
  <w:p w:rsidR="009E34A7" w:rsidRDefault="009E34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FBC"/>
    <w:rsid w:val="00004DE1"/>
    <w:rsid w:val="0002639A"/>
    <w:rsid w:val="00055FE9"/>
    <w:rsid w:val="000A7D38"/>
    <w:rsid w:val="000C28F2"/>
    <w:rsid w:val="000F2B80"/>
    <w:rsid w:val="000F43F3"/>
    <w:rsid w:val="0012499A"/>
    <w:rsid w:val="00174639"/>
    <w:rsid w:val="001A6A8E"/>
    <w:rsid w:val="001C4182"/>
    <w:rsid w:val="001C78DA"/>
    <w:rsid w:val="001E0680"/>
    <w:rsid w:val="001F2137"/>
    <w:rsid w:val="002306C4"/>
    <w:rsid w:val="00254788"/>
    <w:rsid w:val="00264629"/>
    <w:rsid w:val="002B2FBA"/>
    <w:rsid w:val="002E1FF3"/>
    <w:rsid w:val="00311517"/>
    <w:rsid w:val="003166EA"/>
    <w:rsid w:val="00322FBC"/>
    <w:rsid w:val="00340BB0"/>
    <w:rsid w:val="003818CF"/>
    <w:rsid w:val="003A2DCC"/>
    <w:rsid w:val="003D1E8D"/>
    <w:rsid w:val="003E39A1"/>
    <w:rsid w:val="0040656C"/>
    <w:rsid w:val="004171AB"/>
    <w:rsid w:val="00443EFA"/>
    <w:rsid w:val="004567CB"/>
    <w:rsid w:val="0049538D"/>
    <w:rsid w:val="004C3173"/>
    <w:rsid w:val="004E0A6C"/>
    <w:rsid w:val="00555670"/>
    <w:rsid w:val="006176BE"/>
    <w:rsid w:val="0076573F"/>
    <w:rsid w:val="007877E4"/>
    <w:rsid w:val="007A78E5"/>
    <w:rsid w:val="007C5A35"/>
    <w:rsid w:val="00845373"/>
    <w:rsid w:val="00846357"/>
    <w:rsid w:val="00874B73"/>
    <w:rsid w:val="009019E5"/>
    <w:rsid w:val="009174F8"/>
    <w:rsid w:val="00973271"/>
    <w:rsid w:val="0098639C"/>
    <w:rsid w:val="009E34A7"/>
    <w:rsid w:val="00A21506"/>
    <w:rsid w:val="00A64DA8"/>
    <w:rsid w:val="00AD524F"/>
    <w:rsid w:val="00B421FE"/>
    <w:rsid w:val="00BB1812"/>
    <w:rsid w:val="00BE6D41"/>
    <w:rsid w:val="00C070F5"/>
    <w:rsid w:val="00C3519C"/>
    <w:rsid w:val="00C35BFC"/>
    <w:rsid w:val="00C37646"/>
    <w:rsid w:val="00C40ADF"/>
    <w:rsid w:val="00C71535"/>
    <w:rsid w:val="00C80625"/>
    <w:rsid w:val="00C964B8"/>
    <w:rsid w:val="00CA5934"/>
    <w:rsid w:val="00D00EFB"/>
    <w:rsid w:val="00DD36E2"/>
    <w:rsid w:val="00DF35CE"/>
    <w:rsid w:val="00E1407E"/>
    <w:rsid w:val="00E4356E"/>
    <w:rsid w:val="00EC20C3"/>
    <w:rsid w:val="00F71210"/>
    <w:rsid w:val="00F7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3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1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1535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C71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1535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A21506"/>
    <w:pPr>
      <w:ind w:left="720"/>
      <w:contextualSpacing/>
    </w:pPr>
  </w:style>
  <w:style w:type="table" w:styleId="a8">
    <w:name w:val="Table Grid"/>
    <w:basedOn w:val="a1"/>
    <w:uiPriority w:val="59"/>
    <w:rsid w:val="00C80625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C806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3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1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1535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C71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1535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A21506"/>
    <w:pPr>
      <w:ind w:left="720"/>
      <w:contextualSpacing/>
    </w:pPr>
  </w:style>
  <w:style w:type="table" w:styleId="a8">
    <w:name w:val="Table Grid"/>
    <w:basedOn w:val="a1"/>
    <w:uiPriority w:val="59"/>
    <w:rsid w:val="00C80625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C806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91;&#1082;&#1072;&#1079;&#1091;%20(&#1088;&#1072;&#1089;&#1087;&#1086;&#1088;&#1103;&#1078;&#1077;&#1085;&#1080;&#1102;)%20&#1043;&#1091;&#1073;&#1077;&#1088;&#1085;&#1072;&#1090;&#1086;&#1088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2011-05-30T14:02:54+00:00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82A6D1F-724E-4758-A1C4-0AB363EFCE61}">
  <ds:schemaRefs>
    <ds:schemaRef ds:uri="http://schemas.microsoft.com/office/2006/metadata/properties"/>
    <ds:schemaRef ds:uri="b468e2e6-0af2-49b6-8148-798aa515d8d2"/>
  </ds:schemaRefs>
</ds:datastoreItem>
</file>

<file path=customXml/itemProps2.xml><?xml version="1.0" encoding="utf-8"?>
<ds:datastoreItem xmlns:ds="http://schemas.openxmlformats.org/officeDocument/2006/customXml" ds:itemID="{6E1FDF8F-8985-41CF-AF9D-92924A828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EE3EE4-61AB-4D90-88CA-DA0F5144F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указу (распоряжению) Губернатора области.dotx</Template>
  <TotalTime>84</TotalTime>
  <Pages>21</Pages>
  <Words>5099</Words>
  <Characters>29069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34100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Давыдов Максим Игоревич</cp:lastModifiedBy>
  <cp:revision>40</cp:revision>
  <dcterms:created xsi:type="dcterms:W3CDTF">2011-07-01T06:22:00Z</dcterms:created>
  <dcterms:modified xsi:type="dcterms:W3CDTF">2017-02-12T11:45:00Z</dcterms:modified>
</cp:coreProperties>
</file>